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64438" w14:textId="09C8E2E1" w:rsidR="00244DE7" w:rsidRPr="00A8030D" w:rsidRDefault="004D6107" w:rsidP="00244DE7">
      <w:pPr>
        <w:tabs>
          <w:tab w:val="left" w:pos="709"/>
        </w:tabs>
        <w:spacing w:after="120"/>
        <w:jc w:val="both"/>
        <w:rPr>
          <w:rFonts w:ascii="Arial" w:hAnsi="Arial" w:cs="Arial"/>
          <w:bCs/>
          <w:sz w:val="18"/>
          <w:szCs w:val="18"/>
        </w:rPr>
      </w:pPr>
      <w:r w:rsidRPr="00A8030D">
        <w:rPr>
          <w:rFonts w:ascii="Arial" w:hAnsi="Arial" w:cs="Arial"/>
          <w:sz w:val="18"/>
          <w:szCs w:val="18"/>
          <w:lang w:val="es-ES"/>
        </w:rPr>
        <w:t>Aplicable a</w:t>
      </w:r>
      <w:r w:rsidR="00244DE7" w:rsidRPr="00A8030D">
        <w:rPr>
          <w:rFonts w:ascii="Arial" w:hAnsi="Arial" w:cs="Arial"/>
          <w:sz w:val="18"/>
          <w:szCs w:val="18"/>
          <w:lang w:val="es-ES"/>
        </w:rPr>
        <w:t xml:space="preserve"> las solicitudes de </w:t>
      </w:r>
      <w:r w:rsidR="00FE092E" w:rsidRPr="00A8030D">
        <w:rPr>
          <w:rFonts w:ascii="Arial" w:hAnsi="Arial" w:cs="Arial"/>
          <w:sz w:val="18"/>
          <w:szCs w:val="18"/>
          <w:lang w:val="es-ES"/>
        </w:rPr>
        <w:t>A</w:t>
      </w:r>
      <w:r w:rsidR="00244DE7" w:rsidRPr="00A8030D">
        <w:rPr>
          <w:rFonts w:ascii="Arial" w:hAnsi="Arial" w:cs="Arial"/>
          <w:sz w:val="18"/>
          <w:szCs w:val="18"/>
          <w:lang w:val="es-ES"/>
        </w:rPr>
        <w:t>probación como Unidad de Verificación para realizar la evaluación de la conformidad de la</w:t>
      </w:r>
      <w:r w:rsidR="00FE092E" w:rsidRPr="00A8030D">
        <w:rPr>
          <w:rFonts w:ascii="Arial" w:hAnsi="Arial" w:cs="Arial"/>
          <w:sz w:val="18"/>
          <w:szCs w:val="18"/>
          <w:lang w:val="es-ES"/>
        </w:rPr>
        <w:t>s</w:t>
      </w:r>
      <w:r w:rsidR="00244DE7" w:rsidRPr="00A8030D">
        <w:rPr>
          <w:rFonts w:ascii="Arial" w:hAnsi="Arial" w:cs="Arial"/>
          <w:sz w:val="18"/>
          <w:szCs w:val="18"/>
          <w:lang w:val="es-ES"/>
        </w:rPr>
        <w:t xml:space="preserve"> Norma</w:t>
      </w:r>
      <w:r w:rsidR="00FE092E" w:rsidRPr="00A8030D">
        <w:rPr>
          <w:rFonts w:ascii="Arial" w:hAnsi="Arial" w:cs="Arial"/>
          <w:sz w:val="18"/>
          <w:szCs w:val="18"/>
          <w:lang w:val="es-ES"/>
        </w:rPr>
        <w:t>s</w:t>
      </w:r>
      <w:r w:rsidR="00244DE7" w:rsidRPr="00A8030D">
        <w:rPr>
          <w:rFonts w:ascii="Arial" w:hAnsi="Arial" w:cs="Arial"/>
          <w:sz w:val="18"/>
          <w:szCs w:val="18"/>
          <w:lang w:val="es-ES"/>
        </w:rPr>
        <w:t xml:space="preserve"> Oficial</w:t>
      </w:r>
      <w:r w:rsidR="00FE092E" w:rsidRPr="00A8030D">
        <w:rPr>
          <w:rFonts w:ascii="Arial" w:hAnsi="Arial" w:cs="Arial"/>
          <w:sz w:val="18"/>
          <w:szCs w:val="18"/>
          <w:lang w:val="es-ES"/>
        </w:rPr>
        <w:t xml:space="preserve">es </w:t>
      </w:r>
      <w:r w:rsidR="00244DE7" w:rsidRPr="00A8030D">
        <w:rPr>
          <w:rFonts w:ascii="Arial" w:hAnsi="Arial" w:cs="Arial"/>
          <w:sz w:val="18"/>
          <w:szCs w:val="18"/>
          <w:lang w:val="es-ES"/>
        </w:rPr>
        <w:t>Mexicana</w:t>
      </w:r>
      <w:r w:rsidR="00FE092E" w:rsidRPr="00A8030D">
        <w:rPr>
          <w:rFonts w:ascii="Arial" w:hAnsi="Arial" w:cs="Arial"/>
          <w:sz w:val="18"/>
          <w:szCs w:val="18"/>
          <w:lang w:val="es-ES"/>
        </w:rPr>
        <w:t>s transferidas a</w:t>
      </w:r>
      <w:r w:rsidR="00244DE7" w:rsidRPr="00A8030D">
        <w:rPr>
          <w:rFonts w:ascii="Arial" w:hAnsi="Arial" w:cs="Arial"/>
          <w:sz w:val="18"/>
          <w:szCs w:val="18"/>
          <w:lang w:val="es-ES"/>
        </w:rPr>
        <w:t xml:space="preserve"> la Agencia Nacional de Seguridad Industrial y de Protección al Medio Ambiente del Sector Hidrocarburos.</w:t>
      </w:r>
    </w:p>
    <w:p w14:paraId="4A8DB67A" w14:textId="218ED546" w:rsidR="000C5D2F" w:rsidRPr="00A8030D" w:rsidRDefault="002C1618" w:rsidP="00512D35">
      <w:pPr>
        <w:tabs>
          <w:tab w:val="left" w:pos="709"/>
        </w:tabs>
        <w:spacing w:before="120" w:after="120"/>
        <w:jc w:val="both"/>
        <w:rPr>
          <w:rFonts w:ascii="Arial" w:hAnsi="Arial" w:cs="Arial"/>
          <w:b/>
          <w:bCs/>
          <w:sz w:val="18"/>
          <w:szCs w:val="18"/>
        </w:rPr>
      </w:pPr>
      <w:r w:rsidRPr="00A8030D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7"/>
        <w:gridCol w:w="2976"/>
        <w:gridCol w:w="2835"/>
        <w:gridCol w:w="2031"/>
      </w:tblGrid>
      <w:tr w:rsidR="00F27E1A" w:rsidRPr="00A8030D" w14:paraId="13280023" w14:textId="77777777" w:rsidTr="008C2AF2">
        <w:trPr>
          <w:trHeight w:val="82"/>
          <w:tblHeader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A8030D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  <w:lang w:val="es-ES_tradnl"/>
              </w:rPr>
            </w:pPr>
            <w:r w:rsidRPr="00A8030D">
              <w:rPr>
                <w:rFonts w:ascii="Arial" w:hAnsi="Arial" w:cs="Arial"/>
                <w:b/>
                <w:color w:val="auto"/>
                <w:sz w:val="18"/>
                <w:szCs w:val="18"/>
                <w:lang w:val="es-ES_tradnl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A8030D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A8030D">
              <w:rPr>
                <w:rFonts w:ascii="Arial" w:eastAsia="Calibri" w:hAnsi="Arial" w:cs="Arial"/>
                <w:b/>
                <w:sz w:val="18"/>
                <w:szCs w:val="18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A8030D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8030D">
              <w:rPr>
                <w:rFonts w:ascii="Arial" w:eastAsia="Calibri" w:hAnsi="Arial" w:cs="Arial"/>
                <w:b/>
                <w:sz w:val="18"/>
                <w:szCs w:val="18"/>
              </w:rPr>
              <w:t>ENTREGABLES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A8030D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8030D">
              <w:rPr>
                <w:rFonts w:ascii="Arial" w:eastAsia="Calibri" w:hAnsi="Arial" w:cs="Arial"/>
                <w:b/>
                <w:sz w:val="18"/>
                <w:szCs w:val="18"/>
              </w:rPr>
              <w:t>EN FORMATO</w:t>
            </w:r>
          </w:p>
        </w:tc>
      </w:tr>
      <w:tr w:rsidR="004A1787" w:rsidRPr="00A8030D" w14:paraId="5048D56E" w14:textId="77777777" w:rsidTr="008C2AF2">
        <w:trPr>
          <w:trHeight w:val="379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743343EC" w:rsidR="004A1787" w:rsidRPr="00A8030D" w:rsidRDefault="004A1787" w:rsidP="006645A2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1.-Solicitud de Aprobación</w:t>
            </w:r>
            <w:r w:rsidR="00824D90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2371DA8C" w:rsidR="004A1787" w:rsidRPr="00A8030D" w:rsidRDefault="004A1787" w:rsidP="004A1787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Formato para la solicitud de A</w:t>
            </w:r>
            <w:r w:rsidR="00B07790" w:rsidRPr="00A8030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prob</w:t>
            </w:r>
            <w:r w:rsidRPr="00A8030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ación</w:t>
            </w:r>
            <w:r w:rsidR="00D078C5" w:rsidRPr="00A8030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(</w:t>
            </w:r>
            <w:r w:rsidR="00D078C5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Anexo I</w:t>
            </w:r>
            <w:r w:rsidR="00320C91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,</w:t>
            </w:r>
            <w:r w:rsidR="00320C91" w:rsidRPr="00A8030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FF-ASEA-045</w:t>
            </w:r>
            <w:r w:rsidR="00D078C5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</w:t>
            </w:r>
            <w:r w:rsidR="00D078C5" w:rsidRPr="00A8030D">
              <w:rPr>
                <w:rFonts w:ascii="Arial" w:hAnsi="Arial" w:cs="Arial"/>
                <w:sz w:val="18"/>
                <w:szCs w:val="18"/>
              </w:rPr>
              <w:t>de los Lineamientos de Terceros</w:t>
            </w:r>
            <w:r w:rsidR="00D078C5" w:rsidRPr="00A8030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8FBE8D5" w:rsidR="004A1787" w:rsidRPr="00A8030D" w:rsidRDefault="004A1787" w:rsidP="00824D90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</w:t>
            </w:r>
            <w:r w:rsidR="0072345B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C51B3B" w14:textId="77777777" w:rsidR="004A1787" w:rsidRPr="00A8030D" w:rsidRDefault="00D078C5" w:rsidP="004A1787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</w:pPr>
            <w:r w:rsidRPr="00A8030D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FF-ASEA-045</w:t>
            </w:r>
          </w:p>
          <w:p w14:paraId="6CDF5EE8" w14:textId="020C7E25" w:rsidR="00666DD6" w:rsidRPr="00A8030D" w:rsidRDefault="00AE4ECC" w:rsidP="00B5205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hyperlink r:id="rId11" w:history="1">
              <w:r w:rsidR="00B5205A" w:rsidRPr="00A8030D">
                <w:rPr>
                  <w:rStyle w:val="Hipervnculo"/>
                  <w:rFonts w:ascii="Arial" w:eastAsiaTheme="minorEastAsia" w:hAnsi="Arial" w:cs="Arial"/>
                  <w:bCs/>
                  <w:kern w:val="24"/>
                  <w:sz w:val="18"/>
                  <w:szCs w:val="18"/>
                </w:rPr>
                <w:t>https://www.gob.mx/cms/uploads/attachment/file/825149/FF-ASEA-045.pdf</w:t>
              </w:r>
            </w:hyperlink>
            <w:r w:rsidR="00B5205A" w:rsidRPr="00A8030D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 </w:t>
            </w:r>
          </w:p>
        </w:tc>
      </w:tr>
      <w:tr w:rsidR="004A1787" w:rsidRPr="00A8030D" w14:paraId="5AE848D7" w14:textId="77777777" w:rsidTr="009A3DDA">
        <w:trPr>
          <w:trHeight w:val="397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40BBCFA0" w:rsidR="004A1787" w:rsidRPr="00A8030D" w:rsidRDefault="004A1787" w:rsidP="006645A2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2.-Pago de </w:t>
            </w:r>
            <w:r w:rsidR="008C2AF2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aprovechamientos</w:t>
            </w:r>
            <w:r w:rsidR="00CD76CD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71B8B4" w14:textId="00C919BB" w:rsidR="002C4AAF" w:rsidRPr="00A8030D" w:rsidRDefault="004A1787" w:rsidP="000710B9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Pago de aprovechamientos del </w:t>
            </w:r>
            <w:r w:rsidR="000A78AF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Trámite</w:t>
            </w: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ASEA-00-044</w:t>
            </w:r>
            <w:r w:rsidR="000710B9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2BABD3C" w14:textId="77777777" w:rsidR="004A1787" w:rsidRPr="00A8030D" w:rsidRDefault="004A1787" w:rsidP="00824D90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</w:t>
            </w:r>
            <w:r w:rsidR="0072345B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  <w:p w14:paraId="5D5E1F95" w14:textId="77777777" w:rsidR="00C91DDE" w:rsidRPr="00A8030D" w:rsidRDefault="00C91DDE" w:rsidP="0097247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6FBFDBA6" w14:textId="7C95586D" w:rsidR="00972471" w:rsidRPr="00A8030D" w:rsidRDefault="00C91DDE" w:rsidP="0097247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Nota: </w:t>
            </w:r>
            <w:r w:rsidR="008D2F26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Que incluya los datos correctos del promovente.</w:t>
            </w:r>
          </w:p>
        </w:tc>
        <w:tc>
          <w:tcPr>
            <w:tcW w:w="20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4A1787" w:rsidRPr="00A8030D" w:rsidRDefault="004A1787" w:rsidP="004A1787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----</w:t>
            </w:r>
          </w:p>
        </w:tc>
      </w:tr>
      <w:tr w:rsidR="00C57C26" w:rsidRPr="00A8030D" w14:paraId="5570CBE5" w14:textId="77777777" w:rsidTr="009A3DDA">
        <w:trPr>
          <w:trHeight w:val="397"/>
        </w:trPr>
        <w:tc>
          <w:tcPr>
            <w:tcW w:w="212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E5F244B" w14:textId="77777777" w:rsidR="00C57C26" w:rsidRPr="00A8030D" w:rsidRDefault="00C57C26" w:rsidP="006645A2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01CA0" w14:textId="4974B7BE" w:rsidR="00C57C26" w:rsidRPr="00A8030D" w:rsidRDefault="00C57C26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Hoja de ayuda</w:t>
            </w:r>
            <w:r w:rsidR="00A50FE1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656F59F" w14:textId="77777777" w:rsidR="00C57C26" w:rsidRPr="00A8030D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119CA41" w14:textId="77777777" w:rsidR="00C57C26" w:rsidRPr="00A8030D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</w:tr>
      <w:tr w:rsidR="00C57C26" w:rsidRPr="00A8030D" w14:paraId="586F1160" w14:textId="77777777" w:rsidTr="009A3DDA">
        <w:trPr>
          <w:trHeight w:val="397"/>
        </w:trPr>
        <w:tc>
          <w:tcPr>
            <w:tcW w:w="212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78397" w14:textId="77777777" w:rsidR="00C57C26" w:rsidRPr="00A8030D" w:rsidRDefault="00C57C26" w:rsidP="006645A2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FE8B5" w14:textId="6D052B85" w:rsidR="00C57C26" w:rsidRPr="00A8030D" w:rsidRDefault="00C57C26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Formato e5cinco.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F5214" w14:textId="77777777" w:rsidR="00C57C26" w:rsidRPr="00A8030D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CA4E8" w14:textId="77777777" w:rsidR="00C57C26" w:rsidRPr="00A8030D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</w:tr>
      <w:tr w:rsidR="000524C3" w:rsidRPr="00A8030D" w14:paraId="5344A63D" w14:textId="77777777" w:rsidTr="008C2AF2">
        <w:trPr>
          <w:trHeight w:val="585"/>
        </w:trPr>
        <w:tc>
          <w:tcPr>
            <w:tcW w:w="212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B7BA71" w14:textId="5671AAF5" w:rsidR="000524C3" w:rsidRPr="00A8030D" w:rsidRDefault="000524C3" w:rsidP="006645A2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3.-Poder notarial</w:t>
            </w:r>
            <w:r w:rsidR="00237BC0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del representante</w:t>
            </w:r>
            <w:r w:rsidR="005D3893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o apoderado</w:t>
            </w:r>
            <w:r w:rsidR="00237BC0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</w:t>
            </w:r>
            <w:r w:rsidR="005D3893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legal</w:t>
            </w:r>
            <w:r w:rsidR="00CD76CD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885D4" w14:textId="572ACD54" w:rsidR="000524C3" w:rsidRPr="00A8030D" w:rsidRDefault="000524C3" w:rsidP="000524C3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733BEF" w14:textId="3983410F" w:rsidR="000524C3" w:rsidRPr="00A8030D" w:rsidRDefault="000524C3" w:rsidP="000524C3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</w:t>
            </w:r>
            <w:r w:rsidR="00E362EC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o copia certificada para cotejo</w:t>
            </w:r>
            <w:r w:rsidR="0072345B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  <w:p w14:paraId="62B2C465" w14:textId="28ED64DD" w:rsidR="000524C3" w:rsidRPr="00A8030D" w:rsidRDefault="000524C3" w:rsidP="000524C3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Copia simple</w:t>
            </w:r>
            <w:r w:rsidR="0009406D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o digital</w:t>
            </w:r>
            <w:r w:rsidR="0072345B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03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5413C" w14:textId="4BDD91C9" w:rsidR="000524C3" w:rsidRPr="00A8030D" w:rsidRDefault="000524C3" w:rsidP="000524C3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----</w:t>
            </w:r>
          </w:p>
        </w:tc>
      </w:tr>
      <w:tr w:rsidR="00B80EDD" w:rsidRPr="00A8030D" w14:paraId="767FBD85" w14:textId="77777777" w:rsidTr="008C2AF2">
        <w:trPr>
          <w:trHeight w:val="585"/>
        </w:trPr>
        <w:tc>
          <w:tcPr>
            <w:tcW w:w="212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F3E5E" w14:textId="1D4FFEA9" w:rsidR="00B80EDD" w:rsidRPr="00A8030D" w:rsidRDefault="00B80EDD" w:rsidP="00B80EDD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862F5" w14:textId="39F716AF" w:rsidR="00B80EDD" w:rsidRPr="00A8030D" w:rsidRDefault="00B80EDD" w:rsidP="00B80EDD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1ABA2A" w14:textId="77777777" w:rsidR="00B80EDD" w:rsidRPr="00A8030D" w:rsidRDefault="00B80EDD" w:rsidP="00B80EDD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 o copia certificada para cotejo.</w:t>
            </w:r>
          </w:p>
          <w:p w14:paraId="25BAE94B" w14:textId="7664AA48" w:rsidR="00B80EDD" w:rsidRPr="00A8030D" w:rsidRDefault="00B80EDD" w:rsidP="00B80EDD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949E0B" w14:textId="2ECE9866" w:rsidR="00B80EDD" w:rsidRPr="00A8030D" w:rsidRDefault="00B80EDD" w:rsidP="00B80EDD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----</w:t>
            </w:r>
          </w:p>
        </w:tc>
      </w:tr>
      <w:tr w:rsidR="00313DF2" w:rsidRPr="00A8030D" w14:paraId="3C934E1A" w14:textId="77777777" w:rsidTr="008C2AF2">
        <w:trPr>
          <w:trHeight w:val="585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7CBB1D1" w14:textId="395082CD" w:rsidR="00313DF2" w:rsidRPr="00A8030D" w:rsidRDefault="000B4FF4" w:rsidP="00313DF2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4</w:t>
            </w:r>
            <w:r w:rsidR="00313DF2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.-Acta constitutiva.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60248" w14:textId="0E08C917" w:rsidR="00313DF2" w:rsidRPr="00A8030D" w:rsidRDefault="00313DF2" w:rsidP="00313DF2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Acta Constitutiva de la empresa. (</w:t>
            </w:r>
            <w:r w:rsidRPr="00A8030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Únicamente aplica para personas morales).</w:t>
            </w:r>
          </w:p>
          <w:p w14:paraId="490245A5" w14:textId="77777777" w:rsidR="00313DF2" w:rsidRPr="00A8030D" w:rsidRDefault="00313DF2" w:rsidP="00313DF2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6C717551" w14:textId="0FECDA66" w:rsidR="00313DF2" w:rsidRPr="00A8030D" w:rsidRDefault="00313DF2" w:rsidP="00313DF2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Nota:</w:t>
            </w:r>
            <w:r w:rsidRPr="00A8030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B2B936" w14:textId="77777777" w:rsidR="00313DF2" w:rsidRPr="00A8030D" w:rsidRDefault="00313DF2" w:rsidP="00313DF2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 o copia certificada para cotejo.</w:t>
            </w:r>
          </w:p>
          <w:p w14:paraId="57AE8ED3" w14:textId="3F77F1A2" w:rsidR="00313DF2" w:rsidRPr="00A8030D" w:rsidRDefault="00313DF2" w:rsidP="00313DF2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AA0BCB" w14:textId="46B93AC0" w:rsidR="00313DF2" w:rsidRPr="00A8030D" w:rsidRDefault="00313DF2" w:rsidP="00313DF2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----</w:t>
            </w:r>
          </w:p>
        </w:tc>
      </w:tr>
      <w:tr w:rsidR="00313DF2" w:rsidRPr="00A8030D" w14:paraId="59E36CE0" w14:textId="77777777" w:rsidTr="008C2AF2">
        <w:trPr>
          <w:trHeight w:val="146"/>
        </w:trPr>
        <w:tc>
          <w:tcPr>
            <w:tcW w:w="212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69A954" w14:textId="77777777" w:rsidR="00313DF2" w:rsidRPr="00A8030D" w:rsidRDefault="00313DF2" w:rsidP="00313DF2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F22EA1" w14:textId="77777777" w:rsidR="00313DF2" w:rsidRPr="00A8030D" w:rsidRDefault="00313DF2" w:rsidP="00313DF2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</w:pPr>
            <w:r w:rsidRPr="00A8030D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Contrato social de la constitución de la sociedad y la boleta de inscripción en el Registro Público de Comercio. (Únicamente aplica para Sociedad por acciones simplificada)</w:t>
            </w:r>
          </w:p>
          <w:p w14:paraId="59F377AE" w14:textId="77777777" w:rsidR="00313DF2" w:rsidRPr="00A8030D" w:rsidRDefault="00313DF2" w:rsidP="00313DF2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7C91F0ED" w14:textId="70D3CB85" w:rsidR="00313DF2" w:rsidRPr="00A8030D" w:rsidRDefault="00313DF2" w:rsidP="00313DF2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</w:t>
            </w:r>
            <w:r w:rsidRPr="00A8030D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F082D2" w14:textId="77777777" w:rsidR="00313DF2" w:rsidRPr="00A8030D" w:rsidRDefault="00313DF2" w:rsidP="00313DF2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49F95808" w14:textId="0AD784F0" w:rsidR="00313DF2" w:rsidRPr="00A8030D" w:rsidRDefault="00313DF2" w:rsidP="00313DF2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B312C1" w14:textId="6B139FA4" w:rsidR="00313DF2" w:rsidRPr="00A8030D" w:rsidRDefault="00313DF2" w:rsidP="00313DF2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----</w:t>
            </w:r>
          </w:p>
        </w:tc>
      </w:tr>
      <w:tr w:rsidR="00D078C5" w:rsidRPr="00A8030D" w14:paraId="63964718" w14:textId="77777777" w:rsidTr="008C2AF2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8C3EFE" w14:textId="058224C5" w:rsidR="00D078C5" w:rsidRPr="00A8030D" w:rsidRDefault="00D078C5" w:rsidP="006645A2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5.-Cédula de identificación fiscal.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594DB9" w14:textId="77777777" w:rsidR="00D078C5" w:rsidRPr="00A8030D" w:rsidRDefault="00D078C5" w:rsidP="00D078C5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  <w:lang w:val="es-ES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  <w:lang w:val="es-ES"/>
              </w:rPr>
              <w:t>Cédula de identificación fiscal, expedida por la Secretaría de Hacienda y Crédito Público.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077591" w14:textId="73B1C4F0" w:rsidR="00D078C5" w:rsidRPr="00A8030D" w:rsidRDefault="00D078C5" w:rsidP="00D078C5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Copia simple</w:t>
            </w:r>
            <w:r w:rsidR="00C32155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o digital</w:t>
            </w:r>
            <w:r w:rsidR="0072345B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620D5" w14:textId="4053F851" w:rsidR="00D078C5" w:rsidRPr="00A8030D" w:rsidRDefault="00D078C5" w:rsidP="00D078C5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D078C5" w:rsidRPr="00A8030D" w14:paraId="5567D076" w14:textId="77777777" w:rsidTr="008C2AF2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325B02" w14:textId="736767D5" w:rsidR="00D078C5" w:rsidRPr="00A8030D" w:rsidRDefault="00D078C5" w:rsidP="006645A2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8"/>
                <w:szCs w:val="18"/>
              </w:rPr>
            </w:pPr>
            <w:r w:rsidRPr="00A8030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6.-Declaratoria por promovente</w:t>
            </w:r>
            <w:r w:rsidR="00824D90" w:rsidRPr="00A8030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DA15CD" w14:textId="6164B0B1" w:rsidR="00D078C5" w:rsidRPr="00A8030D" w:rsidRDefault="00D078C5" w:rsidP="00D078C5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  <w:lang w:val="es-ES"/>
              </w:rPr>
              <w:t>Declaratoria de no existencia de conflicto de interés.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83042F" w14:textId="01EE73C1" w:rsidR="00D078C5" w:rsidRPr="00A8030D" w:rsidRDefault="00D078C5" w:rsidP="00824D90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</w:t>
            </w:r>
            <w:r w:rsidR="00CC10F9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o digital</w:t>
            </w:r>
            <w:r w:rsidR="0072345B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444716" w14:textId="7835D4D9" w:rsidR="00D078C5" w:rsidRPr="00A8030D" w:rsidRDefault="00D078C5" w:rsidP="008D657D">
            <w:pPr>
              <w:tabs>
                <w:tab w:val="left" w:pos="709"/>
              </w:tabs>
              <w:spacing w:after="0"/>
              <w:ind w:right="-67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Escrito libre conforme al Art. 8 fracción VII de lo</w:t>
            </w:r>
            <w:r w:rsidRPr="00A8030D"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</w:rPr>
              <w:t>s</w:t>
            </w:r>
            <w:r w:rsidRPr="00A8030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Lineamientos de Terceros o utilizar el formato publicado en la página ASEA.</w:t>
            </w:r>
          </w:p>
        </w:tc>
      </w:tr>
      <w:tr w:rsidR="00602033" w:rsidRPr="00A8030D" w14:paraId="388D74E5" w14:textId="77777777" w:rsidTr="008C2AF2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BE6F36B" w14:textId="639B48F9" w:rsidR="00602033" w:rsidRPr="00A8030D" w:rsidRDefault="00F04608" w:rsidP="006645A2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7. </w:t>
            </w:r>
            <w:r w:rsidR="005D53AB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Tarifas y precios</w:t>
            </w:r>
            <w:r w:rsidR="008D632A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1532DA" w14:textId="5DB13C6B" w:rsidR="00602033" w:rsidRPr="00A8030D" w:rsidRDefault="00602033" w:rsidP="00D078C5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8030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Las tarifas y precios que aplicará en la prestación de sus servicios, así como la metodología implementada para determinarlos, incluyendo los factores, índices y variables utilizadas, bajo un procedimiento transparente basado en costos.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CAD03" w14:textId="49F6A3EE" w:rsidR="00602033" w:rsidRPr="00A8030D" w:rsidRDefault="00602033" w:rsidP="00FE6C24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</w:t>
            </w:r>
            <w:r w:rsidR="00F04608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o digital</w:t>
            </w: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6216F" w14:textId="59FF05EC" w:rsidR="00602033" w:rsidRPr="00A8030D" w:rsidRDefault="00602033" w:rsidP="00D078C5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602033" w:rsidRPr="00A8030D" w14:paraId="6FB11302" w14:textId="77777777" w:rsidTr="008C2AF2">
        <w:trPr>
          <w:trHeight w:val="70"/>
        </w:trPr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98D2F51" w14:textId="6C413D79" w:rsidR="00602033" w:rsidRPr="00A8030D" w:rsidRDefault="00FE22DB" w:rsidP="000B4FF4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lastRenderedPageBreak/>
              <w:t xml:space="preserve">8. </w:t>
            </w:r>
            <w:r w:rsidR="005D53AB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Plan de negocios</w:t>
            </w:r>
            <w:r w:rsidR="008D632A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D1283" w14:textId="35AAB6F2" w:rsidR="00602033" w:rsidRPr="00A8030D" w:rsidRDefault="00602033" w:rsidP="00FE6C24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8030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El plan de negocios para los siguientes doce meses a partir de que sea ingresada la solicitud, con la justificación respectiva; incluyendo, entre otros, una estimación de los servicios que llevará a cabo como Tercero Aprobado, y de la infraestructura que utilizará para ello.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C0E7F" w14:textId="7E5F2B2C" w:rsidR="00602033" w:rsidRPr="00A8030D" w:rsidRDefault="00FE22DB" w:rsidP="00FE6C24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 o digital</w:t>
            </w:r>
            <w:r w:rsidR="00602033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4EEFC" w14:textId="3F08DBA4" w:rsidR="00602033" w:rsidRPr="00A8030D" w:rsidRDefault="00602033" w:rsidP="00FE6C24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7028BD" w:rsidRPr="00A8030D" w14:paraId="0060652B" w14:textId="77777777" w:rsidTr="008C2AF2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902EA" w14:textId="1A8CC49A" w:rsidR="007028BD" w:rsidRPr="00A8030D" w:rsidRDefault="007028BD" w:rsidP="000B4FF4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9. Metodología para llevar a cabo la Evaluación de la Conformidad</w:t>
            </w:r>
            <w:r w:rsidR="008D632A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1A84C" w14:textId="14064ED2" w:rsidR="007028BD" w:rsidRPr="00A8030D" w:rsidRDefault="007028BD" w:rsidP="007028BD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8030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La metodología que se utilizará para realizar la evaluación de la conformidad de la Norma </w:t>
            </w:r>
            <w:r w:rsidR="003A4AA5" w:rsidRPr="00A8030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t</w:t>
            </w:r>
            <w:r w:rsidR="004B1F92" w:rsidRPr="00A8030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ransferida.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2248E" w14:textId="0A3D06FD" w:rsidR="007028BD" w:rsidRPr="00A8030D" w:rsidRDefault="007028BD" w:rsidP="007028BD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13739" w14:textId="51DEF034" w:rsidR="007028BD" w:rsidRPr="00A8030D" w:rsidRDefault="007028BD" w:rsidP="007028BD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6A7E38" w:rsidRPr="00A8030D" w14:paraId="0B856329" w14:textId="77777777" w:rsidTr="008C2AF2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99EEA" w14:textId="6BC8DC91" w:rsidR="006A7E38" w:rsidRPr="00A8030D" w:rsidRDefault="000B4FF4" w:rsidP="000B4FF4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10</w:t>
            </w:r>
            <w:r w:rsidR="006A7E38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 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24934" w14:textId="1E792618" w:rsidR="006A7E38" w:rsidRPr="00A8030D" w:rsidRDefault="00C87464" w:rsidP="006A7E3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Acreditación como Unidad de Inspección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F33B2" w14:textId="71B15AFC" w:rsidR="006A7E38" w:rsidRPr="00A8030D" w:rsidRDefault="006A7E38" w:rsidP="006A7E3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 o</w:t>
            </w:r>
            <w:r w:rsidR="00576FCF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copia simple o</w:t>
            </w: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F0B67" w14:textId="70B1DB9F" w:rsidR="006A7E38" w:rsidRPr="00A8030D" w:rsidRDefault="006A7E38" w:rsidP="006A7E3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AE73E2" w:rsidRPr="00A8030D" w14:paraId="00B01CAF" w14:textId="77777777" w:rsidTr="00AE73E2">
        <w:trPr>
          <w:trHeight w:val="609"/>
        </w:trPr>
        <w:tc>
          <w:tcPr>
            <w:tcW w:w="9969" w:type="dxa"/>
            <w:gridSpan w:val="4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95B0E5" w14:textId="3144866A" w:rsidR="00AE73E2" w:rsidRPr="00A8030D" w:rsidRDefault="00AE73E2" w:rsidP="00AE73E2">
            <w:pPr>
              <w:tabs>
                <w:tab w:val="left" w:pos="709"/>
              </w:tabs>
              <w:spacing w:after="0"/>
              <w:ind w:left="224" w:right="-67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11.-</w:t>
            </w:r>
            <w:r w:rsidRPr="00A8030D">
              <w:rPr>
                <w:rFonts w:ascii="Arial" w:eastAsiaTheme="minorEastAsia" w:hAnsi="Arial" w:cs="Arial"/>
                <w:b/>
                <w:kern w:val="24"/>
                <w:sz w:val="18"/>
                <w:szCs w:val="18"/>
              </w:rPr>
              <w:t>Requisitos que apliquen</w:t>
            </w: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por tipo de </w:t>
            </w:r>
            <w:r w:rsidR="00BC346F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“</w:t>
            </w:r>
            <w:r w:rsidRPr="00A8030D">
              <w:rPr>
                <w:rFonts w:ascii="Arial" w:eastAsiaTheme="minorEastAsia" w:hAnsi="Arial" w:cs="Arial"/>
                <w:b/>
                <w:kern w:val="24"/>
                <w:sz w:val="18"/>
                <w:szCs w:val="18"/>
              </w:rPr>
              <w:t>Convocatoria o Acuerdo</w:t>
            </w:r>
            <w:r w:rsidR="00BC346F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”</w:t>
            </w: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en la </w:t>
            </w:r>
            <w:r w:rsidRPr="00A8030D">
              <w:rPr>
                <w:rFonts w:ascii="Arial" w:eastAsiaTheme="minorEastAsia" w:hAnsi="Arial" w:cs="Arial"/>
                <w:b/>
                <w:kern w:val="24"/>
                <w:sz w:val="18"/>
                <w:szCs w:val="18"/>
              </w:rPr>
              <w:t>Norma transferida</w:t>
            </w:r>
            <w:r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en la que desea ser </w:t>
            </w:r>
            <w:r w:rsidR="00EB6D96" w:rsidRPr="00A8030D">
              <w:rPr>
                <w:rFonts w:ascii="Arial" w:eastAsiaTheme="minorEastAsia" w:hAnsi="Arial" w:cs="Arial"/>
                <w:b/>
                <w:kern w:val="24"/>
                <w:sz w:val="18"/>
                <w:szCs w:val="18"/>
              </w:rPr>
              <w:t>A</w:t>
            </w:r>
            <w:r w:rsidRPr="00A8030D">
              <w:rPr>
                <w:rFonts w:ascii="Arial" w:eastAsiaTheme="minorEastAsia" w:hAnsi="Arial" w:cs="Arial"/>
                <w:b/>
                <w:kern w:val="24"/>
                <w:sz w:val="18"/>
                <w:szCs w:val="18"/>
              </w:rPr>
              <w:t>probado</w:t>
            </w:r>
            <w:r w:rsidR="00EB6D96" w:rsidRPr="00A8030D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por la </w:t>
            </w:r>
            <w:r w:rsidR="00BC346F" w:rsidRPr="00A8030D">
              <w:rPr>
                <w:rFonts w:ascii="Arial" w:hAnsi="Arial" w:cs="Arial"/>
                <w:sz w:val="18"/>
                <w:szCs w:val="18"/>
                <w:lang w:val="es-ES"/>
              </w:rPr>
              <w:t>Agencia Nacional de Seguridad Industrial y de Protección al Medio Ambiente del Sector Hidrocarburos.</w:t>
            </w:r>
          </w:p>
        </w:tc>
      </w:tr>
      <w:tr w:rsidR="00D078C5" w:rsidRPr="00A8030D" w14:paraId="20FFF3F4" w14:textId="77777777" w:rsidTr="00B5205A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D557B0" w14:textId="77777777" w:rsidR="00D078C5" w:rsidRPr="00A8030D" w:rsidRDefault="00D078C5" w:rsidP="00D078C5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8030D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Lineamientos de Terceros:</w:t>
            </w:r>
          </w:p>
          <w:p w14:paraId="16CBBC35" w14:textId="6C91CA82" w:rsidR="00D078C5" w:rsidRPr="00A8030D" w:rsidRDefault="00D078C5" w:rsidP="00D078C5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8"/>
                <w:szCs w:val="18"/>
              </w:rPr>
            </w:pPr>
            <w:r w:rsidRPr="00A8030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A8030D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DOF: 17/04/2023</w:t>
            </w:r>
            <w:r w:rsidRPr="00A8030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</w:tc>
      </w:tr>
      <w:tr w:rsidR="00D078C5" w:rsidRPr="00A8030D" w14:paraId="79A6FDA4" w14:textId="77777777" w:rsidTr="00B5205A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35DD2C" w14:textId="77777777" w:rsidR="00D078C5" w:rsidRPr="00A8030D" w:rsidRDefault="00D078C5" w:rsidP="00D078C5">
            <w:pPr>
              <w:pStyle w:val="NormalWeb"/>
              <w:spacing w:before="0" w:beforeAutospacing="0" w:after="120" w:afterAutospacing="0"/>
              <w:ind w:left="227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8030D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Notas:</w:t>
            </w:r>
          </w:p>
          <w:p w14:paraId="0EDE5142" w14:textId="77777777" w:rsidR="00D078C5" w:rsidRPr="00A8030D" w:rsidRDefault="00D078C5" w:rsidP="00D078C5">
            <w:pPr>
              <w:pStyle w:val="NormalWeb"/>
              <w:numPr>
                <w:ilvl w:val="0"/>
                <w:numId w:val="25"/>
              </w:numPr>
              <w:spacing w:before="0" w:beforeAutospacing="0" w:after="60" w:afterAutospacing="0"/>
              <w:ind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8030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01E00AE6" w14:textId="77777777" w:rsidR="00D078C5" w:rsidRPr="00A8030D" w:rsidRDefault="00D078C5" w:rsidP="00D078C5">
            <w:pPr>
              <w:pStyle w:val="NormalWeb"/>
              <w:numPr>
                <w:ilvl w:val="0"/>
                <w:numId w:val="25"/>
              </w:numPr>
              <w:spacing w:before="0" w:beforeAutospacing="0" w:after="60" w:afterAutospacing="0"/>
              <w:ind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8030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0C21383D" w14:textId="538DCD56" w:rsidR="00D078C5" w:rsidRPr="00A8030D" w:rsidRDefault="00D078C5" w:rsidP="00D078C5">
            <w:pPr>
              <w:pStyle w:val="NormalWeb"/>
              <w:numPr>
                <w:ilvl w:val="0"/>
                <w:numId w:val="25"/>
              </w:numPr>
              <w:spacing w:before="0" w:beforeAutospacing="0" w:after="60" w:afterAutospacing="0"/>
              <w:ind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8030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En la medida de lo posible evitar el uso de carpetas y </w:t>
            </w:r>
            <w:r w:rsidRPr="00A8030D">
              <w:rPr>
                <w:rFonts w:ascii="Arial" w:eastAsiaTheme="minorEastAsia" w:hAnsi="Arial" w:cs="Arial"/>
                <w:kern w:val="24"/>
                <w:sz w:val="18"/>
                <w:szCs w:val="18"/>
              </w:rPr>
              <w:t>protectores de plásticos</w:t>
            </w:r>
            <w:r w:rsidRPr="00A8030D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  <w:p w14:paraId="79847762" w14:textId="77777777" w:rsidR="00D078C5" w:rsidRPr="00A8030D" w:rsidRDefault="00D078C5" w:rsidP="00D078C5">
            <w:pPr>
              <w:pStyle w:val="NormalWeb"/>
              <w:numPr>
                <w:ilvl w:val="0"/>
                <w:numId w:val="25"/>
              </w:numPr>
              <w:spacing w:before="0" w:beforeAutospacing="0" w:after="60" w:afterAutospacing="0"/>
              <w:ind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8030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ASEA.</w:t>
            </w:r>
          </w:p>
          <w:p w14:paraId="08532B0B" w14:textId="7E2E550F" w:rsidR="00EA137B" w:rsidRPr="00A8030D" w:rsidRDefault="00EA137B" w:rsidP="00D078C5">
            <w:pPr>
              <w:pStyle w:val="NormalWeb"/>
              <w:numPr>
                <w:ilvl w:val="0"/>
                <w:numId w:val="25"/>
              </w:numPr>
              <w:spacing w:before="0" w:beforeAutospacing="0" w:after="60" w:afterAutospacing="0"/>
              <w:ind w:right="-11"/>
              <w:jc w:val="both"/>
              <w:textAlignment w:val="center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8030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Revisar cada requisito solicitado en la Convocatoria para la cual solicita la Aprobación y en los Lineamientos de Terceros.</w:t>
            </w:r>
          </w:p>
        </w:tc>
      </w:tr>
    </w:tbl>
    <w:p w14:paraId="2FB3A195" w14:textId="77777777" w:rsidR="0019005F" w:rsidRPr="00A8030D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A8030D" w:rsidSect="006645A2">
      <w:headerReference w:type="default" r:id="rId12"/>
      <w:footerReference w:type="default" r:id="rId13"/>
      <w:pgSz w:w="12240" w:h="15840" w:code="1"/>
      <w:pgMar w:top="1134" w:right="1134" w:bottom="1134" w:left="1134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A706D" w14:textId="77777777" w:rsidR="0018655B" w:rsidRDefault="0018655B" w:rsidP="00DC0B28">
      <w:pPr>
        <w:spacing w:after="0"/>
      </w:pPr>
      <w:r>
        <w:separator/>
      </w:r>
    </w:p>
  </w:endnote>
  <w:endnote w:type="continuationSeparator" w:id="0">
    <w:p w14:paraId="2177EE1E" w14:textId="77777777" w:rsidR="0018655B" w:rsidRDefault="0018655B" w:rsidP="00DC0B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3119" w14:textId="6E3B0456" w:rsidR="00934CD3" w:rsidRDefault="00743952">
    <w:pPr>
      <w:pStyle w:val="Piedepgina"/>
      <w:jc w:val="center"/>
    </w:pPr>
    <w:r w:rsidRPr="00DF68EE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E4B004" wp14:editId="1F87AA76">
              <wp:simplePos x="0" y="0"/>
              <wp:positionH relativeFrom="page">
                <wp:posOffset>3463730</wp:posOffset>
              </wp:positionH>
              <wp:positionV relativeFrom="paragraph">
                <wp:posOffset>97204</wp:posOffset>
              </wp:positionV>
              <wp:extent cx="926123" cy="252046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6123" cy="2520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CD617A" w14:textId="747708A5" w:rsidR="00DF68EE" w:rsidRPr="004D6E3A" w:rsidRDefault="00DF68EE" w:rsidP="00743952">
                          <w:pPr>
                            <w:jc w:val="right"/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4D6E3A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Página </w:t>
                          </w:r>
                          <w:r w:rsidRPr="004D6E3A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4D6E3A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4D6E3A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4D6E3A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8"/>
                              <w:szCs w:val="18"/>
                            </w:rPr>
                            <w:t>1</w:t>
                          </w:r>
                          <w:r w:rsidRPr="004D6E3A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4D6E3A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de </w:t>
                          </w:r>
                          <w:r w:rsidRPr="004D6E3A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4D6E3A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instrText xml:space="preserve"> SECTIONPAGES   \* MERGEFORMAT </w:instrText>
                          </w:r>
                          <w:r w:rsidRPr="004D6E3A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E4ECC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8"/>
                              <w:szCs w:val="18"/>
                            </w:rPr>
                            <w:t>2</w:t>
                          </w:r>
                          <w:r w:rsidRPr="004D6E3A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4B004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6" type="#_x0000_t202" style="position:absolute;left:0;text-align:left;margin-left:272.75pt;margin-top:7.65pt;width:72.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" filled="f" stroked="f" strokeweight=".5pt">
              <v:textbox>
                <w:txbxContent>
                  <w:p w14:paraId="58CD617A" w14:textId="747708A5" w:rsidR="00DF68EE" w:rsidRPr="004D6E3A" w:rsidRDefault="00DF68EE" w:rsidP="00743952">
                    <w:pPr>
                      <w:jc w:val="right"/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</w:pPr>
                    <w:r w:rsidRPr="004D6E3A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t xml:space="preserve">Página </w:t>
                    </w:r>
                    <w:r w:rsidRPr="004D6E3A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begin"/>
                    </w:r>
                    <w:r w:rsidRPr="004D6E3A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4D6E3A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separate"/>
                    </w:r>
                    <w:r w:rsidRPr="004D6E3A">
                      <w:rPr>
                        <w:rFonts w:ascii="Arial" w:hAnsi="Arial" w:cs="Arial"/>
                        <w:noProof/>
                        <w:color w:val="404040" w:themeColor="text1" w:themeTint="BF"/>
                        <w:sz w:val="18"/>
                        <w:szCs w:val="18"/>
                      </w:rPr>
                      <w:t>1</w:t>
                    </w:r>
                    <w:r w:rsidRPr="004D6E3A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end"/>
                    </w:r>
                    <w:r w:rsidRPr="004D6E3A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t xml:space="preserve"> de </w:t>
                    </w:r>
                    <w:r w:rsidRPr="004D6E3A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begin"/>
                    </w:r>
                    <w:r w:rsidRPr="004D6E3A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instrText xml:space="preserve"> SECTIONPAGES   \* MERGEFORMAT </w:instrText>
                    </w:r>
                    <w:r w:rsidRPr="004D6E3A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separate"/>
                    </w:r>
                    <w:r w:rsidR="00AE4ECC">
                      <w:rPr>
                        <w:rFonts w:ascii="Arial" w:hAnsi="Arial" w:cs="Arial"/>
                        <w:noProof/>
                        <w:color w:val="404040" w:themeColor="text1" w:themeTint="BF"/>
                        <w:sz w:val="18"/>
                        <w:szCs w:val="18"/>
                      </w:rPr>
                      <w:t>2</w:t>
                    </w:r>
                    <w:r w:rsidRPr="004D6E3A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sdt>
      <w:sdtPr>
        <w:id w:val="-1428192872"/>
        <w:docPartObj>
          <w:docPartGallery w:val="Page Numbers (Bottom of Page)"/>
          <w:docPartUnique/>
        </w:docPartObj>
      </w:sdtPr>
      <w:sdtEndPr/>
      <w:sdtContent>
        <w:sdt>
          <w:sdtPr>
            <w:id w:val="190496355"/>
            <w:docPartObj>
              <w:docPartGallery w:val="Page Numbers (Top of Page)"/>
              <w:docPartUnique/>
            </w:docPartObj>
          </w:sdtPr>
          <w:sdtEndPr/>
          <w:sdtContent/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51028" w14:textId="77777777" w:rsidR="0018655B" w:rsidRDefault="0018655B" w:rsidP="00DC0B28">
      <w:pPr>
        <w:spacing w:after="0"/>
      </w:pPr>
      <w:r>
        <w:separator/>
      </w:r>
    </w:p>
  </w:footnote>
  <w:footnote w:type="continuationSeparator" w:id="0">
    <w:p w14:paraId="375BDD1D" w14:textId="77777777" w:rsidR="0018655B" w:rsidRDefault="0018655B" w:rsidP="00DC0B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35539D" w:rsidRPr="0035539D" w14:paraId="6E9C3CB3" w14:textId="77777777" w:rsidTr="004B7008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67A585A" w14:textId="19629097" w:rsidR="004A1787" w:rsidRPr="0035539D" w:rsidRDefault="004A1787" w:rsidP="004A1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35539D">
            <w:rPr>
              <w:rFonts w:ascii="Arial" w:hAnsi="Arial" w:cs="Arial"/>
              <w:bCs/>
              <w:sz w:val="16"/>
              <w:szCs w:val="16"/>
            </w:rPr>
            <w:t>Fecha de actualización</w:t>
          </w:r>
          <w:r w:rsidR="00401B36" w:rsidRPr="0035539D">
            <w:rPr>
              <w:rFonts w:ascii="Arial" w:hAnsi="Arial" w:cs="Arial"/>
              <w:bCs/>
              <w:sz w:val="16"/>
              <w:szCs w:val="16"/>
            </w:rPr>
            <w:t>:</w:t>
          </w:r>
          <w:r w:rsidRPr="0035539D">
            <w:rPr>
              <w:rFonts w:ascii="Arial" w:hAnsi="Arial" w:cs="Arial"/>
              <w:bCs/>
              <w:sz w:val="16"/>
              <w:szCs w:val="16"/>
            </w:rPr>
            <w:t xml:space="preserve"> </w:t>
          </w:r>
          <w:r w:rsidR="009E7544" w:rsidRPr="0035539D">
            <w:rPr>
              <w:rFonts w:ascii="Arial" w:hAnsi="Arial" w:cs="Arial"/>
              <w:bCs/>
              <w:sz w:val="16"/>
              <w:szCs w:val="16"/>
            </w:rPr>
            <w:t>09/10</w:t>
          </w:r>
          <w:r w:rsidRPr="0035539D">
            <w:rPr>
              <w:rFonts w:ascii="Arial" w:hAnsi="Arial" w:cs="Arial"/>
              <w:bCs/>
              <w:sz w:val="16"/>
              <w:szCs w:val="16"/>
            </w:rPr>
            <w:t>/2023</w:t>
          </w:r>
        </w:p>
      </w:tc>
    </w:tr>
  </w:tbl>
  <w:p w14:paraId="344DC8B0" w14:textId="77777777" w:rsidR="00EB6D96" w:rsidRPr="0035539D" w:rsidRDefault="008C4A3E" w:rsidP="00F35221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35539D">
      <w:rPr>
        <w:rFonts w:ascii="Arial" w:hAnsi="Arial" w:cs="Arial"/>
        <w:b/>
        <w:sz w:val="20"/>
        <w:szCs w:val="20"/>
      </w:rPr>
      <w:t>ESTRUCTURA Y ORDEN DE LAS SOLICITUDES</w:t>
    </w:r>
    <w:r w:rsidR="00841D03" w:rsidRPr="0035539D">
      <w:rPr>
        <w:rFonts w:ascii="Arial" w:hAnsi="Arial" w:cs="Arial"/>
        <w:b/>
        <w:sz w:val="20"/>
        <w:szCs w:val="20"/>
      </w:rPr>
      <w:t xml:space="preserve"> DE APROBACIÓN </w:t>
    </w:r>
  </w:p>
  <w:p w14:paraId="1EF2426E" w14:textId="02528F3D" w:rsidR="00CE7D3B" w:rsidRPr="0035539D" w:rsidRDefault="00841D03" w:rsidP="00F35221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35539D">
      <w:rPr>
        <w:rFonts w:ascii="Arial" w:hAnsi="Arial" w:cs="Arial"/>
        <w:b/>
        <w:sz w:val="20"/>
        <w:szCs w:val="20"/>
      </w:rPr>
      <w:t>EN NORMAS TRASFERIDAS</w:t>
    </w:r>
    <w:r w:rsidR="0087542C" w:rsidRPr="0035539D">
      <w:rPr>
        <w:rFonts w:ascii="Arial" w:hAnsi="Arial" w:cs="Arial"/>
        <w:b/>
        <w:sz w:val="20"/>
        <w:szCs w:val="20"/>
      </w:rPr>
      <w:t xml:space="preserve"> A LA ASEA</w:t>
    </w:r>
  </w:p>
  <w:p w14:paraId="1503ED02" w14:textId="37844C0E" w:rsidR="00934CD3" w:rsidRPr="0087542C" w:rsidRDefault="00934CD3" w:rsidP="00CE7D3B">
    <w:pPr>
      <w:tabs>
        <w:tab w:val="left" w:pos="709"/>
      </w:tabs>
      <w:spacing w:after="0"/>
      <w:jc w:val="center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2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3" w15:restartNumberingAfterBreak="0">
    <w:nsid w:val="7B775BC3"/>
    <w:multiLevelType w:val="hybridMultilevel"/>
    <w:tmpl w:val="D5A80966"/>
    <w:lvl w:ilvl="0" w:tplc="0B10C9A2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2110152203">
    <w:abstractNumId w:val="17"/>
  </w:num>
  <w:num w:numId="2" w16cid:durableId="1118992582">
    <w:abstractNumId w:val="0"/>
  </w:num>
  <w:num w:numId="3" w16cid:durableId="59330060">
    <w:abstractNumId w:val="7"/>
  </w:num>
  <w:num w:numId="4" w16cid:durableId="1131823997">
    <w:abstractNumId w:val="9"/>
  </w:num>
  <w:num w:numId="5" w16cid:durableId="2054692329">
    <w:abstractNumId w:val="6"/>
  </w:num>
  <w:num w:numId="6" w16cid:durableId="270556967">
    <w:abstractNumId w:val="3"/>
  </w:num>
  <w:num w:numId="7" w16cid:durableId="1433359435">
    <w:abstractNumId w:val="1"/>
  </w:num>
  <w:num w:numId="8" w16cid:durableId="262417702">
    <w:abstractNumId w:val="15"/>
  </w:num>
  <w:num w:numId="9" w16cid:durableId="1669869298">
    <w:abstractNumId w:val="10"/>
  </w:num>
  <w:num w:numId="10" w16cid:durableId="14316617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2351706">
    <w:abstractNumId w:val="11"/>
  </w:num>
  <w:num w:numId="12" w16cid:durableId="914775712">
    <w:abstractNumId w:val="12"/>
  </w:num>
  <w:num w:numId="13" w16cid:durableId="202715197">
    <w:abstractNumId w:val="20"/>
  </w:num>
  <w:num w:numId="14" w16cid:durableId="10204709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972021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017508">
    <w:abstractNumId w:val="18"/>
  </w:num>
  <w:num w:numId="17" w16cid:durableId="904877151">
    <w:abstractNumId w:val="19"/>
  </w:num>
  <w:num w:numId="18" w16cid:durableId="1181703435">
    <w:abstractNumId w:val="14"/>
  </w:num>
  <w:num w:numId="19" w16cid:durableId="1487169411">
    <w:abstractNumId w:val="16"/>
  </w:num>
  <w:num w:numId="20" w16cid:durableId="443576032">
    <w:abstractNumId w:val="8"/>
  </w:num>
  <w:num w:numId="21" w16cid:durableId="336805511">
    <w:abstractNumId w:val="22"/>
  </w:num>
  <w:num w:numId="22" w16cid:durableId="788161734">
    <w:abstractNumId w:val="13"/>
  </w:num>
  <w:num w:numId="23" w16cid:durableId="1852526766">
    <w:abstractNumId w:val="8"/>
  </w:num>
  <w:num w:numId="24" w16cid:durableId="12044420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227151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3E9D"/>
    <w:rsid w:val="00007D18"/>
    <w:rsid w:val="000127C7"/>
    <w:rsid w:val="00016749"/>
    <w:rsid w:val="00016BB5"/>
    <w:rsid w:val="00020FEF"/>
    <w:rsid w:val="00021823"/>
    <w:rsid w:val="0002575C"/>
    <w:rsid w:val="00025DDA"/>
    <w:rsid w:val="00027B5A"/>
    <w:rsid w:val="000321AF"/>
    <w:rsid w:val="00033112"/>
    <w:rsid w:val="0003487C"/>
    <w:rsid w:val="00035947"/>
    <w:rsid w:val="00037F1E"/>
    <w:rsid w:val="00045E25"/>
    <w:rsid w:val="000502AD"/>
    <w:rsid w:val="00051045"/>
    <w:rsid w:val="00051E5B"/>
    <w:rsid w:val="000524C3"/>
    <w:rsid w:val="000530CD"/>
    <w:rsid w:val="0006137C"/>
    <w:rsid w:val="000620D4"/>
    <w:rsid w:val="00066553"/>
    <w:rsid w:val="00066D60"/>
    <w:rsid w:val="000710B9"/>
    <w:rsid w:val="00073B64"/>
    <w:rsid w:val="00073D83"/>
    <w:rsid w:val="00074372"/>
    <w:rsid w:val="00074D8E"/>
    <w:rsid w:val="00077054"/>
    <w:rsid w:val="000777C2"/>
    <w:rsid w:val="00080B9D"/>
    <w:rsid w:val="00081C54"/>
    <w:rsid w:val="00081EBB"/>
    <w:rsid w:val="000869E6"/>
    <w:rsid w:val="00091F0D"/>
    <w:rsid w:val="00092E3A"/>
    <w:rsid w:val="000937EB"/>
    <w:rsid w:val="0009406D"/>
    <w:rsid w:val="000955E2"/>
    <w:rsid w:val="00095A67"/>
    <w:rsid w:val="000A24DF"/>
    <w:rsid w:val="000A78AF"/>
    <w:rsid w:val="000B08DF"/>
    <w:rsid w:val="000B0D83"/>
    <w:rsid w:val="000B13CD"/>
    <w:rsid w:val="000B2749"/>
    <w:rsid w:val="000B4FF4"/>
    <w:rsid w:val="000B56AF"/>
    <w:rsid w:val="000B6F41"/>
    <w:rsid w:val="000B7CAD"/>
    <w:rsid w:val="000C0256"/>
    <w:rsid w:val="000C1F98"/>
    <w:rsid w:val="000C223F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641E"/>
    <w:rsid w:val="000F7540"/>
    <w:rsid w:val="000F7E32"/>
    <w:rsid w:val="00100B45"/>
    <w:rsid w:val="001039F4"/>
    <w:rsid w:val="00105A9F"/>
    <w:rsid w:val="00106E17"/>
    <w:rsid w:val="00107561"/>
    <w:rsid w:val="001117C1"/>
    <w:rsid w:val="0011190B"/>
    <w:rsid w:val="00113928"/>
    <w:rsid w:val="001168E8"/>
    <w:rsid w:val="00121595"/>
    <w:rsid w:val="001223CD"/>
    <w:rsid w:val="00122496"/>
    <w:rsid w:val="00125CCD"/>
    <w:rsid w:val="00133B82"/>
    <w:rsid w:val="001340C4"/>
    <w:rsid w:val="00135553"/>
    <w:rsid w:val="00135601"/>
    <w:rsid w:val="001356D9"/>
    <w:rsid w:val="00135D05"/>
    <w:rsid w:val="00136272"/>
    <w:rsid w:val="001367AE"/>
    <w:rsid w:val="00141F1B"/>
    <w:rsid w:val="00142BCD"/>
    <w:rsid w:val="00144FC9"/>
    <w:rsid w:val="0014712D"/>
    <w:rsid w:val="0014727C"/>
    <w:rsid w:val="00150B78"/>
    <w:rsid w:val="001531F1"/>
    <w:rsid w:val="00155C1C"/>
    <w:rsid w:val="001568A4"/>
    <w:rsid w:val="001619AA"/>
    <w:rsid w:val="00161CC4"/>
    <w:rsid w:val="00162004"/>
    <w:rsid w:val="0016256A"/>
    <w:rsid w:val="0016324F"/>
    <w:rsid w:val="0017045D"/>
    <w:rsid w:val="001722C0"/>
    <w:rsid w:val="00172528"/>
    <w:rsid w:val="001748B4"/>
    <w:rsid w:val="00177624"/>
    <w:rsid w:val="00180D1A"/>
    <w:rsid w:val="00181227"/>
    <w:rsid w:val="00181936"/>
    <w:rsid w:val="00185C7D"/>
    <w:rsid w:val="0018655B"/>
    <w:rsid w:val="001865FD"/>
    <w:rsid w:val="0019005F"/>
    <w:rsid w:val="001926FA"/>
    <w:rsid w:val="001971CB"/>
    <w:rsid w:val="001A097E"/>
    <w:rsid w:val="001A196F"/>
    <w:rsid w:val="001A3149"/>
    <w:rsid w:val="001A51C0"/>
    <w:rsid w:val="001A77D6"/>
    <w:rsid w:val="001B068B"/>
    <w:rsid w:val="001B0D00"/>
    <w:rsid w:val="001B7488"/>
    <w:rsid w:val="001B7E8C"/>
    <w:rsid w:val="001C2F9F"/>
    <w:rsid w:val="001C3BEC"/>
    <w:rsid w:val="001C7D38"/>
    <w:rsid w:val="001D0327"/>
    <w:rsid w:val="001D4636"/>
    <w:rsid w:val="001E1C58"/>
    <w:rsid w:val="001E2057"/>
    <w:rsid w:val="001E2BEB"/>
    <w:rsid w:val="001E56E2"/>
    <w:rsid w:val="001F3279"/>
    <w:rsid w:val="001F3A73"/>
    <w:rsid w:val="001F6876"/>
    <w:rsid w:val="001F6DEA"/>
    <w:rsid w:val="00202054"/>
    <w:rsid w:val="0020652E"/>
    <w:rsid w:val="00212641"/>
    <w:rsid w:val="002135DD"/>
    <w:rsid w:val="00220772"/>
    <w:rsid w:val="00220982"/>
    <w:rsid w:val="00221FAE"/>
    <w:rsid w:val="00222CC5"/>
    <w:rsid w:val="002240DC"/>
    <w:rsid w:val="00224337"/>
    <w:rsid w:val="002350F0"/>
    <w:rsid w:val="00237BC0"/>
    <w:rsid w:val="00237F79"/>
    <w:rsid w:val="002442BC"/>
    <w:rsid w:val="0024485A"/>
    <w:rsid w:val="00244DE7"/>
    <w:rsid w:val="002460EB"/>
    <w:rsid w:val="00246BC9"/>
    <w:rsid w:val="00247529"/>
    <w:rsid w:val="00250F7E"/>
    <w:rsid w:val="002543AC"/>
    <w:rsid w:val="0025652F"/>
    <w:rsid w:val="002624EF"/>
    <w:rsid w:val="00266DF8"/>
    <w:rsid w:val="00270302"/>
    <w:rsid w:val="00280D97"/>
    <w:rsid w:val="00280DF6"/>
    <w:rsid w:val="0028177C"/>
    <w:rsid w:val="00283420"/>
    <w:rsid w:val="0029040A"/>
    <w:rsid w:val="00290B7A"/>
    <w:rsid w:val="00291DF4"/>
    <w:rsid w:val="00292841"/>
    <w:rsid w:val="00292AAF"/>
    <w:rsid w:val="00294B3A"/>
    <w:rsid w:val="00295402"/>
    <w:rsid w:val="00296540"/>
    <w:rsid w:val="00296CEA"/>
    <w:rsid w:val="002A20B2"/>
    <w:rsid w:val="002A3103"/>
    <w:rsid w:val="002A51C2"/>
    <w:rsid w:val="002B32EA"/>
    <w:rsid w:val="002B7A74"/>
    <w:rsid w:val="002C1618"/>
    <w:rsid w:val="002C27C0"/>
    <w:rsid w:val="002C2F40"/>
    <w:rsid w:val="002C4AAF"/>
    <w:rsid w:val="002C7DE0"/>
    <w:rsid w:val="002D0B5E"/>
    <w:rsid w:val="002D1A2A"/>
    <w:rsid w:val="002D3966"/>
    <w:rsid w:val="002D5C28"/>
    <w:rsid w:val="002D74AC"/>
    <w:rsid w:val="002E05BC"/>
    <w:rsid w:val="002E0D94"/>
    <w:rsid w:val="002E7038"/>
    <w:rsid w:val="002F297F"/>
    <w:rsid w:val="002F54B8"/>
    <w:rsid w:val="002F5639"/>
    <w:rsid w:val="002F7CEA"/>
    <w:rsid w:val="00302816"/>
    <w:rsid w:val="003034E2"/>
    <w:rsid w:val="003043FA"/>
    <w:rsid w:val="0030457B"/>
    <w:rsid w:val="003050BD"/>
    <w:rsid w:val="0030680C"/>
    <w:rsid w:val="00312592"/>
    <w:rsid w:val="00313DF2"/>
    <w:rsid w:val="00313F08"/>
    <w:rsid w:val="00316597"/>
    <w:rsid w:val="00320C91"/>
    <w:rsid w:val="00321700"/>
    <w:rsid w:val="003224F1"/>
    <w:rsid w:val="00325641"/>
    <w:rsid w:val="00325CDB"/>
    <w:rsid w:val="003316C6"/>
    <w:rsid w:val="0033396B"/>
    <w:rsid w:val="00337778"/>
    <w:rsid w:val="00341BCA"/>
    <w:rsid w:val="00343514"/>
    <w:rsid w:val="00343E5C"/>
    <w:rsid w:val="00345EB4"/>
    <w:rsid w:val="0034750B"/>
    <w:rsid w:val="0035539D"/>
    <w:rsid w:val="00355C38"/>
    <w:rsid w:val="00355E24"/>
    <w:rsid w:val="00357ABA"/>
    <w:rsid w:val="00364AB5"/>
    <w:rsid w:val="00370F7D"/>
    <w:rsid w:val="0037173E"/>
    <w:rsid w:val="00373594"/>
    <w:rsid w:val="0037431A"/>
    <w:rsid w:val="00380D16"/>
    <w:rsid w:val="00386454"/>
    <w:rsid w:val="00390695"/>
    <w:rsid w:val="00392A64"/>
    <w:rsid w:val="00393263"/>
    <w:rsid w:val="003941A3"/>
    <w:rsid w:val="00395A4D"/>
    <w:rsid w:val="003966CC"/>
    <w:rsid w:val="00396822"/>
    <w:rsid w:val="003A35FE"/>
    <w:rsid w:val="003A4AA5"/>
    <w:rsid w:val="003A4E58"/>
    <w:rsid w:val="003A5106"/>
    <w:rsid w:val="003A6215"/>
    <w:rsid w:val="003B18BC"/>
    <w:rsid w:val="003B1B78"/>
    <w:rsid w:val="003B2451"/>
    <w:rsid w:val="003B3B58"/>
    <w:rsid w:val="003C0C90"/>
    <w:rsid w:val="003C2623"/>
    <w:rsid w:val="003C5D96"/>
    <w:rsid w:val="003C77E9"/>
    <w:rsid w:val="003D13C3"/>
    <w:rsid w:val="003D539D"/>
    <w:rsid w:val="003D69CE"/>
    <w:rsid w:val="003E05BB"/>
    <w:rsid w:val="003E06D1"/>
    <w:rsid w:val="003E10B3"/>
    <w:rsid w:val="003E2717"/>
    <w:rsid w:val="003F4D26"/>
    <w:rsid w:val="003F4FAF"/>
    <w:rsid w:val="00400D4F"/>
    <w:rsid w:val="00400F33"/>
    <w:rsid w:val="00401B36"/>
    <w:rsid w:val="00402459"/>
    <w:rsid w:val="00405540"/>
    <w:rsid w:val="00410F99"/>
    <w:rsid w:val="00415839"/>
    <w:rsid w:val="00421F4D"/>
    <w:rsid w:val="00426428"/>
    <w:rsid w:val="004274B3"/>
    <w:rsid w:val="00430D50"/>
    <w:rsid w:val="00431EBD"/>
    <w:rsid w:val="00433085"/>
    <w:rsid w:val="00434783"/>
    <w:rsid w:val="0043518E"/>
    <w:rsid w:val="00436BAB"/>
    <w:rsid w:val="00441ADD"/>
    <w:rsid w:val="00446736"/>
    <w:rsid w:val="004469C3"/>
    <w:rsid w:val="00452F6B"/>
    <w:rsid w:val="0045480B"/>
    <w:rsid w:val="004561EA"/>
    <w:rsid w:val="00457B4E"/>
    <w:rsid w:val="0046163B"/>
    <w:rsid w:val="00462618"/>
    <w:rsid w:val="00470D0F"/>
    <w:rsid w:val="0048029B"/>
    <w:rsid w:val="00480C04"/>
    <w:rsid w:val="00482342"/>
    <w:rsid w:val="004846D4"/>
    <w:rsid w:val="0048510F"/>
    <w:rsid w:val="00486225"/>
    <w:rsid w:val="0049035C"/>
    <w:rsid w:val="00490EDE"/>
    <w:rsid w:val="00495C07"/>
    <w:rsid w:val="004A0630"/>
    <w:rsid w:val="004A12A8"/>
    <w:rsid w:val="004A1787"/>
    <w:rsid w:val="004A1F4A"/>
    <w:rsid w:val="004A4395"/>
    <w:rsid w:val="004A6DD0"/>
    <w:rsid w:val="004B1F92"/>
    <w:rsid w:val="004B5D00"/>
    <w:rsid w:val="004B5D8A"/>
    <w:rsid w:val="004C3104"/>
    <w:rsid w:val="004C52DF"/>
    <w:rsid w:val="004D0788"/>
    <w:rsid w:val="004D4F10"/>
    <w:rsid w:val="004D6107"/>
    <w:rsid w:val="004D68DB"/>
    <w:rsid w:val="004D6E3A"/>
    <w:rsid w:val="004E0F7B"/>
    <w:rsid w:val="004E15AE"/>
    <w:rsid w:val="004E3E6B"/>
    <w:rsid w:val="004E739F"/>
    <w:rsid w:val="004F15CE"/>
    <w:rsid w:val="004F32F4"/>
    <w:rsid w:val="004F4691"/>
    <w:rsid w:val="004F46B9"/>
    <w:rsid w:val="004F6D21"/>
    <w:rsid w:val="00500125"/>
    <w:rsid w:val="00505CA6"/>
    <w:rsid w:val="00507A85"/>
    <w:rsid w:val="00510729"/>
    <w:rsid w:val="00510768"/>
    <w:rsid w:val="00512D35"/>
    <w:rsid w:val="00512D6F"/>
    <w:rsid w:val="00516DCD"/>
    <w:rsid w:val="00520BBD"/>
    <w:rsid w:val="00523021"/>
    <w:rsid w:val="00524FFF"/>
    <w:rsid w:val="005271D2"/>
    <w:rsid w:val="005276EB"/>
    <w:rsid w:val="0053273B"/>
    <w:rsid w:val="00533BDE"/>
    <w:rsid w:val="005347DC"/>
    <w:rsid w:val="00537A45"/>
    <w:rsid w:val="00540139"/>
    <w:rsid w:val="0054680B"/>
    <w:rsid w:val="005508F8"/>
    <w:rsid w:val="00553417"/>
    <w:rsid w:val="005551B7"/>
    <w:rsid w:val="00560F8F"/>
    <w:rsid w:val="00561122"/>
    <w:rsid w:val="00564432"/>
    <w:rsid w:val="005674C4"/>
    <w:rsid w:val="00576FCF"/>
    <w:rsid w:val="0058168B"/>
    <w:rsid w:val="005830E8"/>
    <w:rsid w:val="005860E5"/>
    <w:rsid w:val="00586EC6"/>
    <w:rsid w:val="00593F3E"/>
    <w:rsid w:val="005A0BBD"/>
    <w:rsid w:val="005A19CF"/>
    <w:rsid w:val="005A2882"/>
    <w:rsid w:val="005A5397"/>
    <w:rsid w:val="005A6C5D"/>
    <w:rsid w:val="005B0651"/>
    <w:rsid w:val="005B3964"/>
    <w:rsid w:val="005C1D03"/>
    <w:rsid w:val="005C1FA1"/>
    <w:rsid w:val="005D1320"/>
    <w:rsid w:val="005D21B4"/>
    <w:rsid w:val="005D3893"/>
    <w:rsid w:val="005D4980"/>
    <w:rsid w:val="005D53AB"/>
    <w:rsid w:val="005D6661"/>
    <w:rsid w:val="005E28DB"/>
    <w:rsid w:val="005E41DF"/>
    <w:rsid w:val="005E5F67"/>
    <w:rsid w:val="005E6C6B"/>
    <w:rsid w:val="005E6F9C"/>
    <w:rsid w:val="005F33D9"/>
    <w:rsid w:val="005F3E6D"/>
    <w:rsid w:val="005F4074"/>
    <w:rsid w:val="005F555E"/>
    <w:rsid w:val="005F6086"/>
    <w:rsid w:val="005F799B"/>
    <w:rsid w:val="00602033"/>
    <w:rsid w:val="0060301B"/>
    <w:rsid w:val="006139F8"/>
    <w:rsid w:val="00613A78"/>
    <w:rsid w:val="00615ABC"/>
    <w:rsid w:val="00616543"/>
    <w:rsid w:val="00616646"/>
    <w:rsid w:val="00623388"/>
    <w:rsid w:val="006238FF"/>
    <w:rsid w:val="006242B9"/>
    <w:rsid w:val="00627E3A"/>
    <w:rsid w:val="00631C5D"/>
    <w:rsid w:val="006329A5"/>
    <w:rsid w:val="00635310"/>
    <w:rsid w:val="00641611"/>
    <w:rsid w:val="00642EB7"/>
    <w:rsid w:val="00645158"/>
    <w:rsid w:val="006472EC"/>
    <w:rsid w:val="0065296F"/>
    <w:rsid w:val="00652C57"/>
    <w:rsid w:val="00655DD2"/>
    <w:rsid w:val="006577BB"/>
    <w:rsid w:val="0066344F"/>
    <w:rsid w:val="006645A2"/>
    <w:rsid w:val="0066513B"/>
    <w:rsid w:val="00665C78"/>
    <w:rsid w:val="00666DD6"/>
    <w:rsid w:val="00671F96"/>
    <w:rsid w:val="0067245E"/>
    <w:rsid w:val="00673726"/>
    <w:rsid w:val="00683884"/>
    <w:rsid w:val="006859E6"/>
    <w:rsid w:val="00687B1A"/>
    <w:rsid w:val="00687DCC"/>
    <w:rsid w:val="006906BB"/>
    <w:rsid w:val="00693E17"/>
    <w:rsid w:val="00694740"/>
    <w:rsid w:val="006951A0"/>
    <w:rsid w:val="006953AC"/>
    <w:rsid w:val="00695584"/>
    <w:rsid w:val="0069735A"/>
    <w:rsid w:val="00697732"/>
    <w:rsid w:val="006A1F4C"/>
    <w:rsid w:val="006A218A"/>
    <w:rsid w:val="006A7E38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4E6"/>
    <w:rsid w:val="007028BD"/>
    <w:rsid w:val="00702EC9"/>
    <w:rsid w:val="00703E26"/>
    <w:rsid w:val="00703E75"/>
    <w:rsid w:val="007060D3"/>
    <w:rsid w:val="00711B1A"/>
    <w:rsid w:val="00711B6F"/>
    <w:rsid w:val="00713FFF"/>
    <w:rsid w:val="00715987"/>
    <w:rsid w:val="0072345B"/>
    <w:rsid w:val="00723BD6"/>
    <w:rsid w:val="007332A1"/>
    <w:rsid w:val="007376F8"/>
    <w:rsid w:val="00737A44"/>
    <w:rsid w:val="007403AD"/>
    <w:rsid w:val="0074279C"/>
    <w:rsid w:val="00742D78"/>
    <w:rsid w:val="00743952"/>
    <w:rsid w:val="00751EF5"/>
    <w:rsid w:val="00753AB0"/>
    <w:rsid w:val="00754979"/>
    <w:rsid w:val="007572B6"/>
    <w:rsid w:val="007574F5"/>
    <w:rsid w:val="00760409"/>
    <w:rsid w:val="00761A8A"/>
    <w:rsid w:val="00762BF0"/>
    <w:rsid w:val="00763BF5"/>
    <w:rsid w:val="00764E8D"/>
    <w:rsid w:val="00766CCB"/>
    <w:rsid w:val="00772775"/>
    <w:rsid w:val="00772848"/>
    <w:rsid w:val="00775AFB"/>
    <w:rsid w:val="00776069"/>
    <w:rsid w:val="00776309"/>
    <w:rsid w:val="00777C2A"/>
    <w:rsid w:val="00780304"/>
    <w:rsid w:val="0078355B"/>
    <w:rsid w:val="0078405E"/>
    <w:rsid w:val="00790B96"/>
    <w:rsid w:val="00795920"/>
    <w:rsid w:val="0079693B"/>
    <w:rsid w:val="00796FFC"/>
    <w:rsid w:val="007978E6"/>
    <w:rsid w:val="007A1650"/>
    <w:rsid w:val="007A20D0"/>
    <w:rsid w:val="007A3AE1"/>
    <w:rsid w:val="007B0706"/>
    <w:rsid w:val="007B1634"/>
    <w:rsid w:val="007B2937"/>
    <w:rsid w:val="007B2DF1"/>
    <w:rsid w:val="007B3D62"/>
    <w:rsid w:val="007B4270"/>
    <w:rsid w:val="007B7394"/>
    <w:rsid w:val="007C1834"/>
    <w:rsid w:val="007C6431"/>
    <w:rsid w:val="007D34C7"/>
    <w:rsid w:val="007D6B6B"/>
    <w:rsid w:val="007D6C9E"/>
    <w:rsid w:val="007D7645"/>
    <w:rsid w:val="007E157C"/>
    <w:rsid w:val="007E24C1"/>
    <w:rsid w:val="007E29EE"/>
    <w:rsid w:val="007E49C1"/>
    <w:rsid w:val="007E5F54"/>
    <w:rsid w:val="007E6238"/>
    <w:rsid w:val="007F2C31"/>
    <w:rsid w:val="007F5319"/>
    <w:rsid w:val="00800351"/>
    <w:rsid w:val="00805C49"/>
    <w:rsid w:val="00812860"/>
    <w:rsid w:val="00814B5D"/>
    <w:rsid w:val="00815F63"/>
    <w:rsid w:val="00822075"/>
    <w:rsid w:val="008246D4"/>
    <w:rsid w:val="00824D90"/>
    <w:rsid w:val="00825B6D"/>
    <w:rsid w:val="008302C6"/>
    <w:rsid w:val="00831302"/>
    <w:rsid w:val="008328FD"/>
    <w:rsid w:val="0084015D"/>
    <w:rsid w:val="00841D03"/>
    <w:rsid w:val="00842880"/>
    <w:rsid w:val="00846C25"/>
    <w:rsid w:val="00852BD0"/>
    <w:rsid w:val="0086262A"/>
    <w:rsid w:val="0086289F"/>
    <w:rsid w:val="00862DCF"/>
    <w:rsid w:val="008643FD"/>
    <w:rsid w:val="0086662D"/>
    <w:rsid w:val="00867F4C"/>
    <w:rsid w:val="0087452C"/>
    <w:rsid w:val="0087542C"/>
    <w:rsid w:val="00881500"/>
    <w:rsid w:val="008818A6"/>
    <w:rsid w:val="00882754"/>
    <w:rsid w:val="008829FC"/>
    <w:rsid w:val="00882E64"/>
    <w:rsid w:val="008835F9"/>
    <w:rsid w:val="00883A81"/>
    <w:rsid w:val="00885B01"/>
    <w:rsid w:val="00886660"/>
    <w:rsid w:val="00886D2F"/>
    <w:rsid w:val="0089060A"/>
    <w:rsid w:val="00892FC1"/>
    <w:rsid w:val="008932FA"/>
    <w:rsid w:val="008A0155"/>
    <w:rsid w:val="008A26AA"/>
    <w:rsid w:val="008A450B"/>
    <w:rsid w:val="008A5205"/>
    <w:rsid w:val="008A7642"/>
    <w:rsid w:val="008B489F"/>
    <w:rsid w:val="008B5EB6"/>
    <w:rsid w:val="008B7CFF"/>
    <w:rsid w:val="008C2AF2"/>
    <w:rsid w:val="008C4A3E"/>
    <w:rsid w:val="008C56ED"/>
    <w:rsid w:val="008C7D5F"/>
    <w:rsid w:val="008D0F58"/>
    <w:rsid w:val="008D1C1E"/>
    <w:rsid w:val="008D2F26"/>
    <w:rsid w:val="008D3076"/>
    <w:rsid w:val="008D31FF"/>
    <w:rsid w:val="008D632A"/>
    <w:rsid w:val="008D657D"/>
    <w:rsid w:val="008D7980"/>
    <w:rsid w:val="008E0E37"/>
    <w:rsid w:val="008E41B4"/>
    <w:rsid w:val="008F1CDF"/>
    <w:rsid w:val="008F207F"/>
    <w:rsid w:val="008F5A33"/>
    <w:rsid w:val="008F5DF5"/>
    <w:rsid w:val="008F6551"/>
    <w:rsid w:val="008F6C93"/>
    <w:rsid w:val="009018B4"/>
    <w:rsid w:val="00903A8D"/>
    <w:rsid w:val="00906787"/>
    <w:rsid w:val="0091529B"/>
    <w:rsid w:val="00916124"/>
    <w:rsid w:val="00920100"/>
    <w:rsid w:val="00921B48"/>
    <w:rsid w:val="00921D23"/>
    <w:rsid w:val="00923748"/>
    <w:rsid w:val="00923B16"/>
    <w:rsid w:val="009275A2"/>
    <w:rsid w:val="00930088"/>
    <w:rsid w:val="00931F68"/>
    <w:rsid w:val="009325B6"/>
    <w:rsid w:val="00934CD3"/>
    <w:rsid w:val="009416B8"/>
    <w:rsid w:val="0094277C"/>
    <w:rsid w:val="00943738"/>
    <w:rsid w:val="00943C02"/>
    <w:rsid w:val="00945525"/>
    <w:rsid w:val="00946107"/>
    <w:rsid w:val="00952AA8"/>
    <w:rsid w:val="009568A2"/>
    <w:rsid w:val="00956F4B"/>
    <w:rsid w:val="0096157E"/>
    <w:rsid w:val="00962948"/>
    <w:rsid w:val="00963800"/>
    <w:rsid w:val="00967240"/>
    <w:rsid w:val="00971587"/>
    <w:rsid w:val="00972471"/>
    <w:rsid w:val="009800D2"/>
    <w:rsid w:val="0098078F"/>
    <w:rsid w:val="009831BD"/>
    <w:rsid w:val="009834C8"/>
    <w:rsid w:val="00990318"/>
    <w:rsid w:val="00994830"/>
    <w:rsid w:val="009A0812"/>
    <w:rsid w:val="009A3DDA"/>
    <w:rsid w:val="009A5B17"/>
    <w:rsid w:val="009B08F8"/>
    <w:rsid w:val="009B1052"/>
    <w:rsid w:val="009B223B"/>
    <w:rsid w:val="009B4213"/>
    <w:rsid w:val="009B4D57"/>
    <w:rsid w:val="009C2A63"/>
    <w:rsid w:val="009C3AD7"/>
    <w:rsid w:val="009C4CD1"/>
    <w:rsid w:val="009C648F"/>
    <w:rsid w:val="009C71D0"/>
    <w:rsid w:val="009D23AE"/>
    <w:rsid w:val="009D766A"/>
    <w:rsid w:val="009D7CC7"/>
    <w:rsid w:val="009E0BAC"/>
    <w:rsid w:val="009E517F"/>
    <w:rsid w:val="009E52D3"/>
    <w:rsid w:val="009E74C7"/>
    <w:rsid w:val="009E7544"/>
    <w:rsid w:val="00A02931"/>
    <w:rsid w:val="00A03C45"/>
    <w:rsid w:val="00A04873"/>
    <w:rsid w:val="00A13A78"/>
    <w:rsid w:val="00A209C4"/>
    <w:rsid w:val="00A25AC0"/>
    <w:rsid w:val="00A25D89"/>
    <w:rsid w:val="00A309B2"/>
    <w:rsid w:val="00A3355E"/>
    <w:rsid w:val="00A33B82"/>
    <w:rsid w:val="00A34952"/>
    <w:rsid w:val="00A352EA"/>
    <w:rsid w:val="00A4007A"/>
    <w:rsid w:val="00A41B1E"/>
    <w:rsid w:val="00A43411"/>
    <w:rsid w:val="00A47E90"/>
    <w:rsid w:val="00A50FE1"/>
    <w:rsid w:val="00A51E31"/>
    <w:rsid w:val="00A548E3"/>
    <w:rsid w:val="00A561EB"/>
    <w:rsid w:val="00A61402"/>
    <w:rsid w:val="00A654E5"/>
    <w:rsid w:val="00A8030D"/>
    <w:rsid w:val="00A85F74"/>
    <w:rsid w:val="00A86448"/>
    <w:rsid w:val="00A90A8D"/>
    <w:rsid w:val="00A91AED"/>
    <w:rsid w:val="00A95091"/>
    <w:rsid w:val="00A95848"/>
    <w:rsid w:val="00A95E58"/>
    <w:rsid w:val="00A96352"/>
    <w:rsid w:val="00A96C0B"/>
    <w:rsid w:val="00AA1156"/>
    <w:rsid w:val="00AA76DD"/>
    <w:rsid w:val="00AA7E37"/>
    <w:rsid w:val="00AB1859"/>
    <w:rsid w:val="00AB2808"/>
    <w:rsid w:val="00AB2B29"/>
    <w:rsid w:val="00AB2B3A"/>
    <w:rsid w:val="00AB533D"/>
    <w:rsid w:val="00AB64FD"/>
    <w:rsid w:val="00AB6FFA"/>
    <w:rsid w:val="00AB72BA"/>
    <w:rsid w:val="00AC1850"/>
    <w:rsid w:val="00AC74FD"/>
    <w:rsid w:val="00AC7FDF"/>
    <w:rsid w:val="00AD018C"/>
    <w:rsid w:val="00AD07CD"/>
    <w:rsid w:val="00AD32C1"/>
    <w:rsid w:val="00AE0E59"/>
    <w:rsid w:val="00AE2434"/>
    <w:rsid w:val="00AE25AA"/>
    <w:rsid w:val="00AE4ECC"/>
    <w:rsid w:val="00AE73E2"/>
    <w:rsid w:val="00AF2287"/>
    <w:rsid w:val="00AF2835"/>
    <w:rsid w:val="00AF3422"/>
    <w:rsid w:val="00AF3CC7"/>
    <w:rsid w:val="00AF72F1"/>
    <w:rsid w:val="00B02401"/>
    <w:rsid w:val="00B026DC"/>
    <w:rsid w:val="00B07790"/>
    <w:rsid w:val="00B11664"/>
    <w:rsid w:val="00B11CDA"/>
    <w:rsid w:val="00B13CA1"/>
    <w:rsid w:val="00B21EAB"/>
    <w:rsid w:val="00B22F35"/>
    <w:rsid w:val="00B25BB9"/>
    <w:rsid w:val="00B269D2"/>
    <w:rsid w:val="00B2787F"/>
    <w:rsid w:val="00B27DD1"/>
    <w:rsid w:val="00B322BB"/>
    <w:rsid w:val="00B33139"/>
    <w:rsid w:val="00B3453A"/>
    <w:rsid w:val="00B35360"/>
    <w:rsid w:val="00B355D1"/>
    <w:rsid w:val="00B413B9"/>
    <w:rsid w:val="00B428FF"/>
    <w:rsid w:val="00B46143"/>
    <w:rsid w:val="00B46AD1"/>
    <w:rsid w:val="00B5050F"/>
    <w:rsid w:val="00B5205A"/>
    <w:rsid w:val="00B52CF9"/>
    <w:rsid w:val="00B578A6"/>
    <w:rsid w:val="00B61C06"/>
    <w:rsid w:val="00B63780"/>
    <w:rsid w:val="00B6673D"/>
    <w:rsid w:val="00B67144"/>
    <w:rsid w:val="00B704D6"/>
    <w:rsid w:val="00B717B4"/>
    <w:rsid w:val="00B731D1"/>
    <w:rsid w:val="00B80EDD"/>
    <w:rsid w:val="00B81824"/>
    <w:rsid w:val="00B929E2"/>
    <w:rsid w:val="00BA0F5B"/>
    <w:rsid w:val="00BA3123"/>
    <w:rsid w:val="00BA5173"/>
    <w:rsid w:val="00BA542A"/>
    <w:rsid w:val="00BB1BE7"/>
    <w:rsid w:val="00BB1CC4"/>
    <w:rsid w:val="00BB2349"/>
    <w:rsid w:val="00BB56E0"/>
    <w:rsid w:val="00BB6098"/>
    <w:rsid w:val="00BC1E8B"/>
    <w:rsid w:val="00BC2140"/>
    <w:rsid w:val="00BC26AF"/>
    <w:rsid w:val="00BC346F"/>
    <w:rsid w:val="00BD58DA"/>
    <w:rsid w:val="00BD7B7D"/>
    <w:rsid w:val="00BE0C75"/>
    <w:rsid w:val="00BE33E7"/>
    <w:rsid w:val="00BE4E91"/>
    <w:rsid w:val="00BE52A3"/>
    <w:rsid w:val="00BE7C51"/>
    <w:rsid w:val="00BF26CA"/>
    <w:rsid w:val="00BF6F90"/>
    <w:rsid w:val="00BF73FA"/>
    <w:rsid w:val="00BF7B77"/>
    <w:rsid w:val="00C00AAD"/>
    <w:rsid w:val="00C04024"/>
    <w:rsid w:val="00C0628F"/>
    <w:rsid w:val="00C0720E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73D7"/>
    <w:rsid w:val="00C31A8E"/>
    <w:rsid w:val="00C31F2E"/>
    <w:rsid w:val="00C32155"/>
    <w:rsid w:val="00C339CB"/>
    <w:rsid w:val="00C36947"/>
    <w:rsid w:val="00C42927"/>
    <w:rsid w:val="00C43C99"/>
    <w:rsid w:val="00C443E8"/>
    <w:rsid w:val="00C46CF2"/>
    <w:rsid w:val="00C47DCA"/>
    <w:rsid w:val="00C50CE2"/>
    <w:rsid w:val="00C5167D"/>
    <w:rsid w:val="00C527E9"/>
    <w:rsid w:val="00C52D09"/>
    <w:rsid w:val="00C53D9C"/>
    <w:rsid w:val="00C550A2"/>
    <w:rsid w:val="00C56212"/>
    <w:rsid w:val="00C5795A"/>
    <w:rsid w:val="00C57C26"/>
    <w:rsid w:val="00C61C40"/>
    <w:rsid w:val="00C659D4"/>
    <w:rsid w:val="00C660F9"/>
    <w:rsid w:val="00C6657A"/>
    <w:rsid w:val="00C66C64"/>
    <w:rsid w:val="00C72AD9"/>
    <w:rsid w:val="00C74D3C"/>
    <w:rsid w:val="00C81F1F"/>
    <w:rsid w:val="00C81FB9"/>
    <w:rsid w:val="00C87464"/>
    <w:rsid w:val="00C91DDE"/>
    <w:rsid w:val="00C92DB0"/>
    <w:rsid w:val="00C93E3D"/>
    <w:rsid w:val="00C9710D"/>
    <w:rsid w:val="00CA354E"/>
    <w:rsid w:val="00CA3809"/>
    <w:rsid w:val="00CA3C9C"/>
    <w:rsid w:val="00CA7E53"/>
    <w:rsid w:val="00CB07C0"/>
    <w:rsid w:val="00CB1980"/>
    <w:rsid w:val="00CB2314"/>
    <w:rsid w:val="00CB5E88"/>
    <w:rsid w:val="00CB72E0"/>
    <w:rsid w:val="00CB7B0C"/>
    <w:rsid w:val="00CB7BFE"/>
    <w:rsid w:val="00CC0672"/>
    <w:rsid w:val="00CC10F9"/>
    <w:rsid w:val="00CC1AE5"/>
    <w:rsid w:val="00CC37E8"/>
    <w:rsid w:val="00CC4221"/>
    <w:rsid w:val="00CC5819"/>
    <w:rsid w:val="00CC5B51"/>
    <w:rsid w:val="00CC5E29"/>
    <w:rsid w:val="00CC73BD"/>
    <w:rsid w:val="00CD0D1B"/>
    <w:rsid w:val="00CD34B8"/>
    <w:rsid w:val="00CD61C9"/>
    <w:rsid w:val="00CD76CD"/>
    <w:rsid w:val="00CE05D2"/>
    <w:rsid w:val="00CE0D97"/>
    <w:rsid w:val="00CE5BEB"/>
    <w:rsid w:val="00CE7D3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078C5"/>
    <w:rsid w:val="00D11327"/>
    <w:rsid w:val="00D11340"/>
    <w:rsid w:val="00D126C2"/>
    <w:rsid w:val="00D1532B"/>
    <w:rsid w:val="00D24501"/>
    <w:rsid w:val="00D35BD9"/>
    <w:rsid w:val="00D40ACA"/>
    <w:rsid w:val="00D4231C"/>
    <w:rsid w:val="00D427D1"/>
    <w:rsid w:val="00D42868"/>
    <w:rsid w:val="00D4655B"/>
    <w:rsid w:val="00D46998"/>
    <w:rsid w:val="00D5090E"/>
    <w:rsid w:val="00D50BBC"/>
    <w:rsid w:val="00D5291E"/>
    <w:rsid w:val="00D5329E"/>
    <w:rsid w:val="00D53882"/>
    <w:rsid w:val="00D550A9"/>
    <w:rsid w:val="00D61B8A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3EFA"/>
    <w:rsid w:val="00D842F5"/>
    <w:rsid w:val="00D914C0"/>
    <w:rsid w:val="00D91F99"/>
    <w:rsid w:val="00DA27AE"/>
    <w:rsid w:val="00DA5A7E"/>
    <w:rsid w:val="00DB004E"/>
    <w:rsid w:val="00DB1B2B"/>
    <w:rsid w:val="00DB5FFF"/>
    <w:rsid w:val="00DC0B28"/>
    <w:rsid w:val="00DC1211"/>
    <w:rsid w:val="00DC1C9A"/>
    <w:rsid w:val="00DC311E"/>
    <w:rsid w:val="00DC7519"/>
    <w:rsid w:val="00DC7929"/>
    <w:rsid w:val="00DD04C5"/>
    <w:rsid w:val="00DD2139"/>
    <w:rsid w:val="00DD24A8"/>
    <w:rsid w:val="00DD70D4"/>
    <w:rsid w:val="00DE21DC"/>
    <w:rsid w:val="00DE378C"/>
    <w:rsid w:val="00DE411C"/>
    <w:rsid w:val="00DE6B3A"/>
    <w:rsid w:val="00DE6B7C"/>
    <w:rsid w:val="00DF0559"/>
    <w:rsid w:val="00DF2C72"/>
    <w:rsid w:val="00DF3A1D"/>
    <w:rsid w:val="00DF4210"/>
    <w:rsid w:val="00DF5B83"/>
    <w:rsid w:val="00DF68EE"/>
    <w:rsid w:val="00DF69F9"/>
    <w:rsid w:val="00E02E83"/>
    <w:rsid w:val="00E048C4"/>
    <w:rsid w:val="00E073B6"/>
    <w:rsid w:val="00E112C9"/>
    <w:rsid w:val="00E1167B"/>
    <w:rsid w:val="00E121B7"/>
    <w:rsid w:val="00E15180"/>
    <w:rsid w:val="00E15191"/>
    <w:rsid w:val="00E15629"/>
    <w:rsid w:val="00E16530"/>
    <w:rsid w:val="00E2096D"/>
    <w:rsid w:val="00E2174A"/>
    <w:rsid w:val="00E306D5"/>
    <w:rsid w:val="00E317E3"/>
    <w:rsid w:val="00E31E75"/>
    <w:rsid w:val="00E362EC"/>
    <w:rsid w:val="00E41C34"/>
    <w:rsid w:val="00E41EFD"/>
    <w:rsid w:val="00E5146F"/>
    <w:rsid w:val="00E74A73"/>
    <w:rsid w:val="00E771A6"/>
    <w:rsid w:val="00E77ACB"/>
    <w:rsid w:val="00E81371"/>
    <w:rsid w:val="00E82250"/>
    <w:rsid w:val="00E825DC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137B"/>
    <w:rsid w:val="00EA3E9C"/>
    <w:rsid w:val="00EB403E"/>
    <w:rsid w:val="00EB4AB9"/>
    <w:rsid w:val="00EB6D96"/>
    <w:rsid w:val="00EC1833"/>
    <w:rsid w:val="00EC2133"/>
    <w:rsid w:val="00EC356E"/>
    <w:rsid w:val="00EC70B8"/>
    <w:rsid w:val="00ED09BB"/>
    <w:rsid w:val="00ED249E"/>
    <w:rsid w:val="00ED3F31"/>
    <w:rsid w:val="00EE069D"/>
    <w:rsid w:val="00EE09B0"/>
    <w:rsid w:val="00EE152E"/>
    <w:rsid w:val="00EE16FA"/>
    <w:rsid w:val="00EE60CC"/>
    <w:rsid w:val="00EE74D7"/>
    <w:rsid w:val="00EF004F"/>
    <w:rsid w:val="00EF039A"/>
    <w:rsid w:val="00EF0D09"/>
    <w:rsid w:val="00EF1E3B"/>
    <w:rsid w:val="00EF46C0"/>
    <w:rsid w:val="00F00FF1"/>
    <w:rsid w:val="00F036EB"/>
    <w:rsid w:val="00F04608"/>
    <w:rsid w:val="00F04E6D"/>
    <w:rsid w:val="00F051BB"/>
    <w:rsid w:val="00F05C69"/>
    <w:rsid w:val="00F06EAA"/>
    <w:rsid w:val="00F162B9"/>
    <w:rsid w:val="00F2027F"/>
    <w:rsid w:val="00F24EA8"/>
    <w:rsid w:val="00F27D88"/>
    <w:rsid w:val="00F27E1A"/>
    <w:rsid w:val="00F32D46"/>
    <w:rsid w:val="00F32F78"/>
    <w:rsid w:val="00F33FE5"/>
    <w:rsid w:val="00F35221"/>
    <w:rsid w:val="00F407AD"/>
    <w:rsid w:val="00F41B4D"/>
    <w:rsid w:val="00F456D7"/>
    <w:rsid w:val="00F47042"/>
    <w:rsid w:val="00F47F45"/>
    <w:rsid w:val="00F50546"/>
    <w:rsid w:val="00F67813"/>
    <w:rsid w:val="00F72B7F"/>
    <w:rsid w:val="00F72FA2"/>
    <w:rsid w:val="00F77703"/>
    <w:rsid w:val="00F802D0"/>
    <w:rsid w:val="00F85990"/>
    <w:rsid w:val="00F86591"/>
    <w:rsid w:val="00F91382"/>
    <w:rsid w:val="00F95E72"/>
    <w:rsid w:val="00F95F9E"/>
    <w:rsid w:val="00F968FC"/>
    <w:rsid w:val="00FA3165"/>
    <w:rsid w:val="00FA7C4E"/>
    <w:rsid w:val="00FB0B35"/>
    <w:rsid w:val="00FB2ED5"/>
    <w:rsid w:val="00FB50AF"/>
    <w:rsid w:val="00FB5554"/>
    <w:rsid w:val="00FB771A"/>
    <w:rsid w:val="00FC06EE"/>
    <w:rsid w:val="00FC4A30"/>
    <w:rsid w:val="00FD2F53"/>
    <w:rsid w:val="00FD305C"/>
    <w:rsid w:val="00FD5D74"/>
    <w:rsid w:val="00FD7C3A"/>
    <w:rsid w:val="00FE092E"/>
    <w:rsid w:val="00FE22DB"/>
    <w:rsid w:val="00FE31B0"/>
    <w:rsid w:val="00FE6910"/>
    <w:rsid w:val="00FE6C24"/>
    <w:rsid w:val="00FE75FE"/>
    <w:rsid w:val="00FF3933"/>
    <w:rsid w:val="00FF3B6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DF69F9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B5205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A0F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b.mx/cms/uploads/attachment/file/825149/FF-ASEA-045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16A724-1D00-408C-A2FF-AEB9A9344947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3.xml><?xml version="1.0" encoding="utf-8"?>
<ds:datastoreItem xmlns:ds="http://schemas.openxmlformats.org/officeDocument/2006/customXml" ds:itemID="{7AD05FC0-76E2-43CF-95AE-1AD5CCBEF6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812296-818E-4777-9A60-63EB895E4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129</TotalTime>
  <Pages>2</Pages>
  <Words>676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>E-diseñadores</Company>
  <LinksUpToDate>false</LinksUpToDate>
  <CharactersWithSpaces>4386</CharactersWithSpaces>
  <SharedDoc>false</SharedDoc>
  <HLinks>
    <vt:vector size="6" baseType="variant">
      <vt:variant>
        <vt:i4>3670058</vt:i4>
      </vt:variant>
      <vt:variant>
        <vt:i4>0</vt:i4>
      </vt:variant>
      <vt:variant>
        <vt:i4>0</vt:i4>
      </vt:variant>
      <vt:variant>
        <vt:i4>5</vt:i4>
      </vt:variant>
      <vt:variant>
        <vt:lpwstr>http://www.asea.gob.mx/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FHM</dc:creator>
  <cp:lastModifiedBy>Nydia Berenice Chávez Reyes</cp:lastModifiedBy>
  <cp:revision>142</cp:revision>
  <cp:lastPrinted>2017-07-26T20:04:00Z</cp:lastPrinted>
  <dcterms:created xsi:type="dcterms:W3CDTF">2023-06-21T17:45:00Z</dcterms:created>
  <dcterms:modified xsi:type="dcterms:W3CDTF">2023-10-18T23:20:00Z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