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B151AD" w14:textId="140A2FFA" w:rsidR="00AE7C30" w:rsidRDefault="00696FF2" w:rsidP="4505FDC8">
      <w:pPr>
        <w:tabs>
          <w:tab w:val="left" w:pos="709"/>
        </w:tabs>
        <w:spacing w:before="120" w:after="0"/>
        <w:jc w:val="both"/>
        <w:rPr>
          <w:rFonts w:ascii="Arial" w:hAnsi="Arial" w:cs="Arial"/>
          <w:sz w:val="18"/>
          <w:szCs w:val="18"/>
        </w:rPr>
      </w:pPr>
      <w:r w:rsidRPr="4505FDC8">
        <w:rPr>
          <w:rFonts w:ascii="Arial" w:eastAsia="Arial" w:hAnsi="Arial" w:cs="Arial"/>
          <w:color w:val="000000" w:themeColor="text1"/>
          <w:sz w:val="18"/>
          <w:szCs w:val="18"/>
        </w:rPr>
        <w:t xml:space="preserve">Convocatoria dirigida a las Unidades de Inspección interesadas en obtener la Aprobación para realizar la </w:t>
      </w:r>
      <w:r w:rsidR="00E10A43">
        <w:rPr>
          <w:rFonts w:ascii="Arial" w:eastAsia="Arial" w:hAnsi="Arial" w:cs="Arial"/>
          <w:color w:val="000000" w:themeColor="text1"/>
          <w:sz w:val="18"/>
          <w:szCs w:val="18"/>
        </w:rPr>
        <w:t>E</w:t>
      </w:r>
      <w:r w:rsidRPr="4505FDC8">
        <w:rPr>
          <w:rFonts w:ascii="Arial" w:eastAsia="Arial" w:hAnsi="Arial" w:cs="Arial"/>
          <w:color w:val="000000" w:themeColor="text1"/>
          <w:sz w:val="18"/>
          <w:szCs w:val="18"/>
        </w:rPr>
        <w:t xml:space="preserve">valuación de la </w:t>
      </w:r>
      <w:r w:rsidR="00E10A43">
        <w:rPr>
          <w:rFonts w:ascii="Arial" w:eastAsia="Arial" w:hAnsi="Arial" w:cs="Arial"/>
          <w:color w:val="000000" w:themeColor="text1"/>
          <w:sz w:val="18"/>
          <w:szCs w:val="18"/>
        </w:rPr>
        <w:t>C</w:t>
      </w:r>
      <w:r w:rsidRPr="4505FDC8">
        <w:rPr>
          <w:rFonts w:ascii="Arial" w:eastAsia="Arial" w:hAnsi="Arial" w:cs="Arial"/>
          <w:color w:val="000000" w:themeColor="text1"/>
          <w:sz w:val="18"/>
          <w:szCs w:val="18"/>
        </w:rPr>
        <w:t>onformidad de la Norma Oficial Mexicana NOM-008-ASEA-2019, Estaciones de servicio con fin específico para el expendio al público de gas licuado de petróleo, por medio del llenado parcial o total de recipientes portátiles</w:t>
      </w:r>
      <w:r w:rsidR="00AE7C30" w:rsidRPr="4505FDC8">
        <w:rPr>
          <w:rFonts w:ascii="Arial" w:hAnsi="Arial" w:cs="Arial"/>
          <w:sz w:val="18"/>
          <w:szCs w:val="18"/>
        </w:rPr>
        <w:t xml:space="preserve">, conforme al </w:t>
      </w:r>
      <w:r w:rsidRPr="4505FDC8">
        <w:rPr>
          <w:rFonts w:ascii="Arial" w:hAnsi="Arial" w:cs="Arial"/>
          <w:sz w:val="18"/>
          <w:szCs w:val="18"/>
        </w:rPr>
        <w:t>ACUERDO por el cual se reforma la denominación, se modifican, adicionan y derogan diversos numerales de la Convocatoria para obtener la Aprobación como Unidad de Verificación para realizar la evaluación de la conformidad de la Norma Oficial Mexicana NOM-008-ASEA-2019, Estaciones de servicio con fin específico para el expendio al público de gas licuado de petróleo, por medio del llenado parcial o total de recipientes portátiles</w:t>
      </w:r>
      <w:r w:rsidR="00033D80" w:rsidRPr="4505FDC8">
        <w:rPr>
          <w:rFonts w:ascii="Arial" w:hAnsi="Arial" w:cs="Arial"/>
          <w:sz w:val="18"/>
          <w:szCs w:val="18"/>
        </w:rPr>
        <w:t>,</w:t>
      </w:r>
      <w:r w:rsidR="00AE7C30" w:rsidRPr="4505FDC8">
        <w:rPr>
          <w:rFonts w:ascii="Arial" w:hAnsi="Arial" w:cs="Arial"/>
          <w:sz w:val="18"/>
          <w:szCs w:val="18"/>
        </w:rPr>
        <w:t xml:space="preserve"> </w:t>
      </w:r>
      <w:r w:rsidRPr="4505FDC8">
        <w:rPr>
          <w:rFonts w:ascii="Arial" w:hAnsi="Arial" w:cs="Arial"/>
          <w:sz w:val="18"/>
          <w:szCs w:val="18"/>
        </w:rPr>
        <w:t>emitido por la Agencia Nacional de Seguridad Industrial y de Protección al Medio Ambiente del Sector Hidrocarburos</w:t>
      </w:r>
      <w:r w:rsidR="460EC4D0" w:rsidRPr="4505FDC8">
        <w:rPr>
          <w:rFonts w:ascii="Arial" w:hAnsi="Arial" w:cs="Arial"/>
          <w:sz w:val="18"/>
          <w:szCs w:val="18"/>
        </w:rPr>
        <w:t xml:space="preserve"> (Agencia)</w:t>
      </w:r>
      <w:r w:rsidR="002F2370">
        <w:rPr>
          <w:rFonts w:ascii="Arial" w:hAnsi="Arial" w:cs="Arial"/>
          <w:sz w:val="18"/>
          <w:szCs w:val="18"/>
        </w:rPr>
        <w:t>,</w:t>
      </w:r>
      <w:r w:rsidR="00332BF6">
        <w:rPr>
          <w:rFonts w:ascii="Arial" w:hAnsi="Arial" w:cs="Arial"/>
          <w:sz w:val="18"/>
          <w:szCs w:val="18"/>
        </w:rPr>
        <w:t xml:space="preserve"> </w:t>
      </w:r>
      <w:r w:rsidR="00AE7C30" w:rsidRPr="4505FDC8">
        <w:rPr>
          <w:rFonts w:ascii="Arial" w:hAnsi="Arial" w:cs="Arial"/>
          <w:sz w:val="18"/>
          <w:szCs w:val="18"/>
        </w:rPr>
        <w:t xml:space="preserve">publicado en el Diario Oficial de la Federación el </w:t>
      </w:r>
      <w:r w:rsidR="00A7583B" w:rsidRPr="4505FDC8">
        <w:rPr>
          <w:rFonts w:ascii="Arial" w:hAnsi="Arial" w:cs="Arial"/>
          <w:sz w:val="18"/>
          <w:szCs w:val="18"/>
        </w:rPr>
        <w:t>1</w:t>
      </w:r>
      <w:r w:rsidR="00AE7C30" w:rsidRPr="4505FDC8">
        <w:rPr>
          <w:rFonts w:ascii="Arial" w:hAnsi="Arial" w:cs="Arial"/>
          <w:sz w:val="18"/>
          <w:szCs w:val="18"/>
        </w:rPr>
        <w:t xml:space="preserve"> de</w:t>
      </w:r>
      <w:r w:rsidR="00A7583B" w:rsidRPr="4505FDC8">
        <w:rPr>
          <w:rFonts w:ascii="Arial" w:hAnsi="Arial" w:cs="Arial"/>
          <w:sz w:val="18"/>
          <w:szCs w:val="18"/>
        </w:rPr>
        <w:t xml:space="preserve"> abril</w:t>
      </w:r>
      <w:r w:rsidR="00AE7C30" w:rsidRPr="4505FDC8">
        <w:rPr>
          <w:rFonts w:ascii="Arial" w:hAnsi="Arial" w:cs="Arial"/>
          <w:sz w:val="18"/>
          <w:szCs w:val="18"/>
        </w:rPr>
        <w:t xml:space="preserve"> de 20</w:t>
      </w:r>
      <w:r w:rsidR="00E11914" w:rsidRPr="4505FDC8">
        <w:rPr>
          <w:rFonts w:ascii="Arial" w:hAnsi="Arial" w:cs="Arial"/>
          <w:sz w:val="18"/>
          <w:szCs w:val="18"/>
        </w:rPr>
        <w:t>24</w:t>
      </w:r>
      <w:r w:rsidR="00AE7C30" w:rsidRPr="4505FDC8">
        <w:rPr>
          <w:rFonts w:ascii="Arial" w:hAnsi="Arial" w:cs="Arial"/>
          <w:sz w:val="18"/>
          <w:szCs w:val="18"/>
        </w:rPr>
        <w:t>.</w:t>
      </w:r>
    </w:p>
    <w:p w14:paraId="4A8DB67A" w14:textId="17C47B0D" w:rsidR="000C5D2F" w:rsidRDefault="002C1618" w:rsidP="00E05949">
      <w:pPr>
        <w:tabs>
          <w:tab w:val="left" w:pos="709"/>
        </w:tabs>
        <w:spacing w:before="120" w:after="0"/>
        <w:jc w:val="both"/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</w:pPr>
      <w:r w:rsidRPr="00B217B4">
        <w:rPr>
          <w:rStyle w:val="Textoennegrita"/>
          <w:rFonts w:ascii="Arial" w:hAnsi="Arial" w:cs="Arial"/>
          <w:b w:val="0"/>
          <w:bCs w:val="0"/>
          <w:noProof/>
          <w:sz w:val="18"/>
          <w:szCs w:val="18"/>
          <w:shd w:val="clear" w:color="auto" w:fill="FFFFFF"/>
        </w:rPr>
        <w:t>Es conveniente, por principio de orden y para la mejor conducción de la evaluación, que se presente la solicitud integrada como a continuación se indica.</w:t>
      </w:r>
    </w:p>
    <w:p w14:paraId="6BF259D5" w14:textId="77777777" w:rsidR="00B217B4" w:rsidRPr="00B217B4" w:rsidRDefault="00B217B4" w:rsidP="00E05949">
      <w:pPr>
        <w:tabs>
          <w:tab w:val="left" w:pos="709"/>
        </w:tabs>
        <w:spacing w:before="120" w:after="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aconcuadrcula"/>
        <w:tblW w:w="996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 w:firstRow="1" w:lastRow="0" w:firstColumn="1" w:lastColumn="0" w:noHBand="0" w:noVBand="1"/>
      </w:tblPr>
      <w:tblGrid>
        <w:gridCol w:w="2127"/>
        <w:gridCol w:w="2976"/>
        <w:gridCol w:w="2835"/>
        <w:gridCol w:w="2031"/>
      </w:tblGrid>
      <w:tr w:rsidR="00F27E1A" w:rsidRPr="00F7168F" w14:paraId="13280023" w14:textId="77777777" w:rsidTr="4505FDC8">
        <w:trPr>
          <w:trHeight w:val="82"/>
          <w:tblHeader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C0BA225" w14:textId="77777777" w:rsidR="00F27E1A" w:rsidRPr="00F7168F" w:rsidRDefault="00F27E1A">
            <w:pPr>
              <w:pStyle w:val="Ttulo3"/>
              <w:spacing w:before="0" w:line="240" w:lineRule="auto"/>
              <w:ind w:left="227" w:right="-9"/>
              <w:jc w:val="center"/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</w:pPr>
            <w:r w:rsidRPr="00F7168F">
              <w:rPr>
                <w:rFonts w:ascii="Arial" w:hAnsi="Arial" w:cs="Arial"/>
                <w:b/>
                <w:color w:val="auto"/>
                <w:sz w:val="17"/>
                <w:szCs w:val="17"/>
                <w:lang w:val="es-ES_tradnl"/>
              </w:rPr>
              <w:t>SEPARADOR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25584833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CONTENIDO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46D68F70" w14:textId="77777777" w:rsidR="00F27E1A" w:rsidRPr="00F7168F" w:rsidRDefault="00F27E1A">
            <w:pPr>
              <w:tabs>
                <w:tab w:val="left" w:pos="709"/>
              </w:tabs>
              <w:spacing w:after="0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ENTREGABLES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  <w:hideMark/>
          </w:tcPr>
          <w:p w14:paraId="30499D65" w14:textId="77777777" w:rsidR="00F27E1A" w:rsidRPr="00F7168F" w:rsidRDefault="00F27E1A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Calibri" w:hAnsi="Arial" w:cs="Arial"/>
                <w:b/>
                <w:sz w:val="17"/>
                <w:szCs w:val="17"/>
              </w:rPr>
            </w:pPr>
            <w:r w:rsidRPr="00F7168F">
              <w:rPr>
                <w:rFonts w:ascii="Arial" w:eastAsia="Calibri" w:hAnsi="Arial" w:cs="Arial"/>
                <w:b/>
                <w:sz w:val="17"/>
                <w:szCs w:val="17"/>
              </w:rPr>
              <w:t>EN FORMATO</w:t>
            </w:r>
          </w:p>
        </w:tc>
      </w:tr>
      <w:tr w:rsidR="004A1787" w:rsidRPr="00F7168F" w14:paraId="5048D56E" w14:textId="77777777" w:rsidTr="4505FDC8">
        <w:trPr>
          <w:trHeight w:val="379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09A0D65" w14:textId="743343EC" w:rsidR="004A1787" w:rsidRPr="00F7168F" w:rsidRDefault="004A1787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1.-Solicitud de Aprobación</w:t>
            </w:r>
            <w:r w:rsidR="00824D9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1008487" w14:textId="2371DA8C" w:rsidR="004A1787" w:rsidRPr="00F7168F" w:rsidRDefault="004A1787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Formato para la solicitud de A</w:t>
            </w:r>
            <w:r w:rsidR="00B07790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prob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ación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(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Anexo I</w:t>
            </w:r>
            <w:r w:rsidR="00320C91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,</w:t>
            </w:r>
            <w:r w:rsidR="00320C91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FF-ASEA-045</w:t>
            </w:r>
            <w:r w:rsidR="00D078C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</w:rPr>
              <w:t>de los Lineamientos de Terceros</w:t>
            </w:r>
            <w:r w:rsidR="00D078C5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).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5FE03AA" w14:textId="58FBE8D5" w:rsidR="004A1787" w:rsidRPr="00F7168F" w:rsidRDefault="004A1787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C51B3B" w14:textId="77777777" w:rsidR="004A1787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color w:val="2F2F2F"/>
                <w:sz w:val="17"/>
                <w:szCs w:val="17"/>
                <w:shd w:val="clear" w:color="auto" w:fill="FFFFFF"/>
              </w:rPr>
              <w:t>FF-ASEA-045</w:t>
            </w:r>
          </w:p>
          <w:p w14:paraId="6CDF5EE8" w14:textId="020C7E25" w:rsidR="00666DD6" w:rsidRPr="00F7168F" w:rsidRDefault="0070136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hyperlink r:id="rId11" w:history="1">
              <w:r w:rsidR="00B5205A" w:rsidRPr="00F7168F">
                <w:rPr>
                  <w:rStyle w:val="Hipervnculo"/>
                  <w:rFonts w:ascii="Arial" w:eastAsia="Arial" w:hAnsi="Arial" w:cs="Arial"/>
                  <w:kern w:val="24"/>
                  <w:sz w:val="17"/>
                  <w:szCs w:val="17"/>
                </w:rPr>
                <w:t>https://www.gob.mx/cms/uploads/attachment/file/825149/FF-ASEA-045.pdf</w:t>
              </w:r>
            </w:hyperlink>
            <w:r w:rsidR="00B5205A"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 xml:space="preserve"> </w:t>
            </w:r>
          </w:p>
        </w:tc>
      </w:tr>
      <w:tr w:rsidR="00B61E0E" w:rsidRPr="00F7168F" w14:paraId="5AE848D7" w14:textId="77777777" w:rsidTr="4505FDC8">
        <w:trPr>
          <w:trHeight w:val="20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1530AD36" w14:textId="40BBCFA0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2.-Pago de aprovechamientos.</w:t>
            </w:r>
          </w:p>
        </w:tc>
        <w:tc>
          <w:tcPr>
            <w:tcW w:w="2976" w:type="dxa"/>
            <w:hideMark/>
          </w:tcPr>
          <w:p w14:paraId="0771B8B4" w14:textId="6D7AF955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Comprobante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pago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derechos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o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aprovechamientos</w:t>
            </w:r>
            <w:r w:rsidRPr="00F7168F">
              <w:rPr>
                <w:rFonts w:ascii="Arial" w:eastAsia="Arial" w:hAnsi="Arial" w:cs="Arial"/>
                <w:spacing w:val="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del</w:t>
            </w:r>
            <w:r w:rsidRPr="00F7168F">
              <w:rPr>
                <w:rFonts w:ascii="Arial" w:eastAsia="Arial" w:hAnsi="Arial" w:cs="Arial"/>
                <w:spacing w:val="-53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Tr</w:t>
            </w:r>
            <w:r w:rsidR="7C2B5EEF" w:rsidRPr="00F7168F">
              <w:rPr>
                <w:rFonts w:ascii="Arial" w:eastAsia="Arial" w:hAnsi="Arial" w:cs="Arial"/>
                <w:sz w:val="17"/>
                <w:szCs w:val="17"/>
              </w:rPr>
              <w:t>á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mite</w:t>
            </w:r>
            <w:r w:rsidRPr="00F7168F">
              <w:rPr>
                <w:rFonts w:ascii="Arial" w:eastAsia="Arial" w:hAnsi="Arial" w:cs="Arial"/>
                <w:spacing w:val="-1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ASEA-00-044</w:t>
            </w:r>
            <w:r w:rsidR="69450CAE"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32BABD3C" w14:textId="77777777" w:rsidR="00B61E0E" w:rsidRPr="00F7168F" w:rsidRDefault="00B61E0E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Original.</w:t>
            </w:r>
          </w:p>
          <w:p w14:paraId="5D5E1F95" w14:textId="77777777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FBFDBA6" w14:textId="7C95586D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 Que incluya los datos correctos del promovente.</w:t>
            </w:r>
          </w:p>
        </w:tc>
        <w:tc>
          <w:tcPr>
            <w:tcW w:w="203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2E5A57D5" w14:textId="77777777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5570CBE5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1E5F244B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43001CA0" w14:textId="1878998E" w:rsidR="00B61E0E" w:rsidRPr="00F7168F" w:rsidRDefault="00B61E0E" w:rsidP="00F64B72">
            <w:pPr>
              <w:pStyle w:val="TableParagraph"/>
              <w:spacing w:before="11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Hoja</w:t>
            </w:r>
            <w:r w:rsidRPr="00F7168F">
              <w:rPr>
                <w:rFonts w:ascii="Arial" w:eastAsia="Arial" w:hAnsi="Arial" w:cs="Arial"/>
                <w:spacing w:val="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de</w:t>
            </w:r>
            <w:r w:rsidRPr="00F7168F">
              <w:rPr>
                <w:rFonts w:ascii="Arial" w:eastAsia="Arial" w:hAnsi="Arial" w:cs="Arial"/>
                <w:spacing w:val="58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ayuda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para</w:t>
            </w:r>
            <w:r w:rsidRPr="00F7168F">
              <w:rPr>
                <w:rFonts w:ascii="Arial" w:eastAsia="Arial" w:hAnsi="Arial" w:cs="Arial"/>
                <w:spacing w:val="60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el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 xml:space="preserve"> p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 xml:space="preserve">ago en ventanilla 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</w:rPr>
              <w:t>bancaria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.</w:t>
            </w:r>
          </w:p>
        </w:tc>
        <w:tc>
          <w:tcPr>
            <w:tcW w:w="2835" w:type="dxa"/>
            <w:vMerge/>
            <w:vAlign w:val="center"/>
          </w:tcPr>
          <w:p w14:paraId="7656F59F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0119CA41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B61E0E" w:rsidRPr="00F7168F" w14:paraId="586F1160" w14:textId="77777777" w:rsidTr="4505FDC8">
        <w:trPr>
          <w:trHeight w:val="20"/>
        </w:trPr>
        <w:tc>
          <w:tcPr>
            <w:tcW w:w="2127" w:type="dxa"/>
            <w:vMerge/>
            <w:vAlign w:val="center"/>
          </w:tcPr>
          <w:p w14:paraId="00878397" w14:textId="77777777" w:rsidR="00B61E0E" w:rsidRPr="00F7168F" w:rsidRDefault="00B61E0E" w:rsidP="00B61E0E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</w:tcPr>
          <w:p w14:paraId="69CFE8B5" w14:textId="2C7DACDD" w:rsidR="00B61E0E" w:rsidRPr="00F7168F" w:rsidRDefault="00B61E0E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Formato</w:t>
            </w:r>
            <w:r w:rsidRPr="00F7168F">
              <w:rPr>
                <w:rFonts w:ascii="Arial" w:eastAsia="Arial" w:hAnsi="Arial" w:cs="Arial"/>
                <w:spacing w:val="-2"/>
                <w:sz w:val="17"/>
                <w:szCs w:val="17"/>
              </w:rPr>
              <w:t xml:space="preserve"> </w:t>
            </w:r>
            <w:r w:rsidRPr="00F7168F">
              <w:rPr>
                <w:rFonts w:ascii="Arial" w:eastAsia="Arial" w:hAnsi="Arial" w:cs="Arial"/>
                <w:sz w:val="17"/>
                <w:szCs w:val="17"/>
              </w:rPr>
              <w:t>e5cinco.</w:t>
            </w:r>
          </w:p>
        </w:tc>
        <w:tc>
          <w:tcPr>
            <w:tcW w:w="2835" w:type="dxa"/>
            <w:vMerge/>
            <w:vAlign w:val="center"/>
          </w:tcPr>
          <w:p w14:paraId="681F5214" w14:textId="77777777" w:rsidR="00B61E0E" w:rsidRPr="00F7168F" w:rsidRDefault="00B61E0E" w:rsidP="00B61E0E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031" w:type="dxa"/>
            <w:vMerge/>
            <w:vAlign w:val="center"/>
          </w:tcPr>
          <w:p w14:paraId="149CA4E8" w14:textId="77777777" w:rsidR="00B61E0E" w:rsidRPr="00F7168F" w:rsidRDefault="00B61E0E" w:rsidP="00B61E0E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</w:rPr>
            </w:pPr>
          </w:p>
        </w:tc>
      </w:tr>
      <w:tr w:rsidR="000524C3" w:rsidRPr="00F7168F" w14:paraId="5344A63D" w14:textId="77777777" w:rsidTr="4505FDC8">
        <w:trPr>
          <w:trHeight w:val="585"/>
        </w:trPr>
        <w:tc>
          <w:tcPr>
            <w:tcW w:w="2127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9B7BA71" w14:textId="5671AAF5" w:rsidR="000524C3" w:rsidRPr="00F7168F" w:rsidRDefault="000524C3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3.-Poder notarial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del representante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apoderado</w:t>
            </w:r>
            <w:r w:rsidR="00237BC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</w:t>
            </w:r>
            <w:r w:rsidR="005D389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legal</w:t>
            </w:r>
            <w:r w:rsidR="00CD76C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7885D4" w14:textId="572ACD54" w:rsidR="000524C3" w:rsidRPr="00F7168F" w:rsidRDefault="000524C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Instrumento público mediante el cual se acrediten la personalidad y las facultades del representante o apoderado legal del promovente.</w:t>
            </w:r>
          </w:p>
        </w:tc>
        <w:tc>
          <w:tcPr>
            <w:tcW w:w="2835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733BEF" w14:textId="3983410F" w:rsidR="000524C3" w:rsidRPr="00F7168F" w:rsidRDefault="000524C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E362EC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copia certificada para cotejo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  <w:p w14:paraId="62B2C465" w14:textId="28ED64DD" w:rsidR="000524C3" w:rsidRPr="00F7168F" w:rsidRDefault="000524C3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09406D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F25413C" w14:textId="4BDD91C9" w:rsidR="000524C3" w:rsidRPr="00F7168F" w:rsidRDefault="000524C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B80EDD" w:rsidRPr="00F7168F" w14:paraId="767FBD85" w14:textId="77777777" w:rsidTr="4505FDC8">
        <w:trPr>
          <w:trHeight w:val="585"/>
        </w:trPr>
        <w:tc>
          <w:tcPr>
            <w:tcW w:w="2127" w:type="dxa"/>
            <w:vMerge/>
            <w:vAlign w:val="center"/>
          </w:tcPr>
          <w:p w14:paraId="1C3F3E5E" w14:textId="1D4FFEA9" w:rsidR="00B80EDD" w:rsidRPr="00F7168F" w:rsidRDefault="00B80EDD" w:rsidP="00B80EDD">
            <w:pPr>
              <w:pStyle w:val="NormalWeb"/>
              <w:spacing w:before="0" w:beforeAutospacing="0" w:after="0" w:afterAutospacing="0"/>
              <w:ind w:left="227" w:right="-9"/>
              <w:textAlignment w:val="center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4862F5" w14:textId="39F716AF" w:rsidR="00B80EDD" w:rsidRPr="00F7168F" w:rsidRDefault="00B80ED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Credencial para votar vigente expedida por la autoridad electoral correspondiente, o pasaporte vigente del promovente o de su representante o apoderado legal.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1ABA2A" w14:textId="77777777" w:rsidR="00B80EDD" w:rsidRPr="00F7168F" w:rsidRDefault="00B80ED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25BAE94B" w14:textId="7664AA48" w:rsidR="00B80EDD" w:rsidRPr="00F7168F" w:rsidRDefault="00B80ED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E949E0B" w14:textId="2ECE9866" w:rsidR="00B80EDD" w:rsidRPr="00F7168F" w:rsidRDefault="00B80ED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color w:val="000000" w:themeColor="dark1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3C934E1A" w14:textId="77777777" w:rsidTr="4505FDC8">
        <w:trPr>
          <w:trHeight w:val="585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7CBB1D1" w14:textId="395082CD" w:rsidR="00313DF2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4</w:t>
            </w:r>
            <w:r w:rsidR="00313DF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.-Acta constitutiva.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360248" w14:textId="0E08C91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Acta Constitutiva de la empresa. (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Únicamente aplica para personas morales).</w:t>
            </w:r>
          </w:p>
          <w:p w14:paraId="490245A5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6C717551" w14:textId="0FECDA66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B2B936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57AE8ED3" w14:textId="3F77F1A2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AA0BCB" w14:textId="46B93AC0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313DF2" w:rsidRPr="00F7168F" w14:paraId="59E36CE0" w14:textId="77777777" w:rsidTr="4505FDC8">
        <w:trPr>
          <w:trHeight w:val="146"/>
        </w:trPr>
        <w:tc>
          <w:tcPr>
            <w:tcW w:w="2127" w:type="dxa"/>
            <w:vMerge/>
            <w:vAlign w:val="center"/>
          </w:tcPr>
          <w:p w14:paraId="7C69A954" w14:textId="77777777" w:rsidR="00313DF2" w:rsidRPr="00F7168F" w:rsidRDefault="00313DF2" w:rsidP="00313DF2">
            <w:pPr>
              <w:spacing w:after="0"/>
              <w:rPr>
                <w:rFonts w:ascii="Arial" w:eastAsiaTheme="minorEastAsia" w:hAnsi="Arial" w:cs="Arial"/>
                <w:bCs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22EA1" w14:textId="5796CFD1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Contrato social de la constitución de la sociedad y la boleta de inscripción en el Registro Público de Comercio. (Únicamente aplica para Sociedad por acciones simplificada)</w:t>
            </w:r>
            <w:r w:rsidR="163A1A48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  <w:p w14:paraId="59F377AE" w14:textId="77777777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</w:p>
          <w:p w14:paraId="7C91F0ED" w14:textId="70D3CB85" w:rsidR="00313DF2" w:rsidRPr="00F7168F" w:rsidRDefault="00313DF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Nota: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 Incluir en el objeto social, el alcance de las actividades para las cuales solicita la Aprobación.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F082D2" w14:textId="77777777" w:rsidR="00313DF2" w:rsidRPr="00F7168F" w:rsidRDefault="00313DF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49F95808" w14:textId="0AD784F0" w:rsidR="00313DF2" w:rsidRPr="00F7168F" w:rsidRDefault="00313DF2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B312C1" w14:textId="6B139FA4" w:rsidR="00313DF2" w:rsidRPr="00F7168F" w:rsidRDefault="00313DF2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63964718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78C3EFE" w14:textId="058224C5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5.-Cédula de identificación fiscal.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94DB9" w14:textId="77777777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  <w:t>Cédula de identificación fiscal, expedida por la Secretaría de Hacienda y Crédito Público.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F077591" w14:textId="73B1C4F0" w:rsidR="00D078C5" w:rsidRPr="00F7168F" w:rsidRDefault="00D078C5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</w:t>
            </w:r>
            <w:r w:rsidR="00C32155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620D5" w14:textId="4053F851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078C5" w:rsidRPr="00F7168F" w14:paraId="5567D076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325B02" w14:textId="4158EFEF" w:rsidR="00D078C5" w:rsidRPr="00F7168F" w:rsidRDefault="00D078C5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6.-Declaratoria por promovente</w:t>
            </w:r>
            <w:r w:rsidR="00824D90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1DA15CD" w14:textId="6164B0B1" w:rsidR="00D078C5" w:rsidRPr="00F7168F" w:rsidRDefault="00D078C5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  <w:t>Declaratoria de no existencia de conflicto de interés.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683042F" w14:textId="01EE73C1" w:rsidR="00D078C5" w:rsidRPr="00F7168F" w:rsidRDefault="00D078C5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</w:t>
            </w:r>
            <w:r w:rsidR="00CC10F9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="0072345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44716" w14:textId="45A6C832" w:rsidR="00D078C5" w:rsidRPr="00F7168F" w:rsidRDefault="00D078C5" w:rsidP="4505FDC8">
            <w:pPr>
              <w:tabs>
                <w:tab w:val="left" w:pos="709"/>
              </w:tabs>
              <w:spacing w:after="0"/>
              <w:ind w:right="-67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Escrito libre conforme al Art. 8 fracción VII de lo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</w:rPr>
              <w:t>s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Lineamientos de Terceros o utilizar el formato publicado en la página</w:t>
            </w:r>
            <w:r w:rsidR="61AAC00A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 de la Agencia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602033" w:rsidRPr="00F7168F" w14:paraId="388D74E5" w14:textId="77777777" w:rsidTr="4505FDC8">
        <w:trPr>
          <w:trHeight w:val="70"/>
        </w:trPr>
        <w:tc>
          <w:tcPr>
            <w:tcW w:w="212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BE6F36B" w14:textId="7CE3199B" w:rsidR="00602033" w:rsidRPr="00F7168F" w:rsidRDefault="00F04608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7.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Tarifas y precios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1532DA" w14:textId="18E9DA4F" w:rsidR="00B217B4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Las tarifas y precios que aplicará en la prestación de sus servicios, así como la metodología implementada para determinarlos, incluyendo los factores, índices y variables utilizadas, 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lastRenderedPageBreak/>
              <w:t>bajo un procedimiento transparente basado en costos.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CAD03" w14:textId="49F6A3EE" w:rsidR="00602033" w:rsidRPr="00F7168F" w:rsidRDefault="00602033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lastRenderedPageBreak/>
              <w:t>Original</w:t>
            </w:r>
            <w:r w:rsidR="00F0460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o digital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96216F" w14:textId="59FF05EC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02033" w:rsidRPr="00F7168F" w14:paraId="6FB11302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98D2F51" w14:textId="3652EA38" w:rsidR="00602033" w:rsidRPr="00F7168F" w:rsidRDefault="00FE22DB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8.</w:t>
            </w:r>
            <w:r w:rsidR="00D361E0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5D53AB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Plan de negocios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5D1283" w14:textId="35AAB6F2" w:rsidR="00602033" w:rsidRPr="00F7168F" w:rsidRDefault="00602033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El plan de negocios para los siguientes doce meses a partir de que sea ingresada la solicitud, con la justificación respectiva; incluyendo, entre otros, una estimación de los servicios que llevará a cabo como Tercero Aprobado, y de la infraestructura que utilizará para ello.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9C0E7F" w14:textId="7E5F2B2C" w:rsidR="00602033" w:rsidRPr="00F7168F" w:rsidRDefault="00FE22DB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</w:t>
            </w:r>
            <w:r w:rsidR="0060203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EE4EEFC" w14:textId="3F08DBA4" w:rsidR="00602033" w:rsidRPr="00F7168F" w:rsidRDefault="00602033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7028BD" w:rsidRPr="00F7168F" w14:paraId="0060652B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1902EA" w14:textId="2FCD4025" w:rsidR="007028BD" w:rsidRPr="00F7168F" w:rsidRDefault="007028BD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9.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Metodología para llevar a cabo la Evaluación de la Conformidad</w:t>
            </w:r>
            <w:r w:rsidR="008D632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1A84C" w14:textId="338477E2" w:rsidR="00B217B4" w:rsidRPr="00F7168F" w:rsidRDefault="007028B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La metodología que se utilizará para realizar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E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 xml:space="preserve">valuación de la </w:t>
            </w:r>
            <w:r w:rsidR="00812B97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C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onformidad de la Norma Oficial Mexicana NOM-00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8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-ASEA-201</w:t>
            </w:r>
            <w:r w:rsidR="00696FF2"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9</w:t>
            </w:r>
            <w:r w:rsidRPr="00F7168F">
              <w:rPr>
                <w:rFonts w:ascii="Arial" w:eastAsia="Arial" w:hAnsi="Arial" w:cs="Arial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F2248E" w14:textId="0A3D06FD" w:rsidR="007028BD" w:rsidRPr="00F7168F" w:rsidRDefault="007028B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459"/>
              </w:tabs>
              <w:spacing w:after="0"/>
              <w:jc w:val="both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val="es-MX"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713739" w14:textId="51DEF034" w:rsidR="007028BD" w:rsidRPr="00F7168F" w:rsidRDefault="007028BD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6A7E38" w:rsidRPr="00F7168F" w14:paraId="0B856329" w14:textId="77777777" w:rsidTr="4505FDC8">
        <w:trPr>
          <w:trHeight w:val="70"/>
        </w:trPr>
        <w:tc>
          <w:tcPr>
            <w:tcW w:w="212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199EEA" w14:textId="794E8DCE" w:rsidR="006A7E38" w:rsidRPr="00F7168F" w:rsidRDefault="000B4FF4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10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  <w:r w:rsidR="00A83A83">
              <w:rPr>
                <w:rFonts w:ascii="Arial" w:eastAsia="Arial" w:hAnsi="Arial" w:cs="Arial"/>
                <w:kern w:val="24"/>
                <w:sz w:val="17"/>
                <w:szCs w:val="17"/>
              </w:rPr>
              <w:t>-</w:t>
            </w:r>
            <w:r w:rsidR="006A7E38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F24934" w14:textId="0F2EDDC0" w:rsidR="00B217B4" w:rsidRPr="00F7168F" w:rsidRDefault="00C87464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Acreditación como Unidad de Inspección vigente, emitida por una Entidad de Acreditación.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F33B2" w14:textId="71B15AFC" w:rsidR="006A7E38" w:rsidRPr="00F7168F" w:rsidRDefault="006A7E38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</w:t>
            </w:r>
            <w:r w:rsidR="00576FCF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copia simple o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F0B67" w14:textId="70B1DB9F" w:rsidR="006A7E38" w:rsidRPr="00F7168F" w:rsidRDefault="006A7E38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B61E0E" w:rsidRPr="00F7168F" w14:paraId="6EFA1685" w14:textId="77777777" w:rsidTr="4505FDC8">
        <w:trPr>
          <w:trHeight w:val="1242"/>
        </w:trPr>
        <w:tc>
          <w:tcPr>
            <w:tcW w:w="212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7C505262" w14:textId="7E36F24E" w:rsidR="00B61E0E" w:rsidRPr="00F7168F" w:rsidRDefault="00B61E0E" w:rsidP="4505FDC8">
            <w:pPr>
              <w:pStyle w:val="NormalWeb"/>
              <w:spacing w:before="0" w:beforeAutospacing="0" w:after="0" w:afterAutospacing="0"/>
              <w:ind w:left="227" w:right="-9"/>
              <w:jc w:val="both"/>
              <w:textAlignment w:val="center"/>
              <w:rPr>
                <w:rFonts w:ascii="Arial" w:eastAsia="Arial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11.-Los documentos solicitados en la </w:t>
            </w:r>
            <w:r w:rsidR="78B8BB85"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C</w:t>
            </w:r>
            <w:r w:rsidRPr="00F7168F">
              <w:rPr>
                <w:rStyle w:val="Textoennegrita"/>
                <w:rFonts w:ascii="Arial" w:eastAsia="Arial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onvocatoria.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79C863" w14:textId="7043EB91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  <w:lang w:val="es-ES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Grado de estudios: Cédula profesional de estudios de nivel licenciatura por cada personal técnico postulado, o en su caso, “Equivalencia de Estudios de tipo Superior”</w:t>
            </w:r>
            <w:r w:rsidR="30F70A53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9782C" w14:textId="2B0BA14B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F4BCC1" w14:textId="0156C9BA" w:rsidR="00B61E0E" w:rsidRPr="00F7168F" w:rsidRDefault="00B61E0E" w:rsidP="4505FDC8">
            <w:pPr>
              <w:tabs>
                <w:tab w:val="left" w:pos="709"/>
              </w:tabs>
              <w:spacing w:after="0"/>
              <w:ind w:right="-67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sz w:val="17"/>
                <w:szCs w:val="17"/>
              </w:rPr>
              <w:t>___</w:t>
            </w:r>
          </w:p>
        </w:tc>
      </w:tr>
      <w:tr w:rsidR="00B61E0E" w:rsidRPr="00F7168F" w14:paraId="1F6FB7DE" w14:textId="77777777" w:rsidTr="4505FDC8">
        <w:trPr>
          <w:trHeight w:val="1529"/>
        </w:trPr>
        <w:tc>
          <w:tcPr>
            <w:tcW w:w="2127" w:type="dxa"/>
            <w:vMerge/>
            <w:vAlign w:val="center"/>
            <w:hideMark/>
          </w:tcPr>
          <w:p w14:paraId="4B2B5101" w14:textId="77777777" w:rsidR="00B61E0E" w:rsidRPr="00F7168F" w:rsidRDefault="00B61E0E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D915F0F" w14:textId="251A058F" w:rsidR="00B61E0E" w:rsidRPr="00F7168F" w:rsidRDefault="00B61E0E" w:rsidP="4505FDC8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El personal con estudios en el extranjero, presentar título profesional o su equivalente, apostillado por parte del país emisor, por cada personal técnico postulado.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4580E6" w14:textId="50609834" w:rsidR="00B61E0E" w:rsidRPr="00F7168F" w:rsidRDefault="00B61E0E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676EC45B" w14:textId="2DACFBD7" w:rsidR="00B61E0E" w:rsidRPr="00F7168F" w:rsidRDefault="00B61E0E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___</w:t>
            </w:r>
          </w:p>
        </w:tc>
      </w:tr>
      <w:tr w:rsidR="00D61EB2" w:rsidRPr="00F7168F" w14:paraId="24170710" w14:textId="77777777" w:rsidTr="4505FDC8">
        <w:trPr>
          <w:trHeight w:val="1113"/>
        </w:trPr>
        <w:tc>
          <w:tcPr>
            <w:tcW w:w="2127" w:type="dxa"/>
            <w:vMerge/>
            <w:vAlign w:val="center"/>
          </w:tcPr>
          <w:p w14:paraId="65738FDC" w14:textId="77777777" w:rsidR="00D61EB2" w:rsidRPr="00F7168F" w:rsidRDefault="00D61EB2" w:rsidP="000B2749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87BE70E" w14:textId="044ACF98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Ficha curricular. Entregar un formato por </w:t>
            </w:r>
            <w:r w:rsidR="00223CCB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p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ersonal técnico postulado.</w:t>
            </w:r>
          </w:p>
          <w:p w14:paraId="545BD3BC" w14:textId="77777777" w:rsidR="00C943A9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</w:pPr>
          </w:p>
          <w:p w14:paraId="1D62CEF4" w14:textId="12D0C784" w:rsidR="00D61EB2" w:rsidRPr="00F7168F" w:rsidRDefault="00C943A9" w:rsidP="00C943A9">
            <w:p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Nota: Anexa</w:t>
            </w:r>
            <w:r w:rsidR="004E6245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r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copia simple de la documentación 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que soporte la información incluida en la Ficha Curricular</w:t>
            </w:r>
            <w:r w:rsidR="0089121D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, tales</w:t>
            </w:r>
            <w:r w:rsidR="00514413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 </w:t>
            </w:r>
            <w:r w:rsidR="00B82FAF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como: </w:t>
            </w:r>
            <w:r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 xml:space="preserve">cartas o constancias de experiencia laboral o profesional, contratos de trabajo, etc. 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BA9DBCE" w14:textId="77777777" w:rsidR="00AD3F5A" w:rsidRPr="005C06E7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Original o copia certificada para cotejo</w:t>
            </w:r>
            <w:r w:rsidR="00AD3F5A" w:rsidRPr="00F7168F"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.</w:t>
            </w:r>
          </w:p>
          <w:p w14:paraId="72AA2CEC" w14:textId="701C4866" w:rsidR="005C06E7" w:rsidRPr="00F7168F" w:rsidRDefault="005C06E7" w:rsidP="001F6D2A">
            <w:pPr>
              <w:pStyle w:val="Prrafodelista"/>
              <w:numPr>
                <w:ilvl w:val="0"/>
                <w:numId w:val="28"/>
              </w:numPr>
              <w:spacing w:after="0"/>
              <w:ind w:left="369" w:hanging="284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>
              <w:rPr>
                <w:rFonts w:ascii="Arial" w:eastAsiaTheme="minorEastAsia" w:hAnsi="Arial" w:cs="Arial"/>
                <w:bCs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58A421D" w14:textId="414CDA9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ASEA/TER/F-11</w:t>
            </w:r>
          </w:p>
        </w:tc>
      </w:tr>
      <w:tr w:rsidR="00DF3A1D" w:rsidRPr="00F7168F" w14:paraId="578D7221" w14:textId="77777777" w:rsidTr="4505FDC8">
        <w:trPr>
          <w:trHeight w:val="70"/>
        </w:trPr>
        <w:tc>
          <w:tcPr>
            <w:tcW w:w="2127" w:type="dxa"/>
            <w:vMerge/>
            <w:vAlign w:val="center"/>
          </w:tcPr>
          <w:p w14:paraId="3A3FF384" w14:textId="77777777" w:rsidR="00DF3A1D" w:rsidRPr="00F7168F" w:rsidRDefault="00DF3A1D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26DD6A9" w14:textId="6885E1CC" w:rsidR="00DF3A1D" w:rsidRPr="00F7168F" w:rsidRDefault="00DF3A1D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Identificación oficial vigente del </w:t>
            </w:r>
            <w:r w:rsidR="793CEDA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ersonal </w:t>
            </w:r>
            <w:r w:rsidR="593501E2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t</w:t>
            </w:r>
            <w:r w:rsidR="00EE09B0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écnico 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propuesto</w:t>
            </w:r>
            <w:r w:rsidR="0024485A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 xml:space="preserve"> (</w:t>
            </w:r>
            <w:r w:rsidR="009C3AD7"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Credencial para votar o pasaporte)</w:t>
            </w: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D721E88" w14:textId="77777777" w:rsidR="00DF3A1D" w:rsidRPr="00F7168F" w:rsidRDefault="00DF3A1D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copia certificada para cotejo.</w:t>
            </w:r>
          </w:p>
          <w:p w14:paraId="0AE319B9" w14:textId="1E0A522D" w:rsidR="00DF3A1D" w:rsidRPr="00F7168F" w:rsidRDefault="00DF3A1D" w:rsidP="4505FDC8">
            <w:pPr>
              <w:pStyle w:val="Prrafodelista"/>
              <w:numPr>
                <w:ilvl w:val="0"/>
                <w:numId w:val="23"/>
              </w:numPr>
              <w:tabs>
                <w:tab w:val="left" w:pos="368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Copia simple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55E8E7F" w14:textId="2E19A3A0" w:rsidR="00DF3A1D" w:rsidRPr="00F7168F" w:rsidRDefault="00DF3A1D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----</w:t>
            </w:r>
          </w:p>
        </w:tc>
      </w:tr>
      <w:tr w:rsidR="00D61EB2" w:rsidRPr="00F7168F" w14:paraId="53998263" w14:textId="77777777" w:rsidTr="4505FDC8">
        <w:trPr>
          <w:trHeight w:val="621"/>
        </w:trPr>
        <w:tc>
          <w:tcPr>
            <w:tcW w:w="2127" w:type="dxa"/>
            <w:vMerge/>
            <w:vAlign w:val="center"/>
          </w:tcPr>
          <w:p w14:paraId="6E59B77C" w14:textId="77777777" w:rsidR="00D61EB2" w:rsidRPr="00F7168F" w:rsidRDefault="00D61EB2" w:rsidP="00DF3A1D">
            <w:pPr>
              <w:spacing w:after="0"/>
              <w:rPr>
                <w:rFonts w:ascii="Arial" w:eastAsiaTheme="minorEastAsia" w:hAnsi="Arial" w:cs="Arial"/>
                <w:bCs/>
                <w:color w:val="000000" w:themeColor="dark1"/>
                <w:kern w:val="24"/>
                <w:sz w:val="17"/>
                <w:szCs w:val="17"/>
                <w:lang w:val="es-MX" w:eastAsia="es-MX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2E10C0F" w14:textId="287E7616" w:rsidR="00D61EB2" w:rsidRPr="00F7168F" w:rsidRDefault="00D61EB2" w:rsidP="4505FDC8">
            <w:pPr>
              <w:pStyle w:val="Prrafodelista"/>
              <w:tabs>
                <w:tab w:val="left" w:pos="459"/>
              </w:tabs>
              <w:spacing w:after="0"/>
              <w:ind w:left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Declaratoria de conocimientos técnicos y normativos, para fungir como Tercero Aprobado.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E98403E" w14:textId="1684EEC7" w:rsidR="00D61EB2" w:rsidRPr="00F7168F" w:rsidRDefault="00D61EB2" w:rsidP="4505FDC8">
            <w:pPr>
              <w:pStyle w:val="Prrafodelista"/>
              <w:numPr>
                <w:ilvl w:val="0"/>
                <w:numId w:val="20"/>
              </w:numPr>
              <w:tabs>
                <w:tab w:val="left" w:pos="459"/>
              </w:tabs>
              <w:spacing w:after="0"/>
              <w:jc w:val="both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Original o digital.</w:t>
            </w:r>
          </w:p>
        </w:tc>
        <w:tc>
          <w:tcPr>
            <w:tcW w:w="203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1E54520" w14:textId="04C91865" w:rsidR="00D61EB2" w:rsidRPr="00F7168F" w:rsidRDefault="00D61EB2" w:rsidP="4505FDC8">
            <w:pPr>
              <w:pStyle w:val="Prrafodelista"/>
              <w:tabs>
                <w:tab w:val="left" w:pos="709"/>
              </w:tabs>
              <w:spacing w:after="0"/>
              <w:ind w:left="0" w:right="-67"/>
              <w:jc w:val="center"/>
              <w:rPr>
                <w:rFonts w:ascii="Arial" w:eastAsia="Arial" w:hAnsi="Arial" w:cs="Arial"/>
                <w:kern w:val="24"/>
                <w:sz w:val="17"/>
                <w:szCs w:val="17"/>
              </w:rPr>
            </w:pPr>
            <w:r w:rsidRPr="00F7168F">
              <w:rPr>
                <w:rFonts w:ascii="Arial" w:eastAsia="Arial" w:hAnsi="Arial" w:cs="Arial"/>
                <w:kern w:val="24"/>
                <w:sz w:val="17"/>
                <w:szCs w:val="17"/>
              </w:rPr>
              <w:t>ASEA/TER/F-13</w:t>
            </w:r>
          </w:p>
        </w:tc>
      </w:tr>
      <w:tr w:rsidR="00D61EB2" w:rsidRPr="00F7168F" w14:paraId="20FFF3F4" w14:textId="77777777" w:rsidTr="4505FDC8">
        <w:trPr>
          <w:trHeight w:val="289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DD557B0" w14:textId="77777777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  <w:t>Lineamientos de Terceros:</w:t>
            </w:r>
          </w:p>
          <w:p w14:paraId="16CBBC35" w14:textId="6C91CA82" w:rsidR="00D61EB2" w:rsidRPr="00F7168F" w:rsidRDefault="00D61EB2" w:rsidP="004F14B2">
            <w:pPr>
              <w:pStyle w:val="NormalWeb"/>
              <w:spacing w:before="0" w:beforeAutospacing="0" w:after="0" w:afterAutospacing="0"/>
              <w:ind w:right="-9"/>
              <w:jc w:val="both"/>
              <w:textAlignment w:val="center"/>
              <w:rPr>
                <w:rFonts w:ascii="Arial" w:eastAsiaTheme="minorEastAsia" w:hAnsi="Arial" w:cs="Arial"/>
                <w:b/>
                <w:bCs/>
                <w:kern w:val="24"/>
                <w:sz w:val="17"/>
                <w:szCs w:val="17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DISPOSICIONES Administrativas de carácter general que establecen los Lineamientos para la aprobación, la autorización y las condiciones de operación de los terceros. </w:t>
            </w:r>
            <w:r w:rsidRPr="00F7168F">
              <w:rPr>
                <w:rFonts w:ascii="Arial" w:hAnsi="Arial" w:cs="Arial"/>
                <w:bCs/>
                <w:sz w:val="17"/>
                <w:szCs w:val="17"/>
                <w:shd w:val="clear" w:color="auto" w:fill="FFFFFF"/>
              </w:rPr>
              <w:t>DOF: 17/04/2023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</w:tc>
      </w:tr>
      <w:tr w:rsidR="00F90B65" w:rsidRPr="00F7168F" w14:paraId="6F3AC576" w14:textId="77777777" w:rsidTr="002077D2">
        <w:trPr>
          <w:trHeight w:val="1266"/>
        </w:trPr>
        <w:tc>
          <w:tcPr>
            <w:tcW w:w="996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227F2B" w14:textId="6562E9BB" w:rsidR="00F90B65" w:rsidRPr="00701368" w:rsidRDefault="00F90B65" w:rsidP="00701368">
            <w:pPr>
              <w:pStyle w:val="TableParagraph"/>
              <w:jc w:val="both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F7168F">
              <w:rPr>
                <w:rFonts w:ascii="Arial" w:hAnsi="Arial" w:cs="Arial"/>
                <w:b/>
                <w:bCs/>
                <w:sz w:val="17"/>
                <w:szCs w:val="17"/>
              </w:rPr>
              <w:t>Nota:</w:t>
            </w:r>
          </w:p>
          <w:p w14:paraId="2BF6CB89" w14:textId="2FA753F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Ordenar la información conforme a los puntos descritos en la columna de “Separador”.</w:t>
            </w:r>
          </w:p>
          <w:p w14:paraId="35EB0F3A" w14:textId="278E4142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Evitar el uso de grapas y clips en la documentación anexa a la solicitud.</w:t>
            </w:r>
          </w:p>
          <w:p w14:paraId="15B3F05A" w14:textId="6D227CDB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 xml:space="preserve">En la medida de lo posible evitar el uso de carpetas y </w:t>
            </w:r>
            <w:r w:rsidRPr="00F7168F">
              <w:rPr>
                <w:rFonts w:ascii="Arial" w:eastAsiaTheme="minorEastAsia" w:hAnsi="Arial" w:cs="Arial"/>
                <w:kern w:val="24"/>
                <w:sz w:val="17"/>
                <w:szCs w:val="17"/>
              </w:rPr>
              <w:t>protectores de plásticos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33185CBA" w14:textId="25A9489D" w:rsidR="002F1F24" w:rsidRPr="00F7168F" w:rsidRDefault="002F1F24" w:rsidP="00812C4E">
            <w:pPr>
              <w:pStyle w:val="NormalWeb"/>
              <w:numPr>
                <w:ilvl w:val="0"/>
                <w:numId w:val="26"/>
              </w:numPr>
              <w:spacing w:before="0" w:beforeAutospacing="0" w:after="60" w:afterAutospacing="0"/>
              <w:ind w:left="371" w:right="-11"/>
              <w:jc w:val="both"/>
              <w:textAlignment w:val="center"/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El documento “Estructura y Orden de las Solicitudes”, es una guía para la presentación de la solicitud, NO es necesario presentar este documento a la A</w:t>
            </w:r>
            <w:r w:rsidR="00160A3E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gencia</w:t>
            </w: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.</w:t>
            </w:r>
          </w:p>
          <w:p w14:paraId="441EDE16" w14:textId="48AA0F9B" w:rsidR="002F1F24" w:rsidRPr="00F7168F" w:rsidRDefault="002F1F24" w:rsidP="00701368">
            <w:pPr>
              <w:pStyle w:val="NormalWeb"/>
              <w:spacing w:before="0" w:beforeAutospacing="0" w:after="0" w:afterAutospacing="0"/>
              <w:ind w:right="136"/>
              <w:jc w:val="both"/>
              <w:textAlignment w:val="center"/>
              <w:rPr>
                <w:rStyle w:val="Textoennegrita"/>
                <w:rFonts w:ascii="Arial" w:eastAsiaTheme="minorEastAsia" w:hAnsi="Arial" w:cs="Arial"/>
                <w:noProof/>
                <w:sz w:val="17"/>
                <w:szCs w:val="17"/>
                <w:shd w:val="clear" w:color="auto" w:fill="FFFFFF"/>
                <w:lang w:eastAsia="en-US"/>
              </w:rPr>
            </w:pPr>
            <w:r w:rsidRPr="00F7168F">
              <w:rPr>
                <w:rStyle w:val="Textoennegrita"/>
                <w:rFonts w:ascii="Arial" w:eastAsiaTheme="minorHAnsi" w:hAnsi="Arial" w:cs="Arial"/>
                <w:b w:val="0"/>
                <w:bCs w:val="0"/>
                <w:noProof/>
                <w:sz w:val="17"/>
                <w:szCs w:val="17"/>
                <w:shd w:val="clear" w:color="auto" w:fill="FFFFFF"/>
                <w:lang w:eastAsia="en-US"/>
              </w:rPr>
              <w:t>Revisar cada requisito solicitado en la Convocatoria para la cual solicita la Aprobación y en los Lineamientos de Terceros.</w:t>
            </w:r>
          </w:p>
        </w:tc>
      </w:tr>
    </w:tbl>
    <w:p w14:paraId="2FB3A195" w14:textId="77777777" w:rsidR="0019005F" w:rsidRPr="00B217B4" w:rsidRDefault="0019005F" w:rsidP="00AE0E59">
      <w:pPr>
        <w:tabs>
          <w:tab w:val="left" w:pos="709"/>
        </w:tabs>
        <w:spacing w:after="0"/>
        <w:jc w:val="both"/>
        <w:rPr>
          <w:rFonts w:ascii="Arial" w:hAnsi="Arial" w:cs="Arial"/>
          <w:sz w:val="18"/>
          <w:szCs w:val="18"/>
        </w:rPr>
      </w:pPr>
    </w:p>
    <w:sectPr w:rsidR="0019005F" w:rsidRPr="00B217B4" w:rsidSect="00102DE4">
      <w:headerReference w:type="default" r:id="rId12"/>
      <w:footerReference w:type="default" r:id="rId13"/>
      <w:pgSz w:w="12240" w:h="15840" w:code="1"/>
      <w:pgMar w:top="1014" w:right="1134" w:bottom="1134" w:left="1134" w:header="567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648C9F" w14:textId="77777777" w:rsidR="00A84535" w:rsidRDefault="00A84535" w:rsidP="00DC0B28">
      <w:pPr>
        <w:spacing w:after="0"/>
      </w:pPr>
      <w:r>
        <w:separator/>
      </w:r>
    </w:p>
  </w:endnote>
  <w:endnote w:type="continuationSeparator" w:id="0">
    <w:p w14:paraId="18DDDF63" w14:textId="77777777" w:rsidR="00A84535" w:rsidRDefault="00A84535" w:rsidP="00DC0B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berana Sans Light">
    <w:altName w:val="Calibri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5891817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724D1CC" w14:textId="2E8E97A4" w:rsidR="00181B4E" w:rsidRPr="00641A63" w:rsidRDefault="00181B4E">
            <w:pPr>
              <w:pStyle w:val="Piedepgin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Página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41A63">
              <w:rPr>
                <w:rFonts w:ascii="Arial" w:hAnsi="Arial" w:cs="Arial"/>
                <w:sz w:val="16"/>
                <w:szCs w:val="16"/>
                <w:lang w:val="es-ES"/>
              </w:rPr>
              <w:t xml:space="preserve"> de 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  <w:lang w:val="es-ES"/>
              </w:rPr>
              <w:t>2</w:t>
            </w:r>
            <w:r w:rsidRPr="00641A6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7D3119" w14:textId="1366BB1C" w:rsidR="00934CD3" w:rsidRDefault="00934CD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944F" w14:textId="77777777" w:rsidR="00A84535" w:rsidRDefault="00A84535" w:rsidP="00DC0B28">
      <w:pPr>
        <w:spacing w:after="0"/>
      </w:pPr>
      <w:r>
        <w:separator/>
      </w:r>
    </w:p>
  </w:footnote>
  <w:footnote w:type="continuationSeparator" w:id="0">
    <w:p w14:paraId="0BD7276E" w14:textId="77777777" w:rsidR="00A84535" w:rsidRDefault="00A84535" w:rsidP="00DC0B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9923" w:type="dxa"/>
      <w:tblBorders>
        <w:top w:val="single" w:sz="18" w:space="0" w:color="7B7B7B"/>
        <w:left w:val="single" w:sz="18" w:space="0" w:color="7B7B7B"/>
        <w:bottom w:val="single" w:sz="18" w:space="0" w:color="7B7B7B"/>
        <w:right w:val="single" w:sz="18" w:space="0" w:color="7B7B7B"/>
        <w:insideH w:val="single" w:sz="18" w:space="0" w:color="7B7B7B"/>
        <w:insideV w:val="single" w:sz="18" w:space="0" w:color="7B7B7B"/>
      </w:tblBorders>
      <w:tblLook w:val="06A0" w:firstRow="1" w:lastRow="0" w:firstColumn="1" w:lastColumn="0" w:noHBand="1" w:noVBand="1"/>
    </w:tblPr>
    <w:tblGrid>
      <w:gridCol w:w="9923"/>
    </w:tblGrid>
    <w:tr w:rsidR="00EB3FEA" w:rsidRPr="00EB3FEA" w14:paraId="6E9C3CB3" w14:textId="77777777" w:rsidTr="004B7008">
      <w:trPr>
        <w:trHeight w:val="68"/>
      </w:trPr>
      <w:tc>
        <w:tcPr>
          <w:tcW w:w="9923" w:type="dxa"/>
          <w:tcBorders>
            <w:top w:val="nil"/>
            <w:left w:val="nil"/>
            <w:bottom w:val="single" w:sz="18" w:space="0" w:color="7B7B7B"/>
            <w:right w:val="nil"/>
          </w:tcBorders>
        </w:tcPr>
        <w:p w14:paraId="167A585A" w14:textId="2C6CB453" w:rsidR="004A1787" w:rsidRPr="00EB3FEA" w:rsidRDefault="004A1787" w:rsidP="004A1787">
          <w:pPr>
            <w:spacing w:after="0"/>
            <w:ind w:firstLine="4253"/>
            <w:jc w:val="right"/>
            <w:rPr>
              <w:rFonts w:eastAsiaTheme="minorEastAsia"/>
              <w:sz w:val="16"/>
              <w:szCs w:val="16"/>
              <w:lang w:val="es-MX"/>
            </w:rPr>
          </w:pPr>
          <w:r w:rsidRPr="00EB3FEA">
            <w:rPr>
              <w:rFonts w:ascii="Arial" w:hAnsi="Arial" w:cs="Arial"/>
              <w:bCs/>
              <w:sz w:val="16"/>
              <w:szCs w:val="16"/>
            </w:rPr>
            <w:t>Fecha de actualización</w:t>
          </w:r>
          <w:r w:rsidR="00401B36" w:rsidRPr="00EB3FEA">
            <w:rPr>
              <w:rFonts w:ascii="Arial" w:hAnsi="Arial" w:cs="Arial"/>
              <w:bCs/>
              <w:sz w:val="16"/>
              <w:szCs w:val="16"/>
            </w:rPr>
            <w:t>: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521203">
            <w:rPr>
              <w:rFonts w:ascii="Arial" w:hAnsi="Arial" w:cs="Arial"/>
              <w:bCs/>
              <w:sz w:val="16"/>
              <w:szCs w:val="16"/>
            </w:rPr>
            <w:t>30</w:t>
          </w:r>
          <w:r w:rsidR="009E7544" w:rsidRPr="00EB3FEA">
            <w:rPr>
              <w:rFonts w:ascii="Arial" w:hAnsi="Arial" w:cs="Arial"/>
              <w:bCs/>
              <w:sz w:val="16"/>
              <w:szCs w:val="16"/>
            </w:rPr>
            <w:t>/</w:t>
          </w:r>
          <w:r w:rsidR="00E11914">
            <w:rPr>
              <w:rFonts w:ascii="Arial" w:hAnsi="Arial" w:cs="Arial"/>
              <w:bCs/>
              <w:sz w:val="16"/>
              <w:szCs w:val="16"/>
            </w:rPr>
            <w:t>0</w:t>
          </w:r>
          <w:r w:rsidR="00181B4E">
            <w:rPr>
              <w:rFonts w:ascii="Arial" w:hAnsi="Arial" w:cs="Arial"/>
              <w:bCs/>
              <w:sz w:val="16"/>
              <w:szCs w:val="16"/>
            </w:rPr>
            <w:t>8</w:t>
          </w:r>
          <w:r w:rsidRPr="00EB3FEA">
            <w:rPr>
              <w:rFonts w:ascii="Arial" w:hAnsi="Arial" w:cs="Arial"/>
              <w:bCs/>
              <w:sz w:val="16"/>
              <w:szCs w:val="16"/>
            </w:rPr>
            <w:t>/202</w:t>
          </w:r>
          <w:r w:rsidR="00E11914">
            <w:rPr>
              <w:rFonts w:ascii="Arial" w:hAnsi="Arial" w:cs="Arial"/>
              <w:bCs/>
              <w:sz w:val="16"/>
              <w:szCs w:val="16"/>
            </w:rPr>
            <w:t>4</w:t>
          </w:r>
        </w:p>
      </w:tc>
    </w:tr>
  </w:tbl>
  <w:p w14:paraId="7AD18E38" w14:textId="77777777" w:rsidR="008C4A3E" w:rsidRPr="00EB3FEA" w:rsidRDefault="008C4A3E" w:rsidP="008C4A3E">
    <w:pPr>
      <w:tabs>
        <w:tab w:val="left" w:pos="709"/>
      </w:tabs>
      <w:spacing w:after="0"/>
      <w:jc w:val="center"/>
      <w:rPr>
        <w:rFonts w:ascii="Arial" w:hAnsi="Arial" w:cs="Arial"/>
        <w:b/>
        <w:sz w:val="20"/>
        <w:szCs w:val="20"/>
      </w:rPr>
    </w:pPr>
    <w:r w:rsidRPr="00EB3FEA">
      <w:rPr>
        <w:rFonts w:ascii="Arial" w:hAnsi="Arial" w:cs="Arial"/>
        <w:b/>
        <w:sz w:val="20"/>
        <w:szCs w:val="20"/>
      </w:rPr>
      <w:t>ESTRUCTURA Y ORDEN DE LAS SOLICITUDES</w:t>
    </w:r>
  </w:p>
  <w:p w14:paraId="1503ED02" w14:textId="621907D1" w:rsidR="00934CD3" w:rsidRPr="007B7394" w:rsidRDefault="00934CD3" w:rsidP="007B7394">
    <w:pPr>
      <w:pStyle w:val="Encabezado"/>
      <w:tabs>
        <w:tab w:val="clear" w:pos="8504"/>
        <w:tab w:val="right" w:pos="8789"/>
      </w:tabs>
      <w:ind w:left="-1701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125DC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4339"/>
    <w:multiLevelType w:val="hybridMultilevel"/>
    <w:tmpl w:val="272AF3B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128AB"/>
    <w:multiLevelType w:val="hybridMultilevel"/>
    <w:tmpl w:val="33E2B0AC"/>
    <w:lvl w:ilvl="0" w:tplc="60D671B0">
      <w:start w:val="1"/>
      <w:numFmt w:val="lowerLetter"/>
      <w:lvlText w:val="%1."/>
      <w:lvlJc w:val="left"/>
      <w:pPr>
        <w:ind w:left="720" w:hanging="360"/>
      </w:pPr>
      <w:rPr>
        <w:rFonts w:ascii="Soberana Sans Light" w:eastAsiaTheme="minorHAnsi" w:hAnsi="Soberana Sans Light" w:cs="Aria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55FB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9B689A"/>
    <w:multiLevelType w:val="hybridMultilevel"/>
    <w:tmpl w:val="633453E0"/>
    <w:lvl w:ilvl="0" w:tplc="FD52B7D8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E61C88"/>
    <w:multiLevelType w:val="hybridMultilevel"/>
    <w:tmpl w:val="78B2C7C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030CC"/>
    <w:multiLevelType w:val="hybridMultilevel"/>
    <w:tmpl w:val="8ECCD406"/>
    <w:lvl w:ilvl="0" w:tplc="4BCE8FC8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AD77AA"/>
    <w:multiLevelType w:val="hybridMultilevel"/>
    <w:tmpl w:val="3B544EFA"/>
    <w:lvl w:ilvl="0" w:tplc="97B2323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F1851"/>
    <w:multiLevelType w:val="hybridMultilevel"/>
    <w:tmpl w:val="57BE6C22"/>
    <w:lvl w:ilvl="0" w:tplc="7A84AC3E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9" w15:restartNumberingAfterBreak="0">
    <w:nsid w:val="39872DB6"/>
    <w:multiLevelType w:val="hybridMultilevel"/>
    <w:tmpl w:val="545010A2"/>
    <w:lvl w:ilvl="0" w:tplc="FCA4E8A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1450D"/>
    <w:multiLevelType w:val="hybridMultilevel"/>
    <w:tmpl w:val="1644B570"/>
    <w:lvl w:ilvl="0" w:tplc="33BE5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5361C"/>
    <w:multiLevelType w:val="hybridMultilevel"/>
    <w:tmpl w:val="ED8C990A"/>
    <w:lvl w:ilvl="0" w:tplc="ABC654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041A5A"/>
    <w:multiLevelType w:val="hybridMultilevel"/>
    <w:tmpl w:val="37BEDACE"/>
    <w:lvl w:ilvl="0" w:tplc="70C4B3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073CB"/>
    <w:multiLevelType w:val="hybridMultilevel"/>
    <w:tmpl w:val="6B4234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890BDE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1051FB"/>
    <w:multiLevelType w:val="hybridMultilevel"/>
    <w:tmpl w:val="4FBA2B56"/>
    <w:lvl w:ilvl="0" w:tplc="4A54F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195790"/>
    <w:multiLevelType w:val="hybridMultilevel"/>
    <w:tmpl w:val="CEB48186"/>
    <w:lvl w:ilvl="0" w:tplc="29B8F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DA5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C22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F0BC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925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001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76D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D0E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28A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89A1960"/>
    <w:multiLevelType w:val="hybridMultilevel"/>
    <w:tmpl w:val="A42222F0"/>
    <w:lvl w:ilvl="0" w:tplc="A808DFF6"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84500"/>
    <w:multiLevelType w:val="hybridMultilevel"/>
    <w:tmpl w:val="A45CED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D69E9"/>
    <w:multiLevelType w:val="hybridMultilevel"/>
    <w:tmpl w:val="139E1A1C"/>
    <w:lvl w:ilvl="0" w:tplc="F3324AA8">
      <w:start w:val="1"/>
      <w:numFmt w:val="lowerLetter"/>
      <w:lvlText w:val="%1)"/>
      <w:lvlJc w:val="left"/>
      <w:pPr>
        <w:ind w:left="1067" w:hanging="360"/>
      </w:pPr>
      <w:rPr>
        <w:rFonts w:ascii="Arial" w:eastAsiaTheme="minorHAnsi" w:hAnsi="Arial" w:cs="Arial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787" w:hanging="360"/>
      </w:pPr>
    </w:lvl>
    <w:lvl w:ilvl="2" w:tplc="080A001B" w:tentative="1">
      <w:start w:val="1"/>
      <w:numFmt w:val="lowerRoman"/>
      <w:lvlText w:val="%3."/>
      <w:lvlJc w:val="right"/>
      <w:pPr>
        <w:ind w:left="2507" w:hanging="180"/>
      </w:pPr>
    </w:lvl>
    <w:lvl w:ilvl="3" w:tplc="080A000F" w:tentative="1">
      <w:start w:val="1"/>
      <w:numFmt w:val="decimal"/>
      <w:lvlText w:val="%4."/>
      <w:lvlJc w:val="left"/>
      <w:pPr>
        <w:ind w:left="3227" w:hanging="360"/>
      </w:pPr>
    </w:lvl>
    <w:lvl w:ilvl="4" w:tplc="080A0019" w:tentative="1">
      <w:start w:val="1"/>
      <w:numFmt w:val="lowerLetter"/>
      <w:lvlText w:val="%5."/>
      <w:lvlJc w:val="left"/>
      <w:pPr>
        <w:ind w:left="3947" w:hanging="360"/>
      </w:pPr>
    </w:lvl>
    <w:lvl w:ilvl="5" w:tplc="080A001B" w:tentative="1">
      <w:start w:val="1"/>
      <w:numFmt w:val="lowerRoman"/>
      <w:lvlText w:val="%6."/>
      <w:lvlJc w:val="right"/>
      <w:pPr>
        <w:ind w:left="4667" w:hanging="180"/>
      </w:pPr>
    </w:lvl>
    <w:lvl w:ilvl="6" w:tplc="080A000F" w:tentative="1">
      <w:start w:val="1"/>
      <w:numFmt w:val="decimal"/>
      <w:lvlText w:val="%7."/>
      <w:lvlJc w:val="left"/>
      <w:pPr>
        <w:ind w:left="5387" w:hanging="360"/>
      </w:pPr>
    </w:lvl>
    <w:lvl w:ilvl="7" w:tplc="080A0019" w:tentative="1">
      <w:start w:val="1"/>
      <w:numFmt w:val="lowerLetter"/>
      <w:lvlText w:val="%8."/>
      <w:lvlJc w:val="left"/>
      <w:pPr>
        <w:ind w:left="6107" w:hanging="360"/>
      </w:pPr>
    </w:lvl>
    <w:lvl w:ilvl="8" w:tplc="080A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20" w15:restartNumberingAfterBreak="0">
    <w:nsid w:val="6FCB195E"/>
    <w:multiLevelType w:val="hybridMultilevel"/>
    <w:tmpl w:val="2C2AB84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D4067"/>
    <w:multiLevelType w:val="hybridMultilevel"/>
    <w:tmpl w:val="F3B06D56"/>
    <w:lvl w:ilvl="0" w:tplc="08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751F6EA1"/>
    <w:multiLevelType w:val="hybridMultilevel"/>
    <w:tmpl w:val="BAE0C24C"/>
    <w:lvl w:ilvl="0" w:tplc="080A0017">
      <w:start w:val="1"/>
      <w:numFmt w:val="lowerLetter"/>
      <w:lvlText w:val="%1)"/>
      <w:lvlJc w:val="left"/>
      <w:pPr>
        <w:ind w:left="947" w:hanging="360"/>
      </w:pPr>
    </w:lvl>
    <w:lvl w:ilvl="1" w:tplc="080A0019">
      <w:start w:val="1"/>
      <w:numFmt w:val="lowerLetter"/>
      <w:lvlText w:val="%2."/>
      <w:lvlJc w:val="left"/>
      <w:pPr>
        <w:ind w:left="1667" w:hanging="360"/>
      </w:pPr>
    </w:lvl>
    <w:lvl w:ilvl="2" w:tplc="080A001B">
      <w:start w:val="1"/>
      <w:numFmt w:val="lowerRoman"/>
      <w:lvlText w:val="%3."/>
      <w:lvlJc w:val="right"/>
      <w:pPr>
        <w:ind w:left="2387" w:hanging="180"/>
      </w:pPr>
    </w:lvl>
    <w:lvl w:ilvl="3" w:tplc="080A000F">
      <w:start w:val="1"/>
      <w:numFmt w:val="decimal"/>
      <w:lvlText w:val="%4."/>
      <w:lvlJc w:val="left"/>
      <w:pPr>
        <w:ind w:left="3107" w:hanging="360"/>
      </w:pPr>
    </w:lvl>
    <w:lvl w:ilvl="4" w:tplc="080A0019">
      <w:start w:val="1"/>
      <w:numFmt w:val="lowerLetter"/>
      <w:lvlText w:val="%5."/>
      <w:lvlJc w:val="left"/>
      <w:pPr>
        <w:ind w:left="3827" w:hanging="360"/>
      </w:pPr>
    </w:lvl>
    <w:lvl w:ilvl="5" w:tplc="080A001B">
      <w:start w:val="1"/>
      <w:numFmt w:val="lowerRoman"/>
      <w:lvlText w:val="%6."/>
      <w:lvlJc w:val="right"/>
      <w:pPr>
        <w:ind w:left="4547" w:hanging="180"/>
      </w:pPr>
    </w:lvl>
    <w:lvl w:ilvl="6" w:tplc="080A000F">
      <w:start w:val="1"/>
      <w:numFmt w:val="decimal"/>
      <w:lvlText w:val="%7."/>
      <w:lvlJc w:val="left"/>
      <w:pPr>
        <w:ind w:left="5267" w:hanging="360"/>
      </w:pPr>
    </w:lvl>
    <w:lvl w:ilvl="7" w:tplc="080A0019">
      <w:start w:val="1"/>
      <w:numFmt w:val="lowerLetter"/>
      <w:lvlText w:val="%8."/>
      <w:lvlJc w:val="left"/>
      <w:pPr>
        <w:ind w:left="5987" w:hanging="360"/>
      </w:pPr>
    </w:lvl>
    <w:lvl w:ilvl="8" w:tplc="080A001B">
      <w:start w:val="1"/>
      <w:numFmt w:val="lowerRoman"/>
      <w:lvlText w:val="%9."/>
      <w:lvlJc w:val="right"/>
      <w:pPr>
        <w:ind w:left="6707" w:hanging="180"/>
      </w:pPr>
    </w:lvl>
  </w:abstractNum>
  <w:abstractNum w:abstractNumId="23" w15:restartNumberingAfterBreak="0">
    <w:nsid w:val="77A421B5"/>
    <w:multiLevelType w:val="hybridMultilevel"/>
    <w:tmpl w:val="BA2A761A"/>
    <w:lvl w:ilvl="0" w:tplc="9740D958">
      <w:start w:val="3"/>
      <w:numFmt w:val="bullet"/>
      <w:lvlText w:val=""/>
      <w:lvlJc w:val="left"/>
      <w:pPr>
        <w:ind w:left="445" w:hanging="360"/>
      </w:pPr>
      <w:rPr>
        <w:rFonts w:ascii="Symbol" w:eastAsiaTheme="min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4" w15:restartNumberingAfterBreak="0">
    <w:nsid w:val="787E56A3"/>
    <w:multiLevelType w:val="hybridMultilevel"/>
    <w:tmpl w:val="D908AD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775BC3"/>
    <w:multiLevelType w:val="hybridMultilevel"/>
    <w:tmpl w:val="D5A80966"/>
    <w:lvl w:ilvl="0" w:tplc="0B10C9A2">
      <w:start w:val="1"/>
      <w:numFmt w:val="lowerLetter"/>
      <w:lvlText w:val="%1)"/>
      <w:lvlJc w:val="left"/>
      <w:pPr>
        <w:ind w:left="707" w:hanging="4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07" w:hanging="360"/>
      </w:pPr>
    </w:lvl>
    <w:lvl w:ilvl="2" w:tplc="080A001B" w:tentative="1">
      <w:start w:val="1"/>
      <w:numFmt w:val="lowerRoman"/>
      <w:lvlText w:val="%3."/>
      <w:lvlJc w:val="right"/>
      <w:pPr>
        <w:ind w:left="2027" w:hanging="180"/>
      </w:pPr>
    </w:lvl>
    <w:lvl w:ilvl="3" w:tplc="080A000F" w:tentative="1">
      <w:start w:val="1"/>
      <w:numFmt w:val="decimal"/>
      <w:lvlText w:val="%4."/>
      <w:lvlJc w:val="left"/>
      <w:pPr>
        <w:ind w:left="2747" w:hanging="360"/>
      </w:pPr>
    </w:lvl>
    <w:lvl w:ilvl="4" w:tplc="080A0019" w:tentative="1">
      <w:start w:val="1"/>
      <w:numFmt w:val="lowerLetter"/>
      <w:lvlText w:val="%5."/>
      <w:lvlJc w:val="left"/>
      <w:pPr>
        <w:ind w:left="3467" w:hanging="360"/>
      </w:pPr>
    </w:lvl>
    <w:lvl w:ilvl="5" w:tplc="080A001B" w:tentative="1">
      <w:start w:val="1"/>
      <w:numFmt w:val="lowerRoman"/>
      <w:lvlText w:val="%6."/>
      <w:lvlJc w:val="right"/>
      <w:pPr>
        <w:ind w:left="4187" w:hanging="180"/>
      </w:pPr>
    </w:lvl>
    <w:lvl w:ilvl="6" w:tplc="080A000F" w:tentative="1">
      <w:start w:val="1"/>
      <w:numFmt w:val="decimal"/>
      <w:lvlText w:val="%7."/>
      <w:lvlJc w:val="left"/>
      <w:pPr>
        <w:ind w:left="4907" w:hanging="360"/>
      </w:pPr>
    </w:lvl>
    <w:lvl w:ilvl="7" w:tplc="080A0019" w:tentative="1">
      <w:start w:val="1"/>
      <w:numFmt w:val="lowerLetter"/>
      <w:lvlText w:val="%8."/>
      <w:lvlJc w:val="left"/>
      <w:pPr>
        <w:ind w:left="5627" w:hanging="360"/>
      </w:pPr>
    </w:lvl>
    <w:lvl w:ilvl="8" w:tplc="080A001B" w:tentative="1">
      <w:start w:val="1"/>
      <w:numFmt w:val="lowerRoman"/>
      <w:lvlText w:val="%9."/>
      <w:lvlJc w:val="right"/>
      <w:pPr>
        <w:ind w:left="6347" w:hanging="180"/>
      </w:pPr>
    </w:lvl>
  </w:abstractNum>
  <w:num w:numId="1" w16cid:durableId="2110152203">
    <w:abstractNumId w:val="17"/>
  </w:num>
  <w:num w:numId="2" w16cid:durableId="1118992582">
    <w:abstractNumId w:val="0"/>
  </w:num>
  <w:num w:numId="3" w16cid:durableId="59330060">
    <w:abstractNumId w:val="7"/>
  </w:num>
  <w:num w:numId="4" w16cid:durableId="1131823997">
    <w:abstractNumId w:val="9"/>
  </w:num>
  <w:num w:numId="5" w16cid:durableId="2054692329">
    <w:abstractNumId w:val="6"/>
  </w:num>
  <w:num w:numId="6" w16cid:durableId="270556967">
    <w:abstractNumId w:val="3"/>
  </w:num>
  <w:num w:numId="7" w16cid:durableId="1433359435">
    <w:abstractNumId w:val="1"/>
  </w:num>
  <w:num w:numId="8" w16cid:durableId="262417702">
    <w:abstractNumId w:val="15"/>
  </w:num>
  <w:num w:numId="9" w16cid:durableId="1669869298">
    <w:abstractNumId w:val="10"/>
  </w:num>
  <w:num w:numId="10" w16cid:durableId="14316617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351706">
    <w:abstractNumId w:val="11"/>
  </w:num>
  <w:num w:numId="12" w16cid:durableId="914775712">
    <w:abstractNumId w:val="12"/>
  </w:num>
  <w:num w:numId="13" w16cid:durableId="202715197">
    <w:abstractNumId w:val="21"/>
  </w:num>
  <w:num w:numId="14" w16cid:durableId="10204709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972021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017508">
    <w:abstractNumId w:val="18"/>
  </w:num>
  <w:num w:numId="17" w16cid:durableId="904877151">
    <w:abstractNumId w:val="20"/>
  </w:num>
  <w:num w:numId="18" w16cid:durableId="1181703435">
    <w:abstractNumId w:val="14"/>
  </w:num>
  <w:num w:numId="19" w16cid:durableId="1487169411">
    <w:abstractNumId w:val="16"/>
  </w:num>
  <w:num w:numId="20" w16cid:durableId="443576032">
    <w:abstractNumId w:val="8"/>
  </w:num>
  <w:num w:numId="21" w16cid:durableId="336805511">
    <w:abstractNumId w:val="23"/>
  </w:num>
  <w:num w:numId="22" w16cid:durableId="788161734">
    <w:abstractNumId w:val="13"/>
  </w:num>
  <w:num w:numId="23" w16cid:durableId="1852526766">
    <w:abstractNumId w:val="8"/>
  </w:num>
  <w:num w:numId="24" w16cid:durableId="120444205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2271517">
    <w:abstractNumId w:val="25"/>
  </w:num>
  <w:num w:numId="26" w16cid:durableId="407767958">
    <w:abstractNumId w:val="19"/>
  </w:num>
  <w:num w:numId="27" w16cid:durableId="1086800807">
    <w:abstractNumId w:val="22"/>
  </w:num>
  <w:num w:numId="28" w16cid:durableId="124730078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B4B"/>
    <w:rsid w:val="00001679"/>
    <w:rsid w:val="00003E9D"/>
    <w:rsid w:val="00007D18"/>
    <w:rsid w:val="000127C7"/>
    <w:rsid w:val="00016749"/>
    <w:rsid w:val="00016BB5"/>
    <w:rsid w:val="00020FEF"/>
    <w:rsid w:val="00021823"/>
    <w:rsid w:val="0002575C"/>
    <w:rsid w:val="00025DDA"/>
    <w:rsid w:val="00027B5A"/>
    <w:rsid w:val="000321AF"/>
    <w:rsid w:val="00033112"/>
    <w:rsid w:val="00033D80"/>
    <w:rsid w:val="0003487C"/>
    <w:rsid w:val="00035947"/>
    <w:rsid w:val="00037F1E"/>
    <w:rsid w:val="00045E25"/>
    <w:rsid w:val="000502AD"/>
    <w:rsid w:val="00051045"/>
    <w:rsid w:val="00051E5B"/>
    <w:rsid w:val="000524C3"/>
    <w:rsid w:val="000524DD"/>
    <w:rsid w:val="0006137C"/>
    <w:rsid w:val="000620D4"/>
    <w:rsid w:val="00066D60"/>
    <w:rsid w:val="000710B9"/>
    <w:rsid w:val="00073B64"/>
    <w:rsid w:val="00073D83"/>
    <w:rsid w:val="00074372"/>
    <w:rsid w:val="00074D8E"/>
    <w:rsid w:val="00077054"/>
    <w:rsid w:val="000777C2"/>
    <w:rsid w:val="00080B9D"/>
    <w:rsid w:val="00081C54"/>
    <w:rsid w:val="00081EBB"/>
    <w:rsid w:val="000869E6"/>
    <w:rsid w:val="00091F0D"/>
    <w:rsid w:val="00092E3A"/>
    <w:rsid w:val="000937EB"/>
    <w:rsid w:val="0009406D"/>
    <w:rsid w:val="000955E2"/>
    <w:rsid w:val="00095A67"/>
    <w:rsid w:val="000A24DF"/>
    <w:rsid w:val="000A78AF"/>
    <w:rsid w:val="000B08DF"/>
    <w:rsid w:val="000B0D83"/>
    <w:rsid w:val="000B13CD"/>
    <w:rsid w:val="000B2749"/>
    <w:rsid w:val="000B4FF4"/>
    <w:rsid w:val="000B56AF"/>
    <w:rsid w:val="000B6F41"/>
    <w:rsid w:val="000B7CAD"/>
    <w:rsid w:val="000C0256"/>
    <w:rsid w:val="000C1F98"/>
    <w:rsid w:val="000C223F"/>
    <w:rsid w:val="000C5D2F"/>
    <w:rsid w:val="000C7056"/>
    <w:rsid w:val="000C7FA9"/>
    <w:rsid w:val="000D03C0"/>
    <w:rsid w:val="000D0DD5"/>
    <w:rsid w:val="000D5093"/>
    <w:rsid w:val="000D57CF"/>
    <w:rsid w:val="000D6B16"/>
    <w:rsid w:val="000D6D59"/>
    <w:rsid w:val="000E2D9B"/>
    <w:rsid w:val="000E60D0"/>
    <w:rsid w:val="000E7B4B"/>
    <w:rsid w:val="000E7D44"/>
    <w:rsid w:val="000F174A"/>
    <w:rsid w:val="000F3B3C"/>
    <w:rsid w:val="000F56A6"/>
    <w:rsid w:val="000F641E"/>
    <w:rsid w:val="000F7540"/>
    <w:rsid w:val="000F7E32"/>
    <w:rsid w:val="00100B45"/>
    <w:rsid w:val="00102DE4"/>
    <w:rsid w:val="001039F4"/>
    <w:rsid w:val="00105A9F"/>
    <w:rsid w:val="00106E17"/>
    <w:rsid w:val="00107561"/>
    <w:rsid w:val="001117C1"/>
    <w:rsid w:val="0011190B"/>
    <w:rsid w:val="00113928"/>
    <w:rsid w:val="001168E8"/>
    <w:rsid w:val="0012018B"/>
    <w:rsid w:val="00121595"/>
    <w:rsid w:val="001223CD"/>
    <w:rsid w:val="00122496"/>
    <w:rsid w:val="00125CCD"/>
    <w:rsid w:val="00133B82"/>
    <w:rsid w:val="001340C4"/>
    <w:rsid w:val="00135553"/>
    <w:rsid w:val="00135601"/>
    <w:rsid w:val="001356D9"/>
    <w:rsid w:val="00135D05"/>
    <w:rsid w:val="00136272"/>
    <w:rsid w:val="001367AE"/>
    <w:rsid w:val="00137868"/>
    <w:rsid w:val="00141F1B"/>
    <w:rsid w:val="00142BCD"/>
    <w:rsid w:val="00144FC9"/>
    <w:rsid w:val="0014712D"/>
    <w:rsid w:val="0014727C"/>
    <w:rsid w:val="00150B78"/>
    <w:rsid w:val="001531F1"/>
    <w:rsid w:val="00155C1C"/>
    <w:rsid w:val="001568A4"/>
    <w:rsid w:val="00160A3E"/>
    <w:rsid w:val="001619AA"/>
    <w:rsid w:val="00161CC4"/>
    <w:rsid w:val="00162004"/>
    <w:rsid w:val="0016256A"/>
    <w:rsid w:val="0016324F"/>
    <w:rsid w:val="0017045D"/>
    <w:rsid w:val="001722C0"/>
    <w:rsid w:val="00172528"/>
    <w:rsid w:val="001748B4"/>
    <w:rsid w:val="00177624"/>
    <w:rsid w:val="00180D1A"/>
    <w:rsid w:val="00181227"/>
    <w:rsid w:val="00181936"/>
    <w:rsid w:val="00181B4E"/>
    <w:rsid w:val="001865FD"/>
    <w:rsid w:val="0019005F"/>
    <w:rsid w:val="001926FA"/>
    <w:rsid w:val="001971CB"/>
    <w:rsid w:val="001A097E"/>
    <w:rsid w:val="001A196F"/>
    <w:rsid w:val="001A3149"/>
    <w:rsid w:val="001A51C0"/>
    <w:rsid w:val="001A77D6"/>
    <w:rsid w:val="001B068B"/>
    <w:rsid w:val="001B0D00"/>
    <w:rsid w:val="001B7488"/>
    <w:rsid w:val="001B7E8C"/>
    <w:rsid w:val="001C2F9F"/>
    <w:rsid w:val="001C3BEC"/>
    <w:rsid w:val="001C7D38"/>
    <w:rsid w:val="001D0327"/>
    <w:rsid w:val="001D4636"/>
    <w:rsid w:val="001E1C58"/>
    <w:rsid w:val="001E2057"/>
    <w:rsid w:val="001E2BEB"/>
    <w:rsid w:val="001E56E2"/>
    <w:rsid w:val="001F3279"/>
    <w:rsid w:val="001F3A73"/>
    <w:rsid w:val="001F6876"/>
    <w:rsid w:val="001F6D2A"/>
    <w:rsid w:val="001F6DEA"/>
    <w:rsid w:val="00202054"/>
    <w:rsid w:val="0020652E"/>
    <w:rsid w:val="002077D2"/>
    <w:rsid w:val="00210651"/>
    <w:rsid w:val="00212641"/>
    <w:rsid w:val="002135DD"/>
    <w:rsid w:val="00220772"/>
    <w:rsid w:val="00220982"/>
    <w:rsid w:val="00221FAE"/>
    <w:rsid w:val="00222CC5"/>
    <w:rsid w:val="00223CCB"/>
    <w:rsid w:val="002240DC"/>
    <w:rsid w:val="00224337"/>
    <w:rsid w:val="002350F0"/>
    <w:rsid w:val="00236EAE"/>
    <w:rsid w:val="00237BC0"/>
    <w:rsid w:val="00237F79"/>
    <w:rsid w:val="002442BC"/>
    <w:rsid w:val="0024485A"/>
    <w:rsid w:val="002460EB"/>
    <w:rsid w:val="00246BC9"/>
    <w:rsid w:val="00247529"/>
    <w:rsid w:val="002479F3"/>
    <w:rsid w:val="00250F7E"/>
    <w:rsid w:val="002543AC"/>
    <w:rsid w:val="0025652F"/>
    <w:rsid w:val="002624EF"/>
    <w:rsid w:val="00266DF8"/>
    <w:rsid w:val="00270302"/>
    <w:rsid w:val="0027767A"/>
    <w:rsid w:val="0028072C"/>
    <w:rsid w:val="00280D97"/>
    <w:rsid w:val="00280DF6"/>
    <w:rsid w:val="0028177C"/>
    <w:rsid w:val="00283420"/>
    <w:rsid w:val="0029040A"/>
    <w:rsid w:val="00290B7A"/>
    <w:rsid w:val="00291DF4"/>
    <w:rsid w:val="00292841"/>
    <w:rsid w:val="00292AAF"/>
    <w:rsid w:val="00294B3A"/>
    <w:rsid w:val="00295402"/>
    <w:rsid w:val="00296540"/>
    <w:rsid w:val="00296CEA"/>
    <w:rsid w:val="002A20B2"/>
    <w:rsid w:val="002A3103"/>
    <w:rsid w:val="002A51C2"/>
    <w:rsid w:val="002B32EA"/>
    <w:rsid w:val="002B7A74"/>
    <w:rsid w:val="002C1618"/>
    <w:rsid w:val="002C27C0"/>
    <w:rsid w:val="002C2F40"/>
    <w:rsid w:val="002C4AAF"/>
    <w:rsid w:val="002C5E90"/>
    <w:rsid w:val="002D0B5E"/>
    <w:rsid w:val="002D1A2A"/>
    <w:rsid w:val="002D3966"/>
    <w:rsid w:val="002D5C28"/>
    <w:rsid w:val="002D74AC"/>
    <w:rsid w:val="002E05BC"/>
    <w:rsid w:val="002E0D94"/>
    <w:rsid w:val="002E3DB2"/>
    <w:rsid w:val="002F1F24"/>
    <w:rsid w:val="002F2370"/>
    <w:rsid w:val="002F297F"/>
    <w:rsid w:val="002F54B8"/>
    <w:rsid w:val="002F5639"/>
    <w:rsid w:val="002F7CEA"/>
    <w:rsid w:val="00302816"/>
    <w:rsid w:val="003034E2"/>
    <w:rsid w:val="003043FA"/>
    <w:rsid w:val="0030457B"/>
    <w:rsid w:val="003050BD"/>
    <w:rsid w:val="0030680C"/>
    <w:rsid w:val="00312592"/>
    <w:rsid w:val="00313DF2"/>
    <w:rsid w:val="00313F08"/>
    <w:rsid w:val="00316597"/>
    <w:rsid w:val="00320C91"/>
    <w:rsid w:val="00321700"/>
    <w:rsid w:val="003224F1"/>
    <w:rsid w:val="00325641"/>
    <w:rsid w:val="00325CDB"/>
    <w:rsid w:val="003316C6"/>
    <w:rsid w:val="00332BF6"/>
    <w:rsid w:val="0033396B"/>
    <w:rsid w:val="00337778"/>
    <w:rsid w:val="00341BCA"/>
    <w:rsid w:val="00343514"/>
    <w:rsid w:val="00343E5C"/>
    <w:rsid w:val="00345EB4"/>
    <w:rsid w:val="0034750B"/>
    <w:rsid w:val="00355C38"/>
    <w:rsid w:val="00355E24"/>
    <w:rsid w:val="00357ABA"/>
    <w:rsid w:val="00364AB5"/>
    <w:rsid w:val="00370F7D"/>
    <w:rsid w:val="0037173E"/>
    <w:rsid w:val="00373594"/>
    <w:rsid w:val="0037431A"/>
    <w:rsid w:val="00380D16"/>
    <w:rsid w:val="00386454"/>
    <w:rsid w:val="00390695"/>
    <w:rsid w:val="00392A64"/>
    <w:rsid w:val="00393263"/>
    <w:rsid w:val="003941A3"/>
    <w:rsid w:val="00395A4D"/>
    <w:rsid w:val="003966CC"/>
    <w:rsid w:val="00396822"/>
    <w:rsid w:val="003A35FE"/>
    <w:rsid w:val="003A4E58"/>
    <w:rsid w:val="003A5106"/>
    <w:rsid w:val="003A6215"/>
    <w:rsid w:val="003B18BC"/>
    <w:rsid w:val="003B1B78"/>
    <w:rsid w:val="003B2451"/>
    <w:rsid w:val="003B3B58"/>
    <w:rsid w:val="003C0C90"/>
    <w:rsid w:val="003C2623"/>
    <w:rsid w:val="003C5D96"/>
    <w:rsid w:val="003C77E9"/>
    <w:rsid w:val="003D13C3"/>
    <w:rsid w:val="003D539D"/>
    <w:rsid w:val="003D5488"/>
    <w:rsid w:val="003E05BB"/>
    <w:rsid w:val="003E06D1"/>
    <w:rsid w:val="003E10B3"/>
    <w:rsid w:val="003E2717"/>
    <w:rsid w:val="003F4D26"/>
    <w:rsid w:val="003F4FAF"/>
    <w:rsid w:val="00400D4F"/>
    <w:rsid w:val="00400F33"/>
    <w:rsid w:val="00401B36"/>
    <w:rsid w:val="00402459"/>
    <w:rsid w:val="00405540"/>
    <w:rsid w:val="00410F99"/>
    <w:rsid w:val="00415839"/>
    <w:rsid w:val="00416DF6"/>
    <w:rsid w:val="00421F4D"/>
    <w:rsid w:val="00426428"/>
    <w:rsid w:val="004274B3"/>
    <w:rsid w:val="00430D50"/>
    <w:rsid w:val="00431EBD"/>
    <w:rsid w:val="00433085"/>
    <w:rsid w:val="00434783"/>
    <w:rsid w:val="0043518E"/>
    <w:rsid w:val="00436BAB"/>
    <w:rsid w:val="00441ADD"/>
    <w:rsid w:val="00446736"/>
    <w:rsid w:val="004469C3"/>
    <w:rsid w:val="00452F6B"/>
    <w:rsid w:val="0045480B"/>
    <w:rsid w:val="004561EA"/>
    <w:rsid w:val="00457B4E"/>
    <w:rsid w:val="0046163B"/>
    <w:rsid w:val="00462618"/>
    <w:rsid w:val="00470D0F"/>
    <w:rsid w:val="0048029B"/>
    <w:rsid w:val="00480C04"/>
    <w:rsid w:val="00482342"/>
    <w:rsid w:val="004846D4"/>
    <w:rsid w:val="0048510F"/>
    <w:rsid w:val="00486225"/>
    <w:rsid w:val="0049035C"/>
    <w:rsid w:val="00490EDE"/>
    <w:rsid w:val="00495C07"/>
    <w:rsid w:val="004A0630"/>
    <w:rsid w:val="004A12A8"/>
    <w:rsid w:val="004A1787"/>
    <w:rsid w:val="004A1F4A"/>
    <w:rsid w:val="004A4395"/>
    <w:rsid w:val="004A6DD0"/>
    <w:rsid w:val="004B5D00"/>
    <w:rsid w:val="004B5D8A"/>
    <w:rsid w:val="004B6511"/>
    <w:rsid w:val="004D0788"/>
    <w:rsid w:val="004D4F10"/>
    <w:rsid w:val="004D68DB"/>
    <w:rsid w:val="004D6E3A"/>
    <w:rsid w:val="004E0F7B"/>
    <w:rsid w:val="004E15AE"/>
    <w:rsid w:val="004E3E6B"/>
    <w:rsid w:val="004E6245"/>
    <w:rsid w:val="004E739F"/>
    <w:rsid w:val="004F14B2"/>
    <w:rsid w:val="004F15CE"/>
    <w:rsid w:val="004F32F4"/>
    <w:rsid w:val="004F33F5"/>
    <w:rsid w:val="004F4691"/>
    <w:rsid w:val="004F46B9"/>
    <w:rsid w:val="004F6D21"/>
    <w:rsid w:val="00500125"/>
    <w:rsid w:val="00505CA6"/>
    <w:rsid w:val="00507A85"/>
    <w:rsid w:val="00510768"/>
    <w:rsid w:val="00512D35"/>
    <w:rsid w:val="00512D6F"/>
    <w:rsid w:val="00514413"/>
    <w:rsid w:val="00516DCD"/>
    <w:rsid w:val="00520BBD"/>
    <w:rsid w:val="00521203"/>
    <w:rsid w:val="00523021"/>
    <w:rsid w:val="00524FFF"/>
    <w:rsid w:val="005271D2"/>
    <w:rsid w:val="005276EB"/>
    <w:rsid w:val="0053273B"/>
    <w:rsid w:val="00533BDE"/>
    <w:rsid w:val="005347DC"/>
    <w:rsid w:val="00537A45"/>
    <w:rsid w:val="00540139"/>
    <w:rsid w:val="0054680B"/>
    <w:rsid w:val="00550018"/>
    <w:rsid w:val="005508F8"/>
    <w:rsid w:val="00553417"/>
    <w:rsid w:val="005551B7"/>
    <w:rsid w:val="00560F8F"/>
    <w:rsid w:val="00561122"/>
    <w:rsid w:val="00564432"/>
    <w:rsid w:val="005674C4"/>
    <w:rsid w:val="00576FCF"/>
    <w:rsid w:val="0058168B"/>
    <w:rsid w:val="005830E8"/>
    <w:rsid w:val="00583310"/>
    <w:rsid w:val="005835C1"/>
    <w:rsid w:val="005860E5"/>
    <w:rsid w:val="00586EC6"/>
    <w:rsid w:val="00593F3E"/>
    <w:rsid w:val="005A0BBD"/>
    <w:rsid w:val="005A2882"/>
    <w:rsid w:val="005A417C"/>
    <w:rsid w:val="005A5397"/>
    <w:rsid w:val="005A6C5D"/>
    <w:rsid w:val="005B3964"/>
    <w:rsid w:val="005B5290"/>
    <w:rsid w:val="005C06E7"/>
    <w:rsid w:val="005C1D03"/>
    <w:rsid w:val="005C1FA1"/>
    <w:rsid w:val="005D1320"/>
    <w:rsid w:val="005D21B4"/>
    <w:rsid w:val="005D3893"/>
    <w:rsid w:val="005D4980"/>
    <w:rsid w:val="005D53AB"/>
    <w:rsid w:val="005D6661"/>
    <w:rsid w:val="005E28DB"/>
    <w:rsid w:val="005E41DF"/>
    <w:rsid w:val="005E5F67"/>
    <w:rsid w:val="005E6C6B"/>
    <w:rsid w:val="005E6F9C"/>
    <w:rsid w:val="005F33D9"/>
    <w:rsid w:val="005F3E6D"/>
    <w:rsid w:val="005F4074"/>
    <w:rsid w:val="005F555E"/>
    <w:rsid w:val="005F6086"/>
    <w:rsid w:val="005F799B"/>
    <w:rsid w:val="00602033"/>
    <w:rsid w:val="0060301B"/>
    <w:rsid w:val="006139F8"/>
    <w:rsid w:val="00613A78"/>
    <w:rsid w:val="00614FE3"/>
    <w:rsid w:val="00615ABC"/>
    <w:rsid w:val="00616543"/>
    <w:rsid w:val="00616646"/>
    <w:rsid w:val="006238FF"/>
    <w:rsid w:val="006242B9"/>
    <w:rsid w:val="00627E3A"/>
    <w:rsid w:val="00631C5D"/>
    <w:rsid w:val="006329A5"/>
    <w:rsid w:val="00635310"/>
    <w:rsid w:val="00641611"/>
    <w:rsid w:val="00641A63"/>
    <w:rsid w:val="00642EB7"/>
    <w:rsid w:val="00645158"/>
    <w:rsid w:val="006472EC"/>
    <w:rsid w:val="0065296F"/>
    <w:rsid w:val="00652C57"/>
    <w:rsid w:val="006537A7"/>
    <w:rsid w:val="00655DD2"/>
    <w:rsid w:val="006577BB"/>
    <w:rsid w:val="0066344F"/>
    <w:rsid w:val="006645A2"/>
    <w:rsid w:val="0066513B"/>
    <w:rsid w:val="00665C78"/>
    <w:rsid w:val="00666DD6"/>
    <w:rsid w:val="00671F96"/>
    <w:rsid w:val="0067245E"/>
    <w:rsid w:val="00673726"/>
    <w:rsid w:val="00683884"/>
    <w:rsid w:val="006859E6"/>
    <w:rsid w:val="00687B1A"/>
    <w:rsid w:val="00687DCC"/>
    <w:rsid w:val="006906BB"/>
    <w:rsid w:val="00693E17"/>
    <w:rsid w:val="00694740"/>
    <w:rsid w:val="006951A0"/>
    <w:rsid w:val="006953AC"/>
    <w:rsid w:val="00695584"/>
    <w:rsid w:val="00696FF2"/>
    <w:rsid w:val="0069735A"/>
    <w:rsid w:val="00697732"/>
    <w:rsid w:val="006A1F4C"/>
    <w:rsid w:val="006A218A"/>
    <w:rsid w:val="006A7E38"/>
    <w:rsid w:val="006B0BB1"/>
    <w:rsid w:val="006B184D"/>
    <w:rsid w:val="006B570F"/>
    <w:rsid w:val="006B5950"/>
    <w:rsid w:val="006C0381"/>
    <w:rsid w:val="006C0DF7"/>
    <w:rsid w:val="006C184A"/>
    <w:rsid w:val="006C355D"/>
    <w:rsid w:val="006C3CE5"/>
    <w:rsid w:val="006C432D"/>
    <w:rsid w:val="006C5364"/>
    <w:rsid w:val="006C7979"/>
    <w:rsid w:val="006C7D86"/>
    <w:rsid w:val="006D191D"/>
    <w:rsid w:val="006D2C9E"/>
    <w:rsid w:val="006E0785"/>
    <w:rsid w:val="006E4AAF"/>
    <w:rsid w:val="006E50DB"/>
    <w:rsid w:val="006E5409"/>
    <w:rsid w:val="00701368"/>
    <w:rsid w:val="007024E6"/>
    <w:rsid w:val="007028BD"/>
    <w:rsid w:val="00702EC9"/>
    <w:rsid w:val="00703E75"/>
    <w:rsid w:val="007060D3"/>
    <w:rsid w:val="00711B1A"/>
    <w:rsid w:val="00711B6F"/>
    <w:rsid w:val="00713FFF"/>
    <w:rsid w:val="00715987"/>
    <w:rsid w:val="0072345B"/>
    <w:rsid w:val="00723BD6"/>
    <w:rsid w:val="007332A1"/>
    <w:rsid w:val="007376F8"/>
    <w:rsid w:val="00737A44"/>
    <w:rsid w:val="007403AD"/>
    <w:rsid w:val="0074279C"/>
    <w:rsid w:val="00742D78"/>
    <w:rsid w:val="00743952"/>
    <w:rsid w:val="00751EF5"/>
    <w:rsid w:val="00753AB0"/>
    <w:rsid w:val="00754979"/>
    <w:rsid w:val="00756E04"/>
    <w:rsid w:val="007572B6"/>
    <w:rsid w:val="007574F5"/>
    <w:rsid w:val="00760409"/>
    <w:rsid w:val="00761A8A"/>
    <w:rsid w:val="00762BF0"/>
    <w:rsid w:val="00763BF5"/>
    <w:rsid w:val="00764E8D"/>
    <w:rsid w:val="007669A1"/>
    <w:rsid w:val="00766CCB"/>
    <w:rsid w:val="00772775"/>
    <w:rsid w:val="00772848"/>
    <w:rsid w:val="00775AFB"/>
    <w:rsid w:val="00776069"/>
    <w:rsid w:val="00776309"/>
    <w:rsid w:val="00777C2A"/>
    <w:rsid w:val="00780304"/>
    <w:rsid w:val="0078355B"/>
    <w:rsid w:val="0078405E"/>
    <w:rsid w:val="00790B96"/>
    <w:rsid w:val="0079386B"/>
    <w:rsid w:val="00793D95"/>
    <w:rsid w:val="00795920"/>
    <w:rsid w:val="0079693B"/>
    <w:rsid w:val="00796FFC"/>
    <w:rsid w:val="007978E6"/>
    <w:rsid w:val="007A1650"/>
    <w:rsid w:val="007A1920"/>
    <w:rsid w:val="007A20D0"/>
    <w:rsid w:val="007A3AE1"/>
    <w:rsid w:val="007B0706"/>
    <w:rsid w:val="007B0B94"/>
    <w:rsid w:val="007B1634"/>
    <w:rsid w:val="007B2937"/>
    <w:rsid w:val="007B2DF1"/>
    <w:rsid w:val="007B3D62"/>
    <w:rsid w:val="007B4270"/>
    <w:rsid w:val="007B7394"/>
    <w:rsid w:val="007C1834"/>
    <w:rsid w:val="007C6431"/>
    <w:rsid w:val="007D34C7"/>
    <w:rsid w:val="007D53A6"/>
    <w:rsid w:val="007D6B6B"/>
    <w:rsid w:val="007D6C9E"/>
    <w:rsid w:val="007D7645"/>
    <w:rsid w:val="007E157C"/>
    <w:rsid w:val="007E24C1"/>
    <w:rsid w:val="007E29D6"/>
    <w:rsid w:val="007E29EE"/>
    <w:rsid w:val="007E49C1"/>
    <w:rsid w:val="007E5F54"/>
    <w:rsid w:val="007E6238"/>
    <w:rsid w:val="007F2C31"/>
    <w:rsid w:val="007F5319"/>
    <w:rsid w:val="00800351"/>
    <w:rsid w:val="00805C49"/>
    <w:rsid w:val="00812860"/>
    <w:rsid w:val="00812B97"/>
    <w:rsid w:val="00812C4E"/>
    <w:rsid w:val="00814B5D"/>
    <w:rsid w:val="00815F63"/>
    <w:rsid w:val="00822075"/>
    <w:rsid w:val="008246D4"/>
    <w:rsid w:val="00824D90"/>
    <w:rsid w:val="00825B6D"/>
    <w:rsid w:val="008302C6"/>
    <w:rsid w:val="00831302"/>
    <w:rsid w:val="008328FD"/>
    <w:rsid w:val="0084015D"/>
    <w:rsid w:val="00842880"/>
    <w:rsid w:val="00846C25"/>
    <w:rsid w:val="00852BD0"/>
    <w:rsid w:val="0086262A"/>
    <w:rsid w:val="0086289F"/>
    <w:rsid w:val="00862DCF"/>
    <w:rsid w:val="008643FD"/>
    <w:rsid w:val="0086662D"/>
    <w:rsid w:val="00867F4C"/>
    <w:rsid w:val="0087452C"/>
    <w:rsid w:val="00881500"/>
    <w:rsid w:val="008818A6"/>
    <w:rsid w:val="00882754"/>
    <w:rsid w:val="008829FC"/>
    <w:rsid w:val="00882E64"/>
    <w:rsid w:val="008835F9"/>
    <w:rsid w:val="00883A81"/>
    <w:rsid w:val="00885B01"/>
    <w:rsid w:val="00886660"/>
    <w:rsid w:val="00886D2F"/>
    <w:rsid w:val="0089060A"/>
    <w:rsid w:val="0089121D"/>
    <w:rsid w:val="00892FC1"/>
    <w:rsid w:val="008932FA"/>
    <w:rsid w:val="008A0155"/>
    <w:rsid w:val="008A26AA"/>
    <w:rsid w:val="008A450B"/>
    <w:rsid w:val="008A5205"/>
    <w:rsid w:val="008A7642"/>
    <w:rsid w:val="008B489F"/>
    <w:rsid w:val="008B5EB6"/>
    <w:rsid w:val="008B7CFF"/>
    <w:rsid w:val="008C2AF2"/>
    <w:rsid w:val="008C4A3E"/>
    <w:rsid w:val="008C56ED"/>
    <w:rsid w:val="008C7D5F"/>
    <w:rsid w:val="008D0F58"/>
    <w:rsid w:val="008D1C1E"/>
    <w:rsid w:val="008D2F26"/>
    <w:rsid w:val="008D3076"/>
    <w:rsid w:val="008D31FF"/>
    <w:rsid w:val="008D632A"/>
    <w:rsid w:val="008D657D"/>
    <w:rsid w:val="008D7980"/>
    <w:rsid w:val="008D7A6F"/>
    <w:rsid w:val="008E0E37"/>
    <w:rsid w:val="008E41B4"/>
    <w:rsid w:val="008F1CDF"/>
    <w:rsid w:val="008F207F"/>
    <w:rsid w:val="008F5A33"/>
    <w:rsid w:val="008F5DF5"/>
    <w:rsid w:val="008F6551"/>
    <w:rsid w:val="008F6C93"/>
    <w:rsid w:val="009013BD"/>
    <w:rsid w:val="009018B4"/>
    <w:rsid w:val="00906787"/>
    <w:rsid w:val="009140CF"/>
    <w:rsid w:val="0091529B"/>
    <w:rsid w:val="00916124"/>
    <w:rsid w:val="00920100"/>
    <w:rsid w:val="00921B48"/>
    <w:rsid w:val="00921D23"/>
    <w:rsid w:val="00923748"/>
    <w:rsid w:val="00923B16"/>
    <w:rsid w:val="009275A2"/>
    <w:rsid w:val="00930088"/>
    <w:rsid w:val="00931F68"/>
    <w:rsid w:val="009325B6"/>
    <w:rsid w:val="00934CD3"/>
    <w:rsid w:val="009416B8"/>
    <w:rsid w:val="0094277C"/>
    <w:rsid w:val="00943738"/>
    <w:rsid w:val="00943747"/>
    <w:rsid w:val="00943C02"/>
    <w:rsid w:val="00945525"/>
    <w:rsid w:val="00946107"/>
    <w:rsid w:val="00952AA8"/>
    <w:rsid w:val="00953A2C"/>
    <w:rsid w:val="00956F4B"/>
    <w:rsid w:val="0096157E"/>
    <w:rsid w:val="00962948"/>
    <w:rsid w:val="00963800"/>
    <w:rsid w:val="00967240"/>
    <w:rsid w:val="00971587"/>
    <w:rsid w:val="00972471"/>
    <w:rsid w:val="009800D2"/>
    <w:rsid w:val="0098078F"/>
    <w:rsid w:val="009834C8"/>
    <w:rsid w:val="00990318"/>
    <w:rsid w:val="00994830"/>
    <w:rsid w:val="009A0812"/>
    <w:rsid w:val="009A3DDA"/>
    <w:rsid w:val="009A462A"/>
    <w:rsid w:val="009A5B17"/>
    <w:rsid w:val="009B08F8"/>
    <w:rsid w:val="009B1052"/>
    <w:rsid w:val="009B223B"/>
    <w:rsid w:val="009B4213"/>
    <w:rsid w:val="009B4D57"/>
    <w:rsid w:val="009C2A63"/>
    <w:rsid w:val="009C3AD7"/>
    <w:rsid w:val="009C4CD1"/>
    <w:rsid w:val="009C648F"/>
    <w:rsid w:val="009C71D0"/>
    <w:rsid w:val="009D23AE"/>
    <w:rsid w:val="009D766A"/>
    <w:rsid w:val="009D7CC7"/>
    <w:rsid w:val="009E0326"/>
    <w:rsid w:val="009E0BAC"/>
    <w:rsid w:val="009E517F"/>
    <w:rsid w:val="009E52D3"/>
    <w:rsid w:val="009E74C7"/>
    <w:rsid w:val="009E7544"/>
    <w:rsid w:val="009F2C6E"/>
    <w:rsid w:val="00A02931"/>
    <w:rsid w:val="00A03C45"/>
    <w:rsid w:val="00A04873"/>
    <w:rsid w:val="00A13A78"/>
    <w:rsid w:val="00A209C4"/>
    <w:rsid w:val="00A25AC0"/>
    <w:rsid w:val="00A25D89"/>
    <w:rsid w:val="00A309B2"/>
    <w:rsid w:val="00A3355E"/>
    <w:rsid w:val="00A33B82"/>
    <w:rsid w:val="00A34952"/>
    <w:rsid w:val="00A352EA"/>
    <w:rsid w:val="00A4007A"/>
    <w:rsid w:val="00A41B1E"/>
    <w:rsid w:val="00A43411"/>
    <w:rsid w:val="00A47E90"/>
    <w:rsid w:val="00A50FE1"/>
    <w:rsid w:val="00A51E31"/>
    <w:rsid w:val="00A548E3"/>
    <w:rsid w:val="00A561EB"/>
    <w:rsid w:val="00A61402"/>
    <w:rsid w:val="00A654E5"/>
    <w:rsid w:val="00A7583B"/>
    <w:rsid w:val="00A764F3"/>
    <w:rsid w:val="00A77267"/>
    <w:rsid w:val="00A83A83"/>
    <w:rsid w:val="00A84535"/>
    <w:rsid w:val="00A85F74"/>
    <w:rsid w:val="00A86448"/>
    <w:rsid w:val="00A90A8D"/>
    <w:rsid w:val="00A95091"/>
    <w:rsid w:val="00A95848"/>
    <w:rsid w:val="00A95E58"/>
    <w:rsid w:val="00A96352"/>
    <w:rsid w:val="00AA1156"/>
    <w:rsid w:val="00AA76DD"/>
    <w:rsid w:val="00AA7E37"/>
    <w:rsid w:val="00AB1859"/>
    <w:rsid w:val="00AB2B29"/>
    <w:rsid w:val="00AB2B3A"/>
    <w:rsid w:val="00AB4BAD"/>
    <w:rsid w:val="00AB533D"/>
    <w:rsid w:val="00AB64FD"/>
    <w:rsid w:val="00AB6FFA"/>
    <w:rsid w:val="00AB72BA"/>
    <w:rsid w:val="00AC1850"/>
    <w:rsid w:val="00AC74FD"/>
    <w:rsid w:val="00AC7FDF"/>
    <w:rsid w:val="00AD018C"/>
    <w:rsid w:val="00AD07CD"/>
    <w:rsid w:val="00AD32C1"/>
    <w:rsid w:val="00AD3F5A"/>
    <w:rsid w:val="00AE0E59"/>
    <w:rsid w:val="00AE2434"/>
    <w:rsid w:val="00AE25AA"/>
    <w:rsid w:val="00AE7C30"/>
    <w:rsid w:val="00AF2287"/>
    <w:rsid w:val="00AF2835"/>
    <w:rsid w:val="00AF3422"/>
    <w:rsid w:val="00AF3CC7"/>
    <w:rsid w:val="00AF72F1"/>
    <w:rsid w:val="00B02401"/>
    <w:rsid w:val="00B026DC"/>
    <w:rsid w:val="00B07790"/>
    <w:rsid w:val="00B11664"/>
    <w:rsid w:val="00B11CDA"/>
    <w:rsid w:val="00B13CA1"/>
    <w:rsid w:val="00B217B4"/>
    <w:rsid w:val="00B21EAB"/>
    <w:rsid w:val="00B22F35"/>
    <w:rsid w:val="00B25BB9"/>
    <w:rsid w:val="00B269D2"/>
    <w:rsid w:val="00B2787F"/>
    <w:rsid w:val="00B27DD1"/>
    <w:rsid w:val="00B31755"/>
    <w:rsid w:val="00B322BB"/>
    <w:rsid w:val="00B33139"/>
    <w:rsid w:val="00B3453A"/>
    <w:rsid w:val="00B35360"/>
    <w:rsid w:val="00B355D1"/>
    <w:rsid w:val="00B4095D"/>
    <w:rsid w:val="00B413B9"/>
    <w:rsid w:val="00B428FF"/>
    <w:rsid w:val="00B46143"/>
    <w:rsid w:val="00B46AD1"/>
    <w:rsid w:val="00B5050F"/>
    <w:rsid w:val="00B5205A"/>
    <w:rsid w:val="00B52CF9"/>
    <w:rsid w:val="00B578A6"/>
    <w:rsid w:val="00B61C06"/>
    <w:rsid w:val="00B61E0E"/>
    <w:rsid w:val="00B63780"/>
    <w:rsid w:val="00B6673D"/>
    <w:rsid w:val="00B67144"/>
    <w:rsid w:val="00B704D6"/>
    <w:rsid w:val="00B717B4"/>
    <w:rsid w:val="00B71D49"/>
    <w:rsid w:val="00B731D1"/>
    <w:rsid w:val="00B80EDD"/>
    <w:rsid w:val="00B81824"/>
    <w:rsid w:val="00B82FAF"/>
    <w:rsid w:val="00BA0F5B"/>
    <w:rsid w:val="00BA152D"/>
    <w:rsid w:val="00BA3123"/>
    <w:rsid w:val="00BA38FA"/>
    <w:rsid w:val="00BA5173"/>
    <w:rsid w:val="00BA542A"/>
    <w:rsid w:val="00BB1BE7"/>
    <w:rsid w:val="00BB1CC4"/>
    <w:rsid w:val="00BB2349"/>
    <w:rsid w:val="00BB56E0"/>
    <w:rsid w:val="00BB6098"/>
    <w:rsid w:val="00BC1E8B"/>
    <w:rsid w:val="00BC2140"/>
    <w:rsid w:val="00BC26AF"/>
    <w:rsid w:val="00BD58DA"/>
    <w:rsid w:val="00BD7B7D"/>
    <w:rsid w:val="00BE0C75"/>
    <w:rsid w:val="00BE33E7"/>
    <w:rsid w:val="00BE4E91"/>
    <w:rsid w:val="00BE52A3"/>
    <w:rsid w:val="00BE7C51"/>
    <w:rsid w:val="00BF26CA"/>
    <w:rsid w:val="00BF6F90"/>
    <w:rsid w:val="00BF73FA"/>
    <w:rsid w:val="00BF7B77"/>
    <w:rsid w:val="00C00AAD"/>
    <w:rsid w:val="00C04024"/>
    <w:rsid w:val="00C0628F"/>
    <w:rsid w:val="00C0720E"/>
    <w:rsid w:val="00C10257"/>
    <w:rsid w:val="00C107B5"/>
    <w:rsid w:val="00C12191"/>
    <w:rsid w:val="00C127AD"/>
    <w:rsid w:val="00C1292D"/>
    <w:rsid w:val="00C14774"/>
    <w:rsid w:val="00C15A5E"/>
    <w:rsid w:val="00C23EAA"/>
    <w:rsid w:val="00C24670"/>
    <w:rsid w:val="00C273D7"/>
    <w:rsid w:val="00C31A8E"/>
    <w:rsid w:val="00C31F2E"/>
    <w:rsid w:val="00C32155"/>
    <w:rsid w:val="00C339CB"/>
    <w:rsid w:val="00C36947"/>
    <w:rsid w:val="00C42927"/>
    <w:rsid w:val="00C43C99"/>
    <w:rsid w:val="00C44A34"/>
    <w:rsid w:val="00C44C87"/>
    <w:rsid w:val="00C46CF2"/>
    <w:rsid w:val="00C47DCA"/>
    <w:rsid w:val="00C50CE2"/>
    <w:rsid w:val="00C5167D"/>
    <w:rsid w:val="00C51B65"/>
    <w:rsid w:val="00C51EA7"/>
    <w:rsid w:val="00C527E9"/>
    <w:rsid w:val="00C52D09"/>
    <w:rsid w:val="00C53D9C"/>
    <w:rsid w:val="00C550A2"/>
    <w:rsid w:val="00C56212"/>
    <w:rsid w:val="00C5795A"/>
    <w:rsid w:val="00C57C26"/>
    <w:rsid w:val="00C61C40"/>
    <w:rsid w:val="00C659D4"/>
    <w:rsid w:val="00C660F9"/>
    <w:rsid w:val="00C6657A"/>
    <w:rsid w:val="00C66C64"/>
    <w:rsid w:val="00C72AD9"/>
    <w:rsid w:val="00C74D3C"/>
    <w:rsid w:val="00C81F1F"/>
    <w:rsid w:val="00C81FB9"/>
    <w:rsid w:val="00C82302"/>
    <w:rsid w:val="00C87464"/>
    <w:rsid w:val="00C91DDE"/>
    <w:rsid w:val="00C92DB0"/>
    <w:rsid w:val="00C93E3D"/>
    <w:rsid w:val="00C943A9"/>
    <w:rsid w:val="00C9710D"/>
    <w:rsid w:val="00CA354E"/>
    <w:rsid w:val="00CA3809"/>
    <w:rsid w:val="00CA3C9C"/>
    <w:rsid w:val="00CA7E53"/>
    <w:rsid w:val="00CB07C0"/>
    <w:rsid w:val="00CB1980"/>
    <w:rsid w:val="00CB2314"/>
    <w:rsid w:val="00CB5E88"/>
    <w:rsid w:val="00CB72E0"/>
    <w:rsid w:val="00CB7B0C"/>
    <w:rsid w:val="00CB7BFE"/>
    <w:rsid w:val="00CC0672"/>
    <w:rsid w:val="00CC10F9"/>
    <w:rsid w:val="00CC1AE5"/>
    <w:rsid w:val="00CC37E8"/>
    <w:rsid w:val="00CC4221"/>
    <w:rsid w:val="00CC5819"/>
    <w:rsid w:val="00CC5B51"/>
    <w:rsid w:val="00CC5E29"/>
    <w:rsid w:val="00CC73BD"/>
    <w:rsid w:val="00CD0D1B"/>
    <w:rsid w:val="00CD34B8"/>
    <w:rsid w:val="00CD61C9"/>
    <w:rsid w:val="00CD76CD"/>
    <w:rsid w:val="00CE05D2"/>
    <w:rsid w:val="00CE0D97"/>
    <w:rsid w:val="00CE37D3"/>
    <w:rsid w:val="00CE5BEB"/>
    <w:rsid w:val="00CF2DFC"/>
    <w:rsid w:val="00CF3531"/>
    <w:rsid w:val="00CF714C"/>
    <w:rsid w:val="00CF7AF5"/>
    <w:rsid w:val="00D02A36"/>
    <w:rsid w:val="00D02D0D"/>
    <w:rsid w:val="00D04163"/>
    <w:rsid w:val="00D0598F"/>
    <w:rsid w:val="00D06EDA"/>
    <w:rsid w:val="00D078C5"/>
    <w:rsid w:val="00D11327"/>
    <w:rsid w:val="00D11340"/>
    <w:rsid w:val="00D126C2"/>
    <w:rsid w:val="00D1532B"/>
    <w:rsid w:val="00D24501"/>
    <w:rsid w:val="00D35BD9"/>
    <w:rsid w:val="00D361E0"/>
    <w:rsid w:val="00D40ACA"/>
    <w:rsid w:val="00D4231C"/>
    <w:rsid w:val="00D427D1"/>
    <w:rsid w:val="00D42868"/>
    <w:rsid w:val="00D46998"/>
    <w:rsid w:val="00D472E7"/>
    <w:rsid w:val="00D47538"/>
    <w:rsid w:val="00D5090E"/>
    <w:rsid w:val="00D50BBC"/>
    <w:rsid w:val="00D5291E"/>
    <w:rsid w:val="00D5329E"/>
    <w:rsid w:val="00D53882"/>
    <w:rsid w:val="00D550A9"/>
    <w:rsid w:val="00D61B8A"/>
    <w:rsid w:val="00D61EB2"/>
    <w:rsid w:val="00D661A6"/>
    <w:rsid w:val="00D70537"/>
    <w:rsid w:val="00D71E7B"/>
    <w:rsid w:val="00D73691"/>
    <w:rsid w:val="00D73C33"/>
    <w:rsid w:val="00D7427B"/>
    <w:rsid w:val="00D7555A"/>
    <w:rsid w:val="00D75A45"/>
    <w:rsid w:val="00D80C87"/>
    <w:rsid w:val="00D80D33"/>
    <w:rsid w:val="00D81407"/>
    <w:rsid w:val="00D83EFA"/>
    <w:rsid w:val="00D842F5"/>
    <w:rsid w:val="00D914C0"/>
    <w:rsid w:val="00D91F99"/>
    <w:rsid w:val="00DA27AE"/>
    <w:rsid w:val="00DA5A7E"/>
    <w:rsid w:val="00DB004E"/>
    <w:rsid w:val="00DB0594"/>
    <w:rsid w:val="00DB1B2B"/>
    <w:rsid w:val="00DB5FFF"/>
    <w:rsid w:val="00DB6F26"/>
    <w:rsid w:val="00DC0B28"/>
    <w:rsid w:val="00DC1211"/>
    <w:rsid w:val="00DC1C9A"/>
    <w:rsid w:val="00DC311E"/>
    <w:rsid w:val="00DC7519"/>
    <w:rsid w:val="00DC7929"/>
    <w:rsid w:val="00DD04C5"/>
    <w:rsid w:val="00DD2139"/>
    <w:rsid w:val="00DD24A8"/>
    <w:rsid w:val="00DD70D4"/>
    <w:rsid w:val="00DE21DC"/>
    <w:rsid w:val="00DE378C"/>
    <w:rsid w:val="00DE411C"/>
    <w:rsid w:val="00DE6B3A"/>
    <w:rsid w:val="00DE6B7C"/>
    <w:rsid w:val="00DF0559"/>
    <w:rsid w:val="00DF2C72"/>
    <w:rsid w:val="00DF3A1D"/>
    <w:rsid w:val="00DF4210"/>
    <w:rsid w:val="00DF5B83"/>
    <w:rsid w:val="00DF68EE"/>
    <w:rsid w:val="00DF69F9"/>
    <w:rsid w:val="00E02E83"/>
    <w:rsid w:val="00E048C4"/>
    <w:rsid w:val="00E05949"/>
    <w:rsid w:val="00E073B6"/>
    <w:rsid w:val="00E10A43"/>
    <w:rsid w:val="00E112C9"/>
    <w:rsid w:val="00E1167B"/>
    <w:rsid w:val="00E11914"/>
    <w:rsid w:val="00E11F05"/>
    <w:rsid w:val="00E121B7"/>
    <w:rsid w:val="00E15059"/>
    <w:rsid w:val="00E15180"/>
    <w:rsid w:val="00E15191"/>
    <w:rsid w:val="00E15629"/>
    <w:rsid w:val="00E16530"/>
    <w:rsid w:val="00E16751"/>
    <w:rsid w:val="00E2096D"/>
    <w:rsid w:val="00E2174A"/>
    <w:rsid w:val="00E306D5"/>
    <w:rsid w:val="00E317E3"/>
    <w:rsid w:val="00E31E75"/>
    <w:rsid w:val="00E33359"/>
    <w:rsid w:val="00E35F45"/>
    <w:rsid w:val="00E362EC"/>
    <w:rsid w:val="00E41C34"/>
    <w:rsid w:val="00E41EFD"/>
    <w:rsid w:val="00E5146F"/>
    <w:rsid w:val="00E74A73"/>
    <w:rsid w:val="00E7533F"/>
    <w:rsid w:val="00E771A6"/>
    <w:rsid w:val="00E77ACB"/>
    <w:rsid w:val="00E81371"/>
    <w:rsid w:val="00E82250"/>
    <w:rsid w:val="00E825DC"/>
    <w:rsid w:val="00E82FC7"/>
    <w:rsid w:val="00E83735"/>
    <w:rsid w:val="00E84789"/>
    <w:rsid w:val="00E85D4A"/>
    <w:rsid w:val="00E869D9"/>
    <w:rsid w:val="00E879E4"/>
    <w:rsid w:val="00E90398"/>
    <w:rsid w:val="00E90F4E"/>
    <w:rsid w:val="00E91AE0"/>
    <w:rsid w:val="00E92613"/>
    <w:rsid w:val="00E92820"/>
    <w:rsid w:val="00E9336E"/>
    <w:rsid w:val="00E933AD"/>
    <w:rsid w:val="00E93588"/>
    <w:rsid w:val="00E94B1F"/>
    <w:rsid w:val="00E97B9C"/>
    <w:rsid w:val="00EA3E9C"/>
    <w:rsid w:val="00EB3FEA"/>
    <w:rsid w:val="00EB403E"/>
    <w:rsid w:val="00EB4AB9"/>
    <w:rsid w:val="00EC1833"/>
    <w:rsid w:val="00EC2133"/>
    <w:rsid w:val="00EC356E"/>
    <w:rsid w:val="00EC70B8"/>
    <w:rsid w:val="00ED09BB"/>
    <w:rsid w:val="00ED249E"/>
    <w:rsid w:val="00ED3F31"/>
    <w:rsid w:val="00EE069D"/>
    <w:rsid w:val="00EE09B0"/>
    <w:rsid w:val="00EE152E"/>
    <w:rsid w:val="00EE16FA"/>
    <w:rsid w:val="00EE60CC"/>
    <w:rsid w:val="00EE74D7"/>
    <w:rsid w:val="00EF004F"/>
    <w:rsid w:val="00EF039A"/>
    <w:rsid w:val="00EF0BBC"/>
    <w:rsid w:val="00EF0D09"/>
    <w:rsid w:val="00EF1528"/>
    <w:rsid w:val="00EF1E3B"/>
    <w:rsid w:val="00EF46C0"/>
    <w:rsid w:val="00F00FF1"/>
    <w:rsid w:val="00F036EB"/>
    <w:rsid w:val="00F04608"/>
    <w:rsid w:val="00F04E6D"/>
    <w:rsid w:val="00F051BB"/>
    <w:rsid w:val="00F05C69"/>
    <w:rsid w:val="00F06EAA"/>
    <w:rsid w:val="00F07201"/>
    <w:rsid w:val="00F162B9"/>
    <w:rsid w:val="00F2027F"/>
    <w:rsid w:val="00F24EA8"/>
    <w:rsid w:val="00F27D88"/>
    <w:rsid w:val="00F27E1A"/>
    <w:rsid w:val="00F32D46"/>
    <w:rsid w:val="00F32F78"/>
    <w:rsid w:val="00F33FE5"/>
    <w:rsid w:val="00F407AD"/>
    <w:rsid w:val="00F41B4D"/>
    <w:rsid w:val="00F456D7"/>
    <w:rsid w:val="00F46525"/>
    <w:rsid w:val="00F47042"/>
    <w:rsid w:val="00F47F45"/>
    <w:rsid w:val="00F50546"/>
    <w:rsid w:val="00F56178"/>
    <w:rsid w:val="00F64B72"/>
    <w:rsid w:val="00F67813"/>
    <w:rsid w:val="00F7168F"/>
    <w:rsid w:val="00F72B7F"/>
    <w:rsid w:val="00F72FA2"/>
    <w:rsid w:val="00F76FD4"/>
    <w:rsid w:val="00F77703"/>
    <w:rsid w:val="00F85990"/>
    <w:rsid w:val="00F86591"/>
    <w:rsid w:val="00F90B65"/>
    <w:rsid w:val="00F91382"/>
    <w:rsid w:val="00F95E72"/>
    <w:rsid w:val="00F95F9E"/>
    <w:rsid w:val="00F968FC"/>
    <w:rsid w:val="00FA3165"/>
    <w:rsid w:val="00FA7C4E"/>
    <w:rsid w:val="00FB0B35"/>
    <w:rsid w:val="00FB0F3E"/>
    <w:rsid w:val="00FB2ED5"/>
    <w:rsid w:val="00FB50AF"/>
    <w:rsid w:val="00FB5554"/>
    <w:rsid w:val="00FB771A"/>
    <w:rsid w:val="00FC06EE"/>
    <w:rsid w:val="00FC4A30"/>
    <w:rsid w:val="00FD2F53"/>
    <w:rsid w:val="00FD305C"/>
    <w:rsid w:val="00FD5D74"/>
    <w:rsid w:val="00FD7C3A"/>
    <w:rsid w:val="00FE22DB"/>
    <w:rsid w:val="00FE31B0"/>
    <w:rsid w:val="00FE6910"/>
    <w:rsid w:val="00FE6C24"/>
    <w:rsid w:val="00FE75FE"/>
    <w:rsid w:val="00FF3933"/>
    <w:rsid w:val="00FF3B60"/>
    <w:rsid w:val="155DEE78"/>
    <w:rsid w:val="163A1A48"/>
    <w:rsid w:val="21BA13F8"/>
    <w:rsid w:val="22F90DF6"/>
    <w:rsid w:val="259AEBFF"/>
    <w:rsid w:val="2736BC60"/>
    <w:rsid w:val="2BA76764"/>
    <w:rsid w:val="30F70A53"/>
    <w:rsid w:val="32DCC493"/>
    <w:rsid w:val="3597E76C"/>
    <w:rsid w:val="3B5F1B82"/>
    <w:rsid w:val="42E4EB4C"/>
    <w:rsid w:val="4408233B"/>
    <w:rsid w:val="441A285B"/>
    <w:rsid w:val="4505FDC8"/>
    <w:rsid w:val="460EC4D0"/>
    <w:rsid w:val="56BFDF79"/>
    <w:rsid w:val="593501E2"/>
    <w:rsid w:val="59DE57DE"/>
    <w:rsid w:val="61AAC00A"/>
    <w:rsid w:val="69450CAE"/>
    <w:rsid w:val="78B8BB85"/>
    <w:rsid w:val="78F4CB78"/>
    <w:rsid w:val="793CEDA7"/>
    <w:rsid w:val="7C2B5EE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71A43E0"/>
  <w15:docId w15:val="{2B16D7E5-1DFB-41B7-9304-1D05C3383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Mincho" w:hAnsi="Cambria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C5D2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rsid w:val="00DC0B28"/>
  </w:style>
  <w:style w:type="paragraph" w:styleId="Piedepgina">
    <w:name w:val="footer"/>
    <w:basedOn w:val="Normal"/>
    <w:link w:val="PiedepginaCar"/>
    <w:uiPriority w:val="99"/>
    <w:unhideWhenUsed/>
    <w:rsid w:val="00DC0B2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C0B28"/>
  </w:style>
  <w:style w:type="paragraph" w:styleId="Textodeglobo">
    <w:name w:val="Balloon Text"/>
    <w:basedOn w:val="Normal"/>
    <w:link w:val="TextodegloboCar"/>
    <w:uiPriority w:val="99"/>
    <w:semiHidden/>
    <w:unhideWhenUsed/>
    <w:rsid w:val="00DC0B28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C0B28"/>
    <w:rPr>
      <w:rFonts w:ascii="Lucida Grande" w:hAnsi="Lucida Grande"/>
      <w:sz w:val="18"/>
      <w:szCs w:val="18"/>
    </w:rPr>
  </w:style>
  <w:style w:type="paragraph" w:styleId="Textoindependiente">
    <w:name w:val="Body Text"/>
    <w:basedOn w:val="Normal"/>
    <w:link w:val="TextoindependienteCar"/>
    <w:rsid w:val="008A7642"/>
    <w:pPr>
      <w:spacing w:after="0"/>
      <w:jc w:val="both"/>
    </w:pPr>
    <w:rPr>
      <w:rFonts w:ascii="Times New Roman" w:eastAsia="Times New Roman" w:hAnsi="Times New Roman"/>
      <w:szCs w:val="20"/>
      <w:lang w:val="es-ES" w:eastAsia="es-ES"/>
    </w:rPr>
  </w:style>
  <w:style w:type="character" w:customStyle="1" w:styleId="TextoindependienteCar">
    <w:name w:val="Texto independiente Car"/>
    <w:link w:val="Textoindependiente"/>
    <w:rsid w:val="008A764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Hipervnculo">
    <w:name w:val="Hyperlink"/>
    <w:uiPriority w:val="99"/>
    <w:unhideWhenUsed/>
    <w:rsid w:val="00D71E7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13627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C527E9"/>
    <w:rPr>
      <w:sz w:val="16"/>
      <w:szCs w:val="16"/>
    </w:rPr>
  </w:style>
  <w:style w:type="paragraph" w:customStyle="1" w:styleId="Textocomentario1">
    <w:name w:val="Texto comentario1"/>
    <w:basedOn w:val="Normal"/>
    <w:next w:val="Textocomentario"/>
    <w:link w:val="TextocomentarioCar"/>
    <w:uiPriority w:val="99"/>
    <w:semiHidden/>
    <w:unhideWhenUsed/>
    <w:rsid w:val="00C527E9"/>
    <w:rPr>
      <w:sz w:val="20"/>
      <w:szCs w:val="20"/>
      <w:lang w:val="es-MX" w:eastAsia="es-MX"/>
    </w:rPr>
  </w:style>
  <w:style w:type="character" w:customStyle="1" w:styleId="TextocomentarioCar">
    <w:name w:val="Texto comentario Car"/>
    <w:basedOn w:val="Fuentedeprrafopredeter"/>
    <w:link w:val="Textocomentario1"/>
    <w:uiPriority w:val="99"/>
    <w:semiHidden/>
    <w:rsid w:val="00C527E9"/>
    <w:rPr>
      <w:sz w:val="20"/>
      <w:szCs w:val="20"/>
    </w:rPr>
  </w:style>
  <w:style w:type="paragraph" w:styleId="Textocomentario">
    <w:name w:val="annotation text"/>
    <w:basedOn w:val="Normal"/>
    <w:link w:val="TextocomentarioCar1"/>
    <w:uiPriority w:val="99"/>
    <w:unhideWhenUsed/>
    <w:rsid w:val="00C527E9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uiPriority w:val="99"/>
    <w:rsid w:val="00C527E9"/>
    <w:rPr>
      <w:lang w:val="es-ES_tradnl"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057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semiHidden/>
    <w:rsid w:val="001E2057"/>
    <w:rPr>
      <w:b/>
      <w:bCs/>
      <w:lang w:val="es-ES_tradnl" w:eastAsia="ja-JP"/>
    </w:rPr>
  </w:style>
  <w:style w:type="paragraph" w:customStyle="1" w:styleId="Default">
    <w:name w:val="Default"/>
    <w:rsid w:val="0067245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84015D"/>
  </w:style>
  <w:style w:type="character" w:customStyle="1" w:styleId="PrrafodelistaCar">
    <w:name w:val="Párrafo de lista Car"/>
    <w:link w:val="Prrafodelista"/>
    <w:uiPriority w:val="34"/>
    <w:locked/>
    <w:rsid w:val="00A34952"/>
    <w:rPr>
      <w:sz w:val="24"/>
      <w:szCs w:val="24"/>
      <w:lang w:val="es-ES_tradnl" w:eastAsia="ja-JP"/>
    </w:rPr>
  </w:style>
  <w:style w:type="table" w:styleId="Tablaconcuadrcula">
    <w:name w:val="Table Grid"/>
    <w:basedOn w:val="Tablanormal"/>
    <w:uiPriority w:val="39"/>
    <w:rsid w:val="00CD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0C5D2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0C5D2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DF69F9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B5205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BA0F5B"/>
    <w:rPr>
      <w:color w:val="954F72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B61E0E"/>
    <w:pPr>
      <w:widowControl w:val="0"/>
      <w:autoSpaceDE w:val="0"/>
      <w:autoSpaceDN w:val="0"/>
      <w:spacing w:after="0"/>
    </w:pPr>
    <w:rPr>
      <w:rFonts w:ascii="Arial MT" w:eastAsia="Arial MT" w:hAnsi="Arial MT" w:cs="Arial MT"/>
      <w:sz w:val="22"/>
      <w:szCs w:val="22"/>
      <w:lang w:val="es-ES" w:eastAsia="en-US"/>
    </w:rPr>
  </w:style>
  <w:style w:type="paragraph" w:styleId="Revisin">
    <w:name w:val="Revision"/>
    <w:hidden/>
    <w:uiPriority w:val="99"/>
    <w:semiHidden/>
    <w:rsid w:val="002F1F24"/>
    <w:rPr>
      <w:sz w:val="24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38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b.mx/cms/uploads/attachment/file/825149/FF-ASEA-045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renzo.Gonzalez\Desktop\YOLANDA\OFICIO%20DO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2ab1d-6391-42a3-9f16-af6a78bc5d2a" xsi:nil="true"/>
    <lcf76f155ced4ddcb4097134ff3c332f xmlns="5b069d0e-fdb3-4e47-a9f2-c9119a727f93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2193BD5B218624EA94B5795F69BBEFF" ma:contentTypeVersion="24" ma:contentTypeDescription="Crear nuevo documento." ma:contentTypeScope="" ma:versionID="28107c05e81c7bb926bec80efbd9c9b3">
  <xsd:schema xmlns:xsd="http://www.w3.org/2001/XMLSchema" xmlns:xs="http://www.w3.org/2001/XMLSchema" xmlns:p="http://schemas.microsoft.com/office/2006/metadata/properties" xmlns:ns2="5b069d0e-fdb3-4e47-a9f2-c9119a727f93" xmlns:ns3="7292ab1d-6391-42a3-9f16-af6a78bc5d2a" targetNamespace="http://schemas.microsoft.com/office/2006/metadata/properties" ma:root="true" ma:fieldsID="02c3163c24cfd322aba610170e91a16b" ns2:_="" ns3:_="">
    <xsd:import namespace="5b069d0e-fdb3-4e47-a9f2-c9119a727f93"/>
    <xsd:import namespace="7292ab1d-6391-42a3-9f16-af6a78bc5d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69d0e-fdb3-4e47-a9f2-c9119a727f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a11eba12-3cfc-4dc9-b898-6c7caf0f50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2ab1d-6391-42a3-9f16-af6a78bc5d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0c58df42-9527-4602-843e-0082fd871e14}" ma:internalName="TaxCatchAll" ma:showField="CatchAllData" ma:web="7292ab1d-6391-42a3-9f16-af6a78bc5d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50D16-E0B2-4861-8126-9B414C3378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34BFCA-C79A-451E-BE2E-89DC70D6897F}">
  <ds:schemaRefs>
    <ds:schemaRef ds:uri="http://schemas.microsoft.com/office/2006/metadata/properties"/>
    <ds:schemaRef ds:uri="http://schemas.microsoft.com/office/infopath/2007/PartnerControls"/>
    <ds:schemaRef ds:uri="7292ab1d-6391-42a3-9f16-af6a78bc5d2a"/>
    <ds:schemaRef ds:uri="5b069d0e-fdb3-4e47-a9f2-c9119a727f93"/>
  </ds:schemaRefs>
</ds:datastoreItem>
</file>

<file path=customXml/itemProps3.xml><?xml version="1.0" encoding="utf-8"?>
<ds:datastoreItem xmlns:ds="http://schemas.openxmlformats.org/officeDocument/2006/customXml" ds:itemID="{7711AAA4-0B5A-48D6-87C0-BAD8309FF7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FF04A-C306-45C7-AEEB-1A24D9BE5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69d0e-fdb3-4e47-a9f2-c9119a727f93"/>
    <ds:schemaRef ds:uri="7292ab1d-6391-42a3-9f16-af6a78bc5d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DOF</Template>
  <TotalTime>14</TotalTime>
  <Pages>2</Pages>
  <Words>935</Words>
  <Characters>5145</Characters>
  <Application>Microsoft Office Word</Application>
  <DocSecurity>0</DocSecurity>
  <Lines>42</Lines>
  <Paragraphs>12</Paragraphs>
  <ScaleCrop>false</ScaleCrop>
  <Manager>DGGOI</Manager>
  <Company>E-diseñadores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FHM</dc:creator>
  <cp:lastModifiedBy>Karla Cristina Serralde Ramírez</cp:lastModifiedBy>
  <cp:revision>22</cp:revision>
  <cp:lastPrinted>2017-07-26T20:04:00Z</cp:lastPrinted>
  <dcterms:created xsi:type="dcterms:W3CDTF">2024-08-28T00:16:00Z</dcterms:created>
  <dcterms:modified xsi:type="dcterms:W3CDTF">2024-09-03T17:35:00Z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0x010100C2193BD5B218624EA94B5795F69BBEFF</vt:lpwstr>
  </property>
</Properties>
</file>