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6A678DF9" w:rsidR="00AE7C30" w:rsidRDefault="005D04EC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00B8DE98">
        <w:rPr>
          <w:rFonts w:ascii="Arial" w:hAnsi="Arial" w:cs="Arial"/>
          <w:sz w:val="18"/>
          <w:szCs w:val="18"/>
          <w:lang w:val="es-ES"/>
        </w:rPr>
        <w:t>Convocatoria dirigida a las Unidad de Inspección interesadas en obtener la Aprobación para realizar la Evaluación de la Conformidad de la Norma Oficial Mexicana NOM-006-ASEA-2017, Especificaciones y criterios técnicos de Seguridad Industrial, Seguridad Operativa y Protección al Medio Ambiente para el Diseño, Construcción, Pre-arranque, Operación, Mantenimiento, Cierre y Desmantelamiento de las instalaciones terrestres de almacenamiento de Petrolíferos y Petróleo, excepto para Gas Licuado de Petróleo</w:t>
      </w:r>
      <w:r w:rsidR="00AE7C30" w:rsidRPr="4505FDC8">
        <w:rPr>
          <w:rFonts w:ascii="Arial" w:hAnsi="Arial" w:cs="Arial"/>
          <w:sz w:val="18"/>
          <w:szCs w:val="18"/>
        </w:rPr>
        <w:t xml:space="preserve">, conforme al </w:t>
      </w:r>
      <w:r w:rsidR="00C60867" w:rsidRPr="00B8DE98">
        <w:rPr>
          <w:rFonts w:ascii="Arial" w:hAnsi="Arial" w:cs="Arial"/>
          <w:sz w:val="18"/>
          <w:szCs w:val="18"/>
          <w:lang w:val="es-ES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NOM-006-ASEA-2017, Especificaciones y criterios técnicos de Seguridad Industrial, Seguridad Operativa y Protección al Medio Ambiente para el Diseño, Construcción, Pre-arranque, Operación, Mantenimiento, Cierre y Desmantelamiento de las instalaciones terrestres de almacenamiento de Petrolíferos y Petróleo, excepto para Gas Licuado de Petróleo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="00696FF2"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 xml:space="preserve">publicado en el Diario Oficial de la Federación el </w:t>
      </w:r>
      <w:r w:rsidR="00A106DE">
        <w:rPr>
          <w:rFonts w:ascii="Arial" w:hAnsi="Arial" w:cs="Arial"/>
          <w:sz w:val="18"/>
          <w:szCs w:val="18"/>
        </w:rPr>
        <w:t>2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</w:t>
      </w:r>
      <w:r w:rsidR="00A106DE">
        <w:rPr>
          <w:rFonts w:ascii="Arial" w:hAnsi="Arial" w:cs="Arial"/>
          <w:sz w:val="18"/>
          <w:szCs w:val="18"/>
        </w:rPr>
        <w:t>diciembre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</w:t>
      </w:r>
      <w:r w:rsidR="0090413F">
        <w:rPr>
          <w:rFonts w:ascii="Arial" w:hAnsi="Arial" w:cs="Arial"/>
          <w:sz w:val="18"/>
          <w:szCs w:val="18"/>
        </w:rPr>
        <w:t>3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000000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Las tarifas y precios que aplicará en la prestación de sus servicios, así como la metodología implementada para determinarlos, incluyendo los factores, índices y variables utilizadas, 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4EB90FDA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NOM-00</w:t>
            </w:r>
            <w:r w:rsidR="004364AB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6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4364AB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7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1C36147F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11.-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 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0052593D">
        <w:trPr>
          <w:trHeight w:val="10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67D58F76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78690B23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que soporte la información incluida en la Ficha Curricular </w:t>
            </w:r>
            <w:r w:rsidR="00702F4D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tales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13181608" w:rsidR="00F90B65" w:rsidRPr="0052593D" w:rsidRDefault="00F90B65" w:rsidP="0052593D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0A06E9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EB3EC" w14:textId="77777777" w:rsidR="003D3000" w:rsidRDefault="003D3000" w:rsidP="00DC0B28">
      <w:pPr>
        <w:spacing w:after="0"/>
      </w:pPr>
      <w:r>
        <w:separator/>
      </w:r>
    </w:p>
  </w:endnote>
  <w:endnote w:type="continuationSeparator" w:id="0">
    <w:p w14:paraId="78ECC070" w14:textId="77777777" w:rsidR="003D3000" w:rsidRDefault="003D3000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A6FD5" w14:textId="77777777" w:rsidR="003D3000" w:rsidRDefault="003D3000" w:rsidP="00DC0B28">
      <w:pPr>
        <w:spacing w:after="0"/>
      </w:pPr>
      <w:r>
        <w:separator/>
      </w:r>
    </w:p>
  </w:footnote>
  <w:footnote w:type="continuationSeparator" w:id="0">
    <w:p w14:paraId="40F59A1A" w14:textId="77777777" w:rsidR="003D3000" w:rsidRDefault="003D3000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12C8153B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="00176D71">
            <w:rPr>
              <w:rFonts w:ascii="Arial" w:hAnsi="Arial" w:cs="Arial"/>
              <w:bCs/>
              <w:sz w:val="16"/>
              <w:szCs w:val="16"/>
            </w:rPr>
            <w:t xml:space="preserve"> 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634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06E9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6D71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0ECB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3000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4AB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3021"/>
    <w:rsid w:val="00524FFF"/>
    <w:rsid w:val="0052593D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04EC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4E6"/>
    <w:rsid w:val="007028BD"/>
    <w:rsid w:val="00702EC9"/>
    <w:rsid w:val="00702F4D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413F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965DA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06DE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0867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2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17</TotalTime>
  <Pages>2</Pages>
  <Words>986</Words>
  <Characters>5423</Characters>
  <Application>Microsoft Office Word</Application>
  <DocSecurity>0</DocSecurity>
  <Lines>45</Lines>
  <Paragraphs>12</Paragraphs>
  <ScaleCrop>false</ScaleCrop>
  <Manager>DGGOI</Manager>
  <Company>E-diseñadores</Company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27</cp:revision>
  <cp:lastPrinted>2017-07-26T20:04:00Z</cp:lastPrinted>
  <dcterms:created xsi:type="dcterms:W3CDTF">2024-08-28T00:16:00Z</dcterms:created>
  <dcterms:modified xsi:type="dcterms:W3CDTF">2024-09-03T17:15:00Z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