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151AD" w14:textId="7D36A930" w:rsidR="00AE7C30" w:rsidRDefault="00F13F2D" w:rsidP="4505FDC8">
      <w:pPr>
        <w:tabs>
          <w:tab w:val="left" w:pos="709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D87A74">
        <w:rPr>
          <w:rFonts w:ascii="Arial" w:eastAsia="Arial" w:hAnsi="Arial" w:cs="Arial"/>
          <w:kern w:val="36"/>
          <w:sz w:val="18"/>
          <w:szCs w:val="18"/>
          <w:lang w:eastAsia="es-MX"/>
        </w:rPr>
        <w:t>CONVOCATORIA dirigida a las Unidades de Inspección interesadas en obtener la Aprobación para evaluar la conformidad de la Norma Oficial Mexicana</w:t>
      </w:r>
      <w:bookmarkStart w:id="0" w:name="_Hlk96679261"/>
      <w:r w:rsidRPr="00D87A74">
        <w:rPr>
          <w:rFonts w:ascii="Arial" w:eastAsia="Arial" w:hAnsi="Arial" w:cs="Arial"/>
          <w:kern w:val="36"/>
          <w:sz w:val="18"/>
          <w:szCs w:val="18"/>
          <w:lang w:eastAsia="es-MX"/>
        </w:rPr>
        <w:t xml:space="preserve"> </w:t>
      </w:r>
      <w:bookmarkEnd w:id="0"/>
      <w:r w:rsidRPr="00D87A74">
        <w:rPr>
          <w:rFonts w:ascii="Arial" w:eastAsia="Arial" w:hAnsi="Arial" w:cs="Arial"/>
          <w:kern w:val="36"/>
          <w:sz w:val="18"/>
          <w:szCs w:val="18"/>
          <w:lang w:eastAsia="es-MX"/>
        </w:rPr>
        <w:t>NOM-018-ASEA-2023, Plantas de Distribución de Gas Licuado de Petróleo (cancela y sustituye a la NOM-001-SESH-2014, Plantas de distribución de Gas L.P. Diseño, construcción y condiciones seguras en su operación)</w:t>
      </w:r>
      <w:r w:rsidR="00033D80" w:rsidRPr="4505FDC8">
        <w:rPr>
          <w:rFonts w:ascii="Arial" w:hAnsi="Arial" w:cs="Arial"/>
          <w:sz w:val="18"/>
          <w:szCs w:val="18"/>
        </w:rPr>
        <w:t>,</w:t>
      </w:r>
      <w:r w:rsidR="00AE7C30" w:rsidRPr="4505FDC8">
        <w:rPr>
          <w:rFonts w:ascii="Arial" w:hAnsi="Arial" w:cs="Arial"/>
          <w:sz w:val="18"/>
          <w:szCs w:val="18"/>
        </w:rPr>
        <w:t xml:space="preserve"> </w:t>
      </w:r>
      <w:r w:rsidR="00696FF2" w:rsidRPr="4505FDC8">
        <w:rPr>
          <w:rFonts w:ascii="Arial" w:hAnsi="Arial" w:cs="Arial"/>
          <w:sz w:val="18"/>
          <w:szCs w:val="18"/>
        </w:rPr>
        <w:t>emitid</w:t>
      </w:r>
      <w:r>
        <w:rPr>
          <w:rFonts w:ascii="Arial" w:hAnsi="Arial" w:cs="Arial"/>
          <w:sz w:val="18"/>
          <w:szCs w:val="18"/>
        </w:rPr>
        <w:t>a</w:t>
      </w:r>
      <w:r w:rsidR="00696FF2" w:rsidRPr="4505FDC8">
        <w:rPr>
          <w:rFonts w:ascii="Arial" w:hAnsi="Arial" w:cs="Arial"/>
          <w:sz w:val="18"/>
          <w:szCs w:val="18"/>
        </w:rPr>
        <w:t xml:space="preserve"> por la Agencia Nacional de Seguridad Industrial y de Protección al Medio Ambiente del Sector Hidrocarburos</w:t>
      </w:r>
      <w:r w:rsidR="460EC4D0" w:rsidRPr="4505FDC8">
        <w:rPr>
          <w:rFonts w:ascii="Arial" w:hAnsi="Arial" w:cs="Arial"/>
          <w:sz w:val="18"/>
          <w:szCs w:val="18"/>
        </w:rPr>
        <w:t xml:space="preserve"> (Agencia)</w:t>
      </w:r>
      <w:r w:rsidR="002F2370">
        <w:rPr>
          <w:rFonts w:ascii="Arial" w:hAnsi="Arial" w:cs="Arial"/>
          <w:sz w:val="18"/>
          <w:szCs w:val="18"/>
        </w:rPr>
        <w:t>,</w:t>
      </w:r>
      <w:r w:rsidR="00332BF6">
        <w:rPr>
          <w:rFonts w:ascii="Arial" w:hAnsi="Arial" w:cs="Arial"/>
          <w:sz w:val="18"/>
          <w:szCs w:val="18"/>
        </w:rPr>
        <w:t xml:space="preserve"> </w:t>
      </w:r>
      <w:r w:rsidR="00AE7C30" w:rsidRPr="4505FDC8">
        <w:rPr>
          <w:rFonts w:ascii="Arial" w:hAnsi="Arial" w:cs="Arial"/>
          <w:sz w:val="18"/>
          <w:szCs w:val="18"/>
        </w:rPr>
        <w:t>publicad</w:t>
      </w:r>
      <w:r>
        <w:rPr>
          <w:rFonts w:ascii="Arial" w:hAnsi="Arial" w:cs="Arial"/>
          <w:sz w:val="18"/>
          <w:szCs w:val="18"/>
        </w:rPr>
        <w:t>a</w:t>
      </w:r>
      <w:r w:rsidR="00AE7C30" w:rsidRPr="4505FDC8">
        <w:rPr>
          <w:rFonts w:ascii="Arial" w:hAnsi="Arial" w:cs="Arial"/>
          <w:sz w:val="18"/>
          <w:szCs w:val="18"/>
        </w:rPr>
        <w:t xml:space="preserve"> en el Diario Oficial de la Federación el </w:t>
      </w:r>
      <w:r>
        <w:rPr>
          <w:rFonts w:ascii="Arial" w:hAnsi="Arial" w:cs="Arial"/>
          <w:sz w:val="18"/>
          <w:szCs w:val="18"/>
        </w:rPr>
        <w:t>30</w:t>
      </w:r>
      <w:r w:rsidR="00AE7C30" w:rsidRPr="4505FDC8">
        <w:rPr>
          <w:rFonts w:ascii="Arial" w:hAnsi="Arial" w:cs="Arial"/>
          <w:sz w:val="18"/>
          <w:szCs w:val="18"/>
        </w:rPr>
        <w:t xml:space="preserve"> de</w:t>
      </w:r>
      <w:r w:rsidR="00A7583B" w:rsidRPr="4505FDC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julio</w:t>
      </w:r>
      <w:r w:rsidR="00AE7C30" w:rsidRPr="4505FDC8">
        <w:rPr>
          <w:rFonts w:ascii="Arial" w:hAnsi="Arial" w:cs="Arial"/>
          <w:sz w:val="18"/>
          <w:szCs w:val="18"/>
        </w:rPr>
        <w:t xml:space="preserve"> de 20</w:t>
      </w:r>
      <w:r w:rsidR="00E11914" w:rsidRPr="4505FDC8">
        <w:rPr>
          <w:rFonts w:ascii="Arial" w:hAnsi="Arial" w:cs="Arial"/>
          <w:sz w:val="18"/>
          <w:szCs w:val="18"/>
        </w:rPr>
        <w:t>24</w:t>
      </w:r>
      <w:r w:rsidR="00AE7C30" w:rsidRPr="4505FDC8">
        <w:rPr>
          <w:rFonts w:ascii="Arial" w:hAnsi="Arial" w:cs="Arial"/>
          <w:sz w:val="18"/>
          <w:szCs w:val="18"/>
        </w:rPr>
        <w:t>.</w:t>
      </w:r>
    </w:p>
    <w:p w14:paraId="4A8DB67A" w14:textId="17C47B0D" w:rsidR="000C5D2F" w:rsidRDefault="002C1618" w:rsidP="00E05949">
      <w:pPr>
        <w:tabs>
          <w:tab w:val="left" w:pos="709"/>
        </w:tabs>
        <w:spacing w:before="120"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B217B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6BF259D5" w14:textId="77777777" w:rsidR="00B217B4" w:rsidRPr="00B217B4" w:rsidRDefault="00B217B4" w:rsidP="00E05949">
      <w:pPr>
        <w:tabs>
          <w:tab w:val="left" w:pos="709"/>
        </w:tabs>
        <w:spacing w:before="120"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976"/>
        <w:gridCol w:w="2835"/>
        <w:gridCol w:w="2031"/>
      </w:tblGrid>
      <w:tr w:rsidR="00F27E1A" w:rsidRPr="00F7168F" w14:paraId="13280023" w14:textId="77777777" w:rsidTr="4505FDC8">
        <w:trPr>
          <w:trHeight w:val="82"/>
          <w:tblHeader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F7168F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</w:pPr>
            <w:r w:rsidRPr="00F7168F"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ENTREGABLES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F7168F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 FORMATO</w:t>
            </w:r>
          </w:p>
        </w:tc>
      </w:tr>
      <w:tr w:rsidR="004A1787" w:rsidRPr="00F7168F" w14:paraId="5048D56E" w14:textId="77777777" w:rsidTr="4505FDC8">
        <w:trPr>
          <w:trHeight w:val="379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743343EC" w:rsidR="004A1787" w:rsidRPr="00F7168F" w:rsidRDefault="004A1787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1.-Solicitud de Aprobación</w:t>
            </w:r>
            <w:r w:rsidR="00824D9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2371DA8C" w:rsidR="004A1787" w:rsidRPr="00F7168F" w:rsidRDefault="004A1787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Formato para la solicitud de A</w:t>
            </w:r>
            <w:r w:rsidR="00B07790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prob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ación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(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Anexo I</w:t>
            </w:r>
            <w:r w:rsidR="00320C91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,</w:t>
            </w:r>
            <w:r w:rsidR="00320C91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FF-ASEA-045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</w:rPr>
              <w:t>de los Lineamientos de Terceros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8FBE8D5" w:rsidR="004A1787" w:rsidRPr="00F7168F" w:rsidRDefault="004A1787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C51B3B" w14:textId="77777777" w:rsidR="004A1787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  <w:t>FF-ASEA-045</w:t>
            </w:r>
          </w:p>
          <w:p w14:paraId="6CDF5EE8" w14:textId="020C7E25" w:rsidR="00666DD6" w:rsidRPr="00F7168F" w:rsidRDefault="00000000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hyperlink r:id="rId11" w:history="1">
              <w:r w:rsidR="00B5205A" w:rsidRPr="00F7168F">
                <w:rPr>
                  <w:rStyle w:val="Hipervnculo"/>
                  <w:rFonts w:ascii="Arial" w:eastAsia="Arial" w:hAnsi="Arial" w:cs="Arial"/>
                  <w:kern w:val="24"/>
                  <w:sz w:val="17"/>
                  <w:szCs w:val="17"/>
                </w:rPr>
                <w:t>https://www.gob.mx/cms/uploads/attachment/file/825149/FF-ASEA-045.pdf</w:t>
              </w:r>
            </w:hyperlink>
            <w:r w:rsidR="00B5205A"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 xml:space="preserve"> </w:t>
            </w:r>
          </w:p>
        </w:tc>
      </w:tr>
      <w:tr w:rsidR="00B61E0E" w:rsidRPr="00F7168F" w14:paraId="5AE848D7" w14:textId="77777777" w:rsidTr="4505FDC8">
        <w:trPr>
          <w:trHeight w:val="20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40BBCFA0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2.-Pago de aprovechamientos.</w:t>
            </w:r>
          </w:p>
        </w:tc>
        <w:tc>
          <w:tcPr>
            <w:tcW w:w="2976" w:type="dxa"/>
            <w:hideMark/>
          </w:tcPr>
          <w:p w14:paraId="0771B8B4" w14:textId="6D7AF955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Comprobante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pago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derechos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aprovechamientos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del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Tr</w:t>
            </w:r>
            <w:r w:rsidR="7C2B5EEF" w:rsidRPr="00F7168F">
              <w:rPr>
                <w:rFonts w:ascii="Arial" w:eastAsia="Arial" w:hAnsi="Arial" w:cs="Arial"/>
                <w:sz w:val="17"/>
                <w:szCs w:val="17"/>
              </w:rPr>
              <w:t>á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mite</w:t>
            </w:r>
            <w:r w:rsidRPr="00F7168F"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ASEA-00-044</w:t>
            </w:r>
            <w:r w:rsidR="69450CAE"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BABD3C" w14:textId="77777777" w:rsidR="00B61E0E" w:rsidRPr="00F7168F" w:rsidRDefault="00B61E0E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Original.</w:t>
            </w:r>
          </w:p>
          <w:p w14:paraId="5D5E1F95" w14:textId="77777777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FBFDBA6" w14:textId="7C95586D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 Que incluya los datos correctos del promovente.</w:t>
            </w:r>
          </w:p>
        </w:tc>
        <w:tc>
          <w:tcPr>
            <w:tcW w:w="20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5570CBE5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1E5F244B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43001CA0" w14:textId="1878998E" w:rsidR="00B61E0E" w:rsidRPr="00F7168F" w:rsidRDefault="00B61E0E" w:rsidP="00F64B72">
            <w:pPr>
              <w:pStyle w:val="TableParagraph"/>
              <w:spacing w:before="11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Hoja</w:t>
            </w:r>
            <w:r w:rsidRPr="00F7168F">
              <w:rPr>
                <w:rFonts w:ascii="Arial" w:eastAsia="Arial" w:hAnsi="Arial" w:cs="Arial"/>
                <w:spacing w:val="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58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ayuda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para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el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 xml:space="preserve"> p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ago en ventanilla 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>bancaria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7656F59F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0119CA41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B61E0E" w:rsidRPr="00F7168F" w14:paraId="586F1160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00878397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69CFE8B5" w14:textId="2C7DACDD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Formato</w:t>
            </w:r>
            <w:r w:rsidRPr="00F7168F"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e5cinco.</w:t>
            </w:r>
          </w:p>
        </w:tc>
        <w:tc>
          <w:tcPr>
            <w:tcW w:w="2835" w:type="dxa"/>
            <w:vMerge/>
            <w:vAlign w:val="center"/>
          </w:tcPr>
          <w:p w14:paraId="681F5214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149CA4E8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0524C3" w:rsidRPr="00F7168F" w14:paraId="5344A63D" w14:textId="77777777" w:rsidTr="4505FDC8">
        <w:trPr>
          <w:trHeight w:val="585"/>
        </w:trPr>
        <w:tc>
          <w:tcPr>
            <w:tcW w:w="212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B7BA71" w14:textId="5671AAF5" w:rsidR="000524C3" w:rsidRPr="00F7168F" w:rsidRDefault="000524C3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3.-Poder notarial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del representante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apoderado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legal</w:t>
            </w:r>
            <w:r w:rsidR="00CD76C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572ACD54" w:rsidR="000524C3" w:rsidRPr="00F7168F" w:rsidRDefault="000524C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33BEF" w14:textId="3983410F" w:rsidR="000524C3" w:rsidRPr="00F7168F" w:rsidRDefault="000524C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E362EC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copia certificada para cotejo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  <w:p w14:paraId="62B2C465" w14:textId="28ED64DD" w:rsidR="000524C3" w:rsidRPr="00F7168F" w:rsidRDefault="000524C3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09406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4BDD91C9" w:rsidR="000524C3" w:rsidRPr="00F7168F" w:rsidRDefault="000524C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80EDD" w:rsidRPr="00F7168F" w14:paraId="767FBD85" w14:textId="77777777" w:rsidTr="4505FDC8">
        <w:trPr>
          <w:trHeight w:val="585"/>
        </w:trPr>
        <w:tc>
          <w:tcPr>
            <w:tcW w:w="2127" w:type="dxa"/>
            <w:vMerge/>
            <w:vAlign w:val="center"/>
          </w:tcPr>
          <w:p w14:paraId="1C3F3E5E" w14:textId="1D4FFEA9" w:rsidR="00B80EDD" w:rsidRPr="00F7168F" w:rsidRDefault="00B80EDD" w:rsidP="00B80EDD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39F716AF" w:rsidR="00B80EDD" w:rsidRPr="00F7168F" w:rsidRDefault="00B80ED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ABA2A" w14:textId="77777777" w:rsidR="00B80EDD" w:rsidRPr="00F7168F" w:rsidRDefault="00B80ED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25BAE94B" w14:textId="7664AA48" w:rsidR="00B80EDD" w:rsidRPr="00F7168F" w:rsidRDefault="00B80ED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2ECE9866" w:rsidR="00B80EDD" w:rsidRPr="00F7168F" w:rsidRDefault="00B80ED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3C934E1A" w14:textId="77777777" w:rsidTr="4505FDC8">
        <w:trPr>
          <w:trHeight w:val="585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7CBB1D1" w14:textId="395082CD" w:rsidR="00313DF2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4</w:t>
            </w:r>
            <w:r w:rsidR="00313DF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.-Acta constitutiva.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60248" w14:textId="0E08C91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Acta Constitutiva de la empresa. (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Únicamente aplica para personas morales).</w:t>
            </w:r>
          </w:p>
          <w:p w14:paraId="490245A5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C717551" w14:textId="0FECDA66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2B936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57AE8ED3" w14:textId="3F77F1A2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A0BCB" w14:textId="46B93AC0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59E36CE0" w14:textId="77777777" w:rsidTr="4505FDC8">
        <w:trPr>
          <w:trHeight w:val="146"/>
        </w:trPr>
        <w:tc>
          <w:tcPr>
            <w:tcW w:w="2127" w:type="dxa"/>
            <w:vMerge/>
            <w:vAlign w:val="center"/>
          </w:tcPr>
          <w:p w14:paraId="7C69A954" w14:textId="77777777" w:rsidR="00313DF2" w:rsidRPr="00F7168F" w:rsidRDefault="00313DF2" w:rsidP="00313DF2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22EA1" w14:textId="5796CFD1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Contrato social de la constitución de la sociedad y la boleta de inscripción en el Registro Público de Comercio. (Únicamente aplica para Sociedad por acciones simplificada)</w:t>
            </w:r>
            <w:r w:rsidR="163A1A48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  <w:p w14:paraId="59F377AE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7C91F0ED" w14:textId="70D3CB85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82D2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49F95808" w14:textId="0AD784F0" w:rsidR="00313DF2" w:rsidRPr="00F7168F" w:rsidRDefault="00313DF2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312C1" w14:textId="6B139FA4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63964718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58224C5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5.-Cédula de identificación fiscal.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94DB9" w14:textId="77777777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  <w:t>Cédula de identificación fiscal, expedida por la Secretaría de Hacienda y Crédito Público.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73B1C4F0" w:rsidR="00D078C5" w:rsidRPr="00F7168F" w:rsidRDefault="00D078C5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C3215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4053F851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5567D076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325B02" w14:textId="4158EFEF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6.-Declaratoria por promovente</w:t>
            </w:r>
            <w:r w:rsidR="00824D90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A15CD" w14:textId="6164B0B1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  <w:t>Declaratoria de no existencia de conflicto de interés.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83042F" w14:textId="01EE73C1" w:rsidR="00D078C5" w:rsidRPr="00F7168F" w:rsidRDefault="00D078C5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CC10F9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44716" w14:textId="45A6C832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Escrito libre conforme al Art. 8 fracción VII de lo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</w:rPr>
              <w:t>s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Lineamientos de Terceros o utilizar el formato publicado en la página</w:t>
            </w:r>
            <w:r w:rsidR="61AAC00A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de la Agencia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602033" w:rsidRPr="00F7168F" w14:paraId="388D74E5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E6F36B" w14:textId="7CE3199B" w:rsidR="00602033" w:rsidRPr="00F7168F" w:rsidRDefault="00F04608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7.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Tarifas y precios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532DA" w14:textId="18E9DA4F" w:rsidR="00B217B4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Las tarifas y precios que aplicará en la prestación de sus servicios, así como la metodología implementada para determinarlos, incluyendo los factores, índices y variables utilizadas, bajo un procedimiento transparente basado en costos.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CAD03" w14:textId="49F6A3EE" w:rsidR="00602033" w:rsidRPr="00F7168F" w:rsidRDefault="0060203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F0460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6216F" w14:textId="59FF05EC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02033" w:rsidRPr="00F7168F" w14:paraId="6FB11302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8D2F51" w14:textId="3652EA38" w:rsidR="00602033" w:rsidRPr="00F7168F" w:rsidRDefault="00FE22DB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lastRenderedPageBreak/>
              <w:t>8.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Plan de negocios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1283" w14:textId="35AAB6F2" w:rsidR="00602033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El plan de negocios para los siguientes doce meses a partir de que sea ingresada la solicitud, con la justificación respectiva; incluyendo, entre otros, una estimación de los servicios que llevará a cabo como Tercero Aprobado, y de la infraestructura que utilizará para ello.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C0E7F" w14:textId="7E5F2B2C" w:rsidR="00602033" w:rsidRPr="00F7168F" w:rsidRDefault="00FE22DB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</w:t>
            </w:r>
            <w:r w:rsidR="0060203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4EEFC" w14:textId="3F08DBA4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7028BD" w:rsidRPr="00F7168F" w14:paraId="0060652B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902EA" w14:textId="2FCD4025" w:rsidR="007028BD" w:rsidRPr="00F7168F" w:rsidRDefault="007028BD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9.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Metodología para llevar a cabo la Evaluación de la Conformidad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1A84C" w14:textId="313D6E07" w:rsidR="00B217B4" w:rsidRPr="00F7168F" w:rsidRDefault="007028B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 metodología que se utilizará para realizar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valuación de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onformidad de la Norma Oficial Mexicana NOM-0</w:t>
            </w:r>
            <w:r w:rsidR="003E37C9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1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8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-ASEA-20</w:t>
            </w:r>
            <w:r w:rsidR="003E37C9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23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248E" w14:textId="0A3D06FD" w:rsidR="007028BD" w:rsidRPr="00F7168F" w:rsidRDefault="007028B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13739" w14:textId="51DEF034" w:rsidR="007028BD" w:rsidRPr="00F7168F" w:rsidRDefault="007028B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A7E38" w:rsidRPr="00F7168F" w14:paraId="0B856329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794E8DCE" w:rsidR="006A7E38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10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24934" w14:textId="0F2EDDC0" w:rsidR="00B217B4" w:rsidRPr="00F7168F" w:rsidRDefault="00C87464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 como Unidad de Inspección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71B15AFC" w:rsidR="006A7E38" w:rsidRPr="00F7168F" w:rsidRDefault="006A7E38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</w:t>
            </w:r>
            <w:r w:rsidR="00576FCF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copia simple o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70B1DB9F" w:rsidR="006A7E38" w:rsidRPr="00F7168F" w:rsidRDefault="006A7E38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6EFA1685" w14:textId="77777777" w:rsidTr="4505FDC8">
        <w:trPr>
          <w:trHeight w:val="1242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505262" w14:textId="6442EABA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11.-Los documentos solicitados en la </w:t>
            </w:r>
            <w:r w:rsidR="78B8BB85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C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onvocatoria.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79C863" w14:textId="7043EB91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Grado de estudios: Cédula profesional de estudios de nivel licenciatura por cada personal técnico postulado, o en su caso, “Equivalencia de Estudios de tipo Superior”</w:t>
            </w:r>
            <w:r w:rsidR="30F70A5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09782C" w14:textId="2B0BA14B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F4BCC1" w14:textId="0156C9BA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___</w:t>
            </w:r>
          </w:p>
        </w:tc>
      </w:tr>
      <w:tr w:rsidR="00B61E0E" w:rsidRPr="00F7168F" w14:paraId="1F6FB7DE" w14:textId="77777777" w:rsidTr="4505FDC8">
        <w:trPr>
          <w:trHeight w:val="1529"/>
        </w:trPr>
        <w:tc>
          <w:tcPr>
            <w:tcW w:w="2127" w:type="dxa"/>
            <w:vMerge/>
            <w:vAlign w:val="center"/>
            <w:hideMark/>
          </w:tcPr>
          <w:p w14:paraId="4B2B5101" w14:textId="77777777" w:rsidR="00B61E0E" w:rsidRPr="00F7168F" w:rsidRDefault="00B61E0E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D915F0F" w14:textId="251A058F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El personal con estudios en el extranjero, presentar título profesional o su equivalente, apostillado por parte del país emisor, por cada personal técnico postulado.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A4580E6" w14:textId="50609834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76EC45B" w14:textId="2DACFBD7" w:rsidR="00B61E0E" w:rsidRPr="00F7168F" w:rsidRDefault="00B61E0E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___</w:t>
            </w:r>
          </w:p>
        </w:tc>
      </w:tr>
      <w:tr w:rsidR="00D61EB2" w:rsidRPr="00F7168F" w14:paraId="24170710" w14:textId="77777777" w:rsidTr="4505FDC8">
        <w:trPr>
          <w:trHeight w:val="1113"/>
        </w:trPr>
        <w:tc>
          <w:tcPr>
            <w:tcW w:w="2127" w:type="dxa"/>
            <w:vMerge/>
            <w:vAlign w:val="center"/>
          </w:tcPr>
          <w:p w14:paraId="65738FDC" w14:textId="77777777" w:rsidR="00D61EB2" w:rsidRPr="00F7168F" w:rsidRDefault="00D61EB2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7BE70E" w14:textId="7D215CB0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Ficha curricular. Entregar un formato por </w:t>
            </w:r>
            <w:r w:rsidR="00223CCB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p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ersonal técnico postulado.</w:t>
            </w:r>
          </w:p>
          <w:p w14:paraId="545BD3BC" w14:textId="77777777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  <w:p w14:paraId="1D62CEF4" w14:textId="39BE4D6A" w:rsidR="00D61EB2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Nota: Anexa</w:t>
            </w:r>
            <w:r w:rsidR="004E6245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r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copia simple de la documentación 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que soporte la información incluida en la Ficha Curricular</w:t>
            </w:r>
            <w:r w:rsidR="00B648A0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, tales </w:t>
            </w:r>
            <w:r w:rsidR="00B82FAF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como: 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cartas o constancias de experiencia laboral o profesional, contratos de trabajo, etc.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A9DBCE" w14:textId="77777777" w:rsidR="00AD3F5A" w:rsidRPr="005C06E7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Original o copia certificada para cotejo</w:t>
            </w:r>
            <w:r w:rsidR="00AD3F5A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.</w:t>
            </w:r>
          </w:p>
          <w:p w14:paraId="72AA2CEC" w14:textId="701C4866" w:rsidR="005C06E7" w:rsidRPr="00F7168F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8A421D" w14:textId="414CDA9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ASEA/TER/F-11</w:t>
            </w:r>
          </w:p>
        </w:tc>
      </w:tr>
      <w:tr w:rsidR="00DF3A1D" w:rsidRPr="00F7168F" w14:paraId="578D7221" w14:textId="77777777" w:rsidTr="4505FDC8">
        <w:trPr>
          <w:trHeight w:val="70"/>
        </w:trPr>
        <w:tc>
          <w:tcPr>
            <w:tcW w:w="2127" w:type="dxa"/>
            <w:vMerge/>
            <w:vAlign w:val="center"/>
          </w:tcPr>
          <w:p w14:paraId="3A3FF384" w14:textId="77777777" w:rsidR="00DF3A1D" w:rsidRPr="00F7168F" w:rsidRDefault="00DF3A1D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D6A9" w14:textId="6885E1CC" w:rsidR="00DF3A1D" w:rsidRPr="00F7168F" w:rsidRDefault="00DF3A1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Identificación oficial vigente del </w:t>
            </w:r>
            <w:r w:rsidR="793CEDA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ersonal </w:t>
            </w:r>
            <w:r w:rsidR="593501E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écnico 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propuesto</w:t>
            </w:r>
            <w:r w:rsidR="0024485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(</w:t>
            </w:r>
            <w:r w:rsidR="009C3AD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Credencial para votar o pasaporte)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21E88" w14:textId="77777777" w:rsidR="00DF3A1D" w:rsidRPr="00F7168F" w:rsidRDefault="00DF3A1D" w:rsidP="00B648A0">
            <w:pPr>
              <w:pStyle w:val="Prrafodelista"/>
              <w:numPr>
                <w:ilvl w:val="0"/>
                <w:numId w:val="20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0AE319B9" w14:textId="1E0A522D" w:rsidR="00DF3A1D" w:rsidRPr="00F7168F" w:rsidRDefault="00DF3A1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5E8E7F" w14:textId="2E19A3A0" w:rsidR="00DF3A1D" w:rsidRPr="00F7168F" w:rsidRDefault="00DF3A1D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61EB2" w:rsidRPr="00F7168F" w14:paraId="53998263" w14:textId="77777777" w:rsidTr="4505FDC8">
        <w:trPr>
          <w:trHeight w:val="621"/>
        </w:trPr>
        <w:tc>
          <w:tcPr>
            <w:tcW w:w="2127" w:type="dxa"/>
            <w:vMerge/>
            <w:vAlign w:val="center"/>
          </w:tcPr>
          <w:p w14:paraId="6E59B77C" w14:textId="77777777" w:rsidR="00D61EB2" w:rsidRPr="00F7168F" w:rsidRDefault="00D61EB2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E10C0F" w14:textId="287E7616" w:rsidR="00D61EB2" w:rsidRPr="00F7168F" w:rsidRDefault="00D61EB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Declaratoria de conocimientos técnicos y normativos, para fungir como Tercero Aprobado.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E98403E" w14:textId="1684EEC7" w:rsidR="00D61EB2" w:rsidRPr="00F7168F" w:rsidRDefault="00D61EB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E54520" w14:textId="04C9186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ASEA/TER/F-13</w:t>
            </w:r>
          </w:p>
        </w:tc>
      </w:tr>
      <w:tr w:rsidR="00D61EB2" w:rsidRPr="00F7168F" w14:paraId="20FFF3F4" w14:textId="77777777" w:rsidTr="4505FDC8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7168F">
              <w:rPr>
                <w:rFonts w:ascii="Arial" w:hAnsi="Arial" w:cs="Arial"/>
                <w:bCs/>
                <w:sz w:val="17"/>
                <w:szCs w:val="17"/>
                <w:shd w:val="clear" w:color="auto" w:fill="FFFFFF"/>
              </w:rPr>
              <w:t>DOF: 17/04/2023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F90B65" w:rsidRPr="00F7168F" w14:paraId="6F3AC576" w14:textId="77777777" w:rsidTr="002077D2">
        <w:trPr>
          <w:trHeight w:val="1266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27F2B" w14:textId="23829F91" w:rsidR="00F90B65" w:rsidRPr="003E37C9" w:rsidRDefault="00F90B65" w:rsidP="003E37C9">
            <w:pPr>
              <w:pStyle w:val="TableParagraph"/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hAnsi="Arial" w:cs="Arial"/>
                <w:b/>
                <w:bCs/>
                <w:sz w:val="17"/>
                <w:szCs w:val="17"/>
              </w:rPr>
              <w:t>Nota:</w:t>
            </w:r>
          </w:p>
          <w:p w14:paraId="2BF6CB89" w14:textId="2FA753F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35EB0F3A" w14:textId="278E414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15B3F05A" w14:textId="6D227CDB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F7168F">
              <w:rPr>
                <w:rFonts w:ascii="Arial" w:eastAsiaTheme="minorEastAsia" w:hAnsi="Arial" w:cs="Arial"/>
                <w:kern w:val="24"/>
                <w:sz w:val="17"/>
                <w:szCs w:val="17"/>
              </w:rPr>
              <w:t>protectores de plásticos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33185CBA" w14:textId="25A9489D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</w:t>
            </w:r>
            <w:r w:rsidR="00160A3E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gencia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441EDE16" w14:textId="48AA0F9B" w:rsidR="002F1F24" w:rsidRPr="00F7168F" w:rsidRDefault="002F1F24" w:rsidP="003E37C9">
            <w:pPr>
              <w:pStyle w:val="NormalWeb"/>
              <w:spacing w:before="0" w:beforeAutospacing="0" w:after="0" w:afterAutospacing="0"/>
              <w:ind w:right="136"/>
              <w:jc w:val="both"/>
              <w:textAlignment w:val="center"/>
              <w:rPr>
                <w:rStyle w:val="Textoennegrita"/>
                <w:rFonts w:ascii="Arial" w:eastAsiaTheme="minorEastAsia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Revisar cada requisito solicitado en la Convocatoria para la cual solicita la Aprobación y en los Lineamientos de Terceros.</w:t>
            </w:r>
          </w:p>
        </w:tc>
      </w:tr>
    </w:tbl>
    <w:p w14:paraId="2FB3A195" w14:textId="77777777" w:rsidR="0019005F" w:rsidRPr="00B217B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B217B4" w:rsidSect="00102DE4">
      <w:headerReference w:type="default" r:id="rId12"/>
      <w:footerReference w:type="default" r:id="rId13"/>
      <w:pgSz w:w="12240" w:h="15840" w:code="1"/>
      <w:pgMar w:top="1014" w:right="1134" w:bottom="1134" w:left="1134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32CB7" w14:textId="77777777" w:rsidR="00B175B7" w:rsidRDefault="00B175B7" w:rsidP="00DC0B28">
      <w:pPr>
        <w:spacing w:after="0"/>
      </w:pPr>
      <w:r>
        <w:separator/>
      </w:r>
    </w:p>
  </w:endnote>
  <w:endnote w:type="continuationSeparator" w:id="0">
    <w:p w14:paraId="59F41152" w14:textId="77777777" w:rsidR="00B175B7" w:rsidRDefault="00B175B7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58918177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24D1CC" w14:textId="2E8E97A4" w:rsidR="00181B4E" w:rsidRPr="00641A63" w:rsidRDefault="00181B4E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7D3119" w14:textId="1366BB1C" w:rsidR="00934CD3" w:rsidRDefault="00934CD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1AAAD" w14:textId="77777777" w:rsidR="00B175B7" w:rsidRDefault="00B175B7" w:rsidP="00DC0B28">
      <w:pPr>
        <w:spacing w:after="0"/>
      </w:pPr>
      <w:r>
        <w:separator/>
      </w:r>
    </w:p>
  </w:footnote>
  <w:footnote w:type="continuationSeparator" w:id="0">
    <w:p w14:paraId="697215FC" w14:textId="77777777" w:rsidR="00B175B7" w:rsidRDefault="00B175B7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EB3FEA" w:rsidRPr="00EB3FEA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2C6CB453" w:rsidR="004A1787" w:rsidRPr="00EB3FEA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EB3FEA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401B36" w:rsidRPr="00EB3FEA">
            <w:rPr>
              <w:rFonts w:ascii="Arial" w:hAnsi="Arial" w:cs="Arial"/>
              <w:bCs/>
              <w:sz w:val="16"/>
              <w:szCs w:val="16"/>
            </w:rPr>
            <w:t>: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521203">
            <w:rPr>
              <w:rFonts w:ascii="Arial" w:hAnsi="Arial" w:cs="Arial"/>
              <w:bCs/>
              <w:sz w:val="16"/>
              <w:szCs w:val="16"/>
            </w:rPr>
            <w:t>30</w:t>
          </w:r>
          <w:r w:rsidR="009E7544" w:rsidRPr="00EB3FEA">
            <w:rPr>
              <w:rFonts w:ascii="Arial" w:hAnsi="Arial" w:cs="Arial"/>
              <w:bCs/>
              <w:sz w:val="16"/>
              <w:szCs w:val="16"/>
            </w:rPr>
            <w:t>/</w:t>
          </w:r>
          <w:r w:rsidR="00E11914">
            <w:rPr>
              <w:rFonts w:ascii="Arial" w:hAnsi="Arial" w:cs="Arial"/>
              <w:bCs/>
              <w:sz w:val="16"/>
              <w:szCs w:val="16"/>
            </w:rPr>
            <w:t>0</w:t>
          </w:r>
          <w:r w:rsidR="00181B4E">
            <w:rPr>
              <w:rFonts w:ascii="Arial" w:hAnsi="Arial" w:cs="Arial"/>
              <w:bCs/>
              <w:sz w:val="16"/>
              <w:szCs w:val="16"/>
            </w:rPr>
            <w:t>8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>/202</w:t>
          </w:r>
          <w:r w:rsidR="00E11914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7AD18E38" w14:textId="77777777" w:rsidR="008C4A3E" w:rsidRPr="00EB3FEA" w:rsidRDefault="008C4A3E" w:rsidP="008C4A3E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B3FEA">
      <w:rPr>
        <w:rFonts w:ascii="Arial" w:hAnsi="Arial" w:cs="Arial"/>
        <w:b/>
        <w:sz w:val="20"/>
        <w:szCs w:val="20"/>
      </w:rPr>
      <w:t>ESTRUCTURA Y ORDEN DE LAS SOLICITUDES</w:t>
    </w:r>
  </w:p>
  <w:p w14:paraId="1503ED02" w14:textId="621907D1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D69E9"/>
    <w:multiLevelType w:val="hybridMultilevel"/>
    <w:tmpl w:val="139E1A1C"/>
    <w:lvl w:ilvl="0" w:tplc="F3324AA8">
      <w:start w:val="1"/>
      <w:numFmt w:val="lowerLetter"/>
      <w:lvlText w:val="%1)"/>
      <w:lvlJc w:val="left"/>
      <w:pPr>
        <w:ind w:left="1067" w:hanging="360"/>
      </w:pPr>
      <w:rPr>
        <w:rFonts w:ascii="Arial" w:eastAsiaTheme="minorHAnsi" w:hAnsi="Arial" w:cs="Arial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787" w:hanging="360"/>
      </w:pPr>
    </w:lvl>
    <w:lvl w:ilvl="2" w:tplc="080A001B" w:tentative="1">
      <w:start w:val="1"/>
      <w:numFmt w:val="lowerRoman"/>
      <w:lvlText w:val="%3."/>
      <w:lvlJc w:val="right"/>
      <w:pPr>
        <w:ind w:left="2507" w:hanging="180"/>
      </w:pPr>
    </w:lvl>
    <w:lvl w:ilvl="3" w:tplc="080A000F" w:tentative="1">
      <w:start w:val="1"/>
      <w:numFmt w:val="decimal"/>
      <w:lvlText w:val="%4."/>
      <w:lvlJc w:val="left"/>
      <w:pPr>
        <w:ind w:left="3227" w:hanging="360"/>
      </w:pPr>
    </w:lvl>
    <w:lvl w:ilvl="4" w:tplc="080A0019" w:tentative="1">
      <w:start w:val="1"/>
      <w:numFmt w:val="lowerLetter"/>
      <w:lvlText w:val="%5."/>
      <w:lvlJc w:val="left"/>
      <w:pPr>
        <w:ind w:left="3947" w:hanging="360"/>
      </w:pPr>
    </w:lvl>
    <w:lvl w:ilvl="5" w:tplc="080A001B" w:tentative="1">
      <w:start w:val="1"/>
      <w:numFmt w:val="lowerRoman"/>
      <w:lvlText w:val="%6."/>
      <w:lvlJc w:val="right"/>
      <w:pPr>
        <w:ind w:left="4667" w:hanging="180"/>
      </w:pPr>
    </w:lvl>
    <w:lvl w:ilvl="6" w:tplc="080A000F" w:tentative="1">
      <w:start w:val="1"/>
      <w:numFmt w:val="decimal"/>
      <w:lvlText w:val="%7."/>
      <w:lvlJc w:val="left"/>
      <w:pPr>
        <w:ind w:left="5387" w:hanging="360"/>
      </w:pPr>
    </w:lvl>
    <w:lvl w:ilvl="7" w:tplc="080A0019" w:tentative="1">
      <w:start w:val="1"/>
      <w:numFmt w:val="lowerLetter"/>
      <w:lvlText w:val="%8."/>
      <w:lvlJc w:val="left"/>
      <w:pPr>
        <w:ind w:left="6107" w:hanging="360"/>
      </w:pPr>
    </w:lvl>
    <w:lvl w:ilvl="8" w:tplc="08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0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3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 w15:restartNumberingAfterBreak="0">
    <w:nsid w:val="787E56A3"/>
    <w:multiLevelType w:val="hybridMultilevel"/>
    <w:tmpl w:val="D908A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7"/>
  </w:num>
  <w:num w:numId="2" w16cid:durableId="1118992582">
    <w:abstractNumId w:val="0"/>
  </w:num>
  <w:num w:numId="3" w16cid:durableId="59330060">
    <w:abstractNumId w:val="7"/>
  </w:num>
  <w:num w:numId="4" w16cid:durableId="1131823997">
    <w:abstractNumId w:val="9"/>
  </w:num>
  <w:num w:numId="5" w16cid:durableId="2054692329">
    <w:abstractNumId w:val="6"/>
  </w:num>
  <w:num w:numId="6" w16cid:durableId="270556967">
    <w:abstractNumId w:val="3"/>
  </w:num>
  <w:num w:numId="7" w16cid:durableId="1433359435">
    <w:abstractNumId w:val="1"/>
  </w:num>
  <w:num w:numId="8" w16cid:durableId="262417702">
    <w:abstractNumId w:val="15"/>
  </w:num>
  <w:num w:numId="9" w16cid:durableId="1669869298">
    <w:abstractNumId w:val="10"/>
  </w:num>
  <w:num w:numId="10" w16cid:durableId="1431661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1"/>
  </w:num>
  <w:num w:numId="12" w16cid:durableId="914775712">
    <w:abstractNumId w:val="12"/>
  </w:num>
  <w:num w:numId="13" w16cid:durableId="202715197">
    <w:abstractNumId w:val="21"/>
  </w:num>
  <w:num w:numId="14" w16cid:durableId="1020470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18"/>
  </w:num>
  <w:num w:numId="17" w16cid:durableId="904877151">
    <w:abstractNumId w:val="20"/>
  </w:num>
  <w:num w:numId="18" w16cid:durableId="1181703435">
    <w:abstractNumId w:val="14"/>
  </w:num>
  <w:num w:numId="19" w16cid:durableId="1487169411">
    <w:abstractNumId w:val="16"/>
  </w:num>
  <w:num w:numId="20" w16cid:durableId="443576032">
    <w:abstractNumId w:val="8"/>
  </w:num>
  <w:num w:numId="21" w16cid:durableId="336805511">
    <w:abstractNumId w:val="23"/>
  </w:num>
  <w:num w:numId="22" w16cid:durableId="788161734">
    <w:abstractNumId w:val="13"/>
  </w:num>
  <w:num w:numId="23" w16cid:durableId="1852526766">
    <w:abstractNumId w:val="8"/>
  </w:num>
  <w:num w:numId="24" w16cid:durableId="12044420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5"/>
  </w:num>
  <w:num w:numId="26" w16cid:durableId="407767958">
    <w:abstractNumId w:val="19"/>
  </w:num>
  <w:num w:numId="27" w16cid:durableId="1086800807">
    <w:abstractNumId w:val="22"/>
  </w:num>
  <w:num w:numId="28" w16cid:durableId="12473007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3E9D"/>
    <w:rsid w:val="00007D18"/>
    <w:rsid w:val="000127C7"/>
    <w:rsid w:val="00016749"/>
    <w:rsid w:val="00016BB5"/>
    <w:rsid w:val="00020FEF"/>
    <w:rsid w:val="00021823"/>
    <w:rsid w:val="0002575C"/>
    <w:rsid w:val="00025DDA"/>
    <w:rsid w:val="00027B5A"/>
    <w:rsid w:val="000321AF"/>
    <w:rsid w:val="00033112"/>
    <w:rsid w:val="00033D80"/>
    <w:rsid w:val="0003487C"/>
    <w:rsid w:val="00035947"/>
    <w:rsid w:val="00037F1E"/>
    <w:rsid w:val="00045E25"/>
    <w:rsid w:val="000502AD"/>
    <w:rsid w:val="00051045"/>
    <w:rsid w:val="00051E5B"/>
    <w:rsid w:val="000524C3"/>
    <w:rsid w:val="000524DD"/>
    <w:rsid w:val="0006137C"/>
    <w:rsid w:val="000620D4"/>
    <w:rsid w:val="00066D60"/>
    <w:rsid w:val="000710B9"/>
    <w:rsid w:val="00073B64"/>
    <w:rsid w:val="00073D83"/>
    <w:rsid w:val="00074372"/>
    <w:rsid w:val="00074D8E"/>
    <w:rsid w:val="00077054"/>
    <w:rsid w:val="000777C2"/>
    <w:rsid w:val="00080B9D"/>
    <w:rsid w:val="00081C54"/>
    <w:rsid w:val="00081EBB"/>
    <w:rsid w:val="000869E6"/>
    <w:rsid w:val="00091F0D"/>
    <w:rsid w:val="00092E3A"/>
    <w:rsid w:val="000937EB"/>
    <w:rsid w:val="0009406D"/>
    <w:rsid w:val="000955E2"/>
    <w:rsid w:val="00095A67"/>
    <w:rsid w:val="000A24DF"/>
    <w:rsid w:val="000A78AF"/>
    <w:rsid w:val="000B08DF"/>
    <w:rsid w:val="000B0D83"/>
    <w:rsid w:val="000B13CD"/>
    <w:rsid w:val="000B2749"/>
    <w:rsid w:val="000B4FF4"/>
    <w:rsid w:val="000B56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56A6"/>
    <w:rsid w:val="000F641E"/>
    <w:rsid w:val="000F7540"/>
    <w:rsid w:val="000F7E32"/>
    <w:rsid w:val="00100B45"/>
    <w:rsid w:val="00102DE4"/>
    <w:rsid w:val="001039F4"/>
    <w:rsid w:val="00105A9F"/>
    <w:rsid w:val="00106E17"/>
    <w:rsid w:val="00107561"/>
    <w:rsid w:val="001117C1"/>
    <w:rsid w:val="0011190B"/>
    <w:rsid w:val="00113928"/>
    <w:rsid w:val="001168E8"/>
    <w:rsid w:val="0012018B"/>
    <w:rsid w:val="00121595"/>
    <w:rsid w:val="001223CD"/>
    <w:rsid w:val="00122496"/>
    <w:rsid w:val="00125CCD"/>
    <w:rsid w:val="00133B82"/>
    <w:rsid w:val="001340C4"/>
    <w:rsid w:val="00135553"/>
    <w:rsid w:val="00135601"/>
    <w:rsid w:val="001356D9"/>
    <w:rsid w:val="00135D05"/>
    <w:rsid w:val="00136272"/>
    <w:rsid w:val="001367AE"/>
    <w:rsid w:val="00137868"/>
    <w:rsid w:val="00141F1B"/>
    <w:rsid w:val="00142BCD"/>
    <w:rsid w:val="00144FC9"/>
    <w:rsid w:val="0014712D"/>
    <w:rsid w:val="0014727C"/>
    <w:rsid w:val="00150B78"/>
    <w:rsid w:val="001531F1"/>
    <w:rsid w:val="00155C1C"/>
    <w:rsid w:val="001568A4"/>
    <w:rsid w:val="00160A3E"/>
    <w:rsid w:val="001619AA"/>
    <w:rsid w:val="00161CC4"/>
    <w:rsid w:val="00162004"/>
    <w:rsid w:val="0016256A"/>
    <w:rsid w:val="0016324F"/>
    <w:rsid w:val="0017045D"/>
    <w:rsid w:val="001722C0"/>
    <w:rsid w:val="00172528"/>
    <w:rsid w:val="001748B4"/>
    <w:rsid w:val="00177624"/>
    <w:rsid w:val="00180D1A"/>
    <w:rsid w:val="00181227"/>
    <w:rsid w:val="00181936"/>
    <w:rsid w:val="00181B4E"/>
    <w:rsid w:val="001865FD"/>
    <w:rsid w:val="0019005F"/>
    <w:rsid w:val="001926FA"/>
    <w:rsid w:val="001971CB"/>
    <w:rsid w:val="001A097E"/>
    <w:rsid w:val="001A196F"/>
    <w:rsid w:val="001A3149"/>
    <w:rsid w:val="001A51C0"/>
    <w:rsid w:val="001A77D6"/>
    <w:rsid w:val="001B068B"/>
    <w:rsid w:val="001B0D00"/>
    <w:rsid w:val="001B7488"/>
    <w:rsid w:val="001B7E40"/>
    <w:rsid w:val="001B7E8C"/>
    <w:rsid w:val="001C2F9F"/>
    <w:rsid w:val="001C3BEC"/>
    <w:rsid w:val="001C7D38"/>
    <w:rsid w:val="001D0327"/>
    <w:rsid w:val="001D4636"/>
    <w:rsid w:val="001E1C58"/>
    <w:rsid w:val="001E2057"/>
    <w:rsid w:val="001E2BEB"/>
    <w:rsid w:val="001E56E2"/>
    <w:rsid w:val="001F3279"/>
    <w:rsid w:val="001F3A73"/>
    <w:rsid w:val="001F6876"/>
    <w:rsid w:val="001F6D2A"/>
    <w:rsid w:val="001F6DEA"/>
    <w:rsid w:val="00202054"/>
    <w:rsid w:val="0020652E"/>
    <w:rsid w:val="002077D2"/>
    <w:rsid w:val="00210651"/>
    <w:rsid w:val="00212641"/>
    <w:rsid w:val="002135DD"/>
    <w:rsid w:val="00220772"/>
    <w:rsid w:val="00220982"/>
    <w:rsid w:val="00221FAE"/>
    <w:rsid w:val="00222CC5"/>
    <w:rsid w:val="00223CCB"/>
    <w:rsid w:val="002240DC"/>
    <w:rsid w:val="00224337"/>
    <w:rsid w:val="002350F0"/>
    <w:rsid w:val="00236EAE"/>
    <w:rsid w:val="00237BC0"/>
    <w:rsid w:val="00237F79"/>
    <w:rsid w:val="002442BC"/>
    <w:rsid w:val="0024485A"/>
    <w:rsid w:val="002460EB"/>
    <w:rsid w:val="00246BC9"/>
    <w:rsid w:val="00247529"/>
    <w:rsid w:val="002479F3"/>
    <w:rsid w:val="00250F7E"/>
    <w:rsid w:val="002543AC"/>
    <w:rsid w:val="0025652F"/>
    <w:rsid w:val="002624EF"/>
    <w:rsid w:val="00266DF8"/>
    <w:rsid w:val="00270302"/>
    <w:rsid w:val="0027767A"/>
    <w:rsid w:val="0028072C"/>
    <w:rsid w:val="00280D97"/>
    <w:rsid w:val="00280DF6"/>
    <w:rsid w:val="0028177C"/>
    <w:rsid w:val="00283420"/>
    <w:rsid w:val="0029040A"/>
    <w:rsid w:val="00290B7A"/>
    <w:rsid w:val="00291DF4"/>
    <w:rsid w:val="00292841"/>
    <w:rsid w:val="00292AAF"/>
    <w:rsid w:val="00292D82"/>
    <w:rsid w:val="00294B3A"/>
    <w:rsid w:val="00295402"/>
    <w:rsid w:val="00296540"/>
    <w:rsid w:val="00296CEA"/>
    <w:rsid w:val="002A20B2"/>
    <w:rsid w:val="002A3103"/>
    <w:rsid w:val="002A51C2"/>
    <w:rsid w:val="002B32EA"/>
    <w:rsid w:val="002B7A74"/>
    <w:rsid w:val="002C1618"/>
    <w:rsid w:val="002C27C0"/>
    <w:rsid w:val="002C2F40"/>
    <w:rsid w:val="002C4AAF"/>
    <w:rsid w:val="002C5E90"/>
    <w:rsid w:val="002D0B5E"/>
    <w:rsid w:val="002D1A2A"/>
    <w:rsid w:val="002D3966"/>
    <w:rsid w:val="002D5C28"/>
    <w:rsid w:val="002D74AC"/>
    <w:rsid w:val="002E05BC"/>
    <w:rsid w:val="002E0D94"/>
    <w:rsid w:val="002E3DB2"/>
    <w:rsid w:val="002F1F24"/>
    <w:rsid w:val="002F2370"/>
    <w:rsid w:val="002F297F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12592"/>
    <w:rsid w:val="00313DF2"/>
    <w:rsid w:val="00313F08"/>
    <w:rsid w:val="00316597"/>
    <w:rsid w:val="00320C91"/>
    <w:rsid w:val="00321700"/>
    <w:rsid w:val="003224F1"/>
    <w:rsid w:val="00325641"/>
    <w:rsid w:val="00325CDB"/>
    <w:rsid w:val="003316C6"/>
    <w:rsid w:val="00332BF6"/>
    <w:rsid w:val="0033396B"/>
    <w:rsid w:val="00337778"/>
    <w:rsid w:val="00341BCA"/>
    <w:rsid w:val="00343514"/>
    <w:rsid w:val="00343E5C"/>
    <w:rsid w:val="00345EB4"/>
    <w:rsid w:val="0034750B"/>
    <w:rsid w:val="00355C38"/>
    <w:rsid w:val="00355E24"/>
    <w:rsid w:val="00356486"/>
    <w:rsid w:val="00357ABA"/>
    <w:rsid w:val="00364AB5"/>
    <w:rsid w:val="00370F7D"/>
    <w:rsid w:val="0037173E"/>
    <w:rsid w:val="00373594"/>
    <w:rsid w:val="0037431A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A6215"/>
    <w:rsid w:val="003B18BC"/>
    <w:rsid w:val="003B1B78"/>
    <w:rsid w:val="003B2451"/>
    <w:rsid w:val="003B3B58"/>
    <w:rsid w:val="003C0C90"/>
    <w:rsid w:val="003C2623"/>
    <w:rsid w:val="003C5D96"/>
    <w:rsid w:val="003C77E9"/>
    <w:rsid w:val="003D13C3"/>
    <w:rsid w:val="003D539D"/>
    <w:rsid w:val="003D5488"/>
    <w:rsid w:val="003E05BB"/>
    <w:rsid w:val="003E06D1"/>
    <w:rsid w:val="003E10B3"/>
    <w:rsid w:val="003E2717"/>
    <w:rsid w:val="003E37C9"/>
    <w:rsid w:val="003F4D26"/>
    <w:rsid w:val="003F4FAF"/>
    <w:rsid w:val="00400D4F"/>
    <w:rsid w:val="00400F33"/>
    <w:rsid w:val="00401B36"/>
    <w:rsid w:val="00402459"/>
    <w:rsid w:val="00405540"/>
    <w:rsid w:val="00410F99"/>
    <w:rsid w:val="00415839"/>
    <w:rsid w:val="00416DF6"/>
    <w:rsid w:val="00421F4D"/>
    <w:rsid w:val="00426428"/>
    <w:rsid w:val="004274B3"/>
    <w:rsid w:val="00430D50"/>
    <w:rsid w:val="00431EBD"/>
    <w:rsid w:val="00433085"/>
    <w:rsid w:val="00434783"/>
    <w:rsid w:val="0043518E"/>
    <w:rsid w:val="00436BAB"/>
    <w:rsid w:val="00441ADD"/>
    <w:rsid w:val="00446736"/>
    <w:rsid w:val="004469C3"/>
    <w:rsid w:val="00452F6B"/>
    <w:rsid w:val="0045480B"/>
    <w:rsid w:val="004561EA"/>
    <w:rsid w:val="00457B4E"/>
    <w:rsid w:val="0046163B"/>
    <w:rsid w:val="00462618"/>
    <w:rsid w:val="00470D0F"/>
    <w:rsid w:val="0048029B"/>
    <w:rsid w:val="00480C04"/>
    <w:rsid w:val="00482342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5D00"/>
    <w:rsid w:val="004B5D8A"/>
    <w:rsid w:val="004B6511"/>
    <w:rsid w:val="004D0788"/>
    <w:rsid w:val="004D4F10"/>
    <w:rsid w:val="004D68DB"/>
    <w:rsid w:val="004D6E3A"/>
    <w:rsid w:val="004E0F7B"/>
    <w:rsid w:val="004E15AE"/>
    <w:rsid w:val="004E3E6B"/>
    <w:rsid w:val="004E6245"/>
    <w:rsid w:val="004E739F"/>
    <w:rsid w:val="004F14B2"/>
    <w:rsid w:val="004F15CE"/>
    <w:rsid w:val="004F32F4"/>
    <w:rsid w:val="004F33F5"/>
    <w:rsid w:val="004F4691"/>
    <w:rsid w:val="004F46B9"/>
    <w:rsid w:val="004F6D21"/>
    <w:rsid w:val="00500125"/>
    <w:rsid w:val="00505CA6"/>
    <w:rsid w:val="00507A85"/>
    <w:rsid w:val="00510768"/>
    <w:rsid w:val="00512D35"/>
    <w:rsid w:val="00512D6F"/>
    <w:rsid w:val="00514413"/>
    <w:rsid w:val="00516DCD"/>
    <w:rsid w:val="00520BBD"/>
    <w:rsid w:val="00521203"/>
    <w:rsid w:val="00523021"/>
    <w:rsid w:val="00524FFF"/>
    <w:rsid w:val="005271D2"/>
    <w:rsid w:val="005276EB"/>
    <w:rsid w:val="0053273B"/>
    <w:rsid w:val="00533BDE"/>
    <w:rsid w:val="005347DC"/>
    <w:rsid w:val="00537A45"/>
    <w:rsid w:val="00540139"/>
    <w:rsid w:val="0054680B"/>
    <w:rsid w:val="00550018"/>
    <w:rsid w:val="005508F8"/>
    <w:rsid w:val="00553417"/>
    <w:rsid w:val="005551B7"/>
    <w:rsid w:val="00560F8F"/>
    <w:rsid w:val="00561122"/>
    <w:rsid w:val="00564432"/>
    <w:rsid w:val="005674C4"/>
    <w:rsid w:val="00576FCF"/>
    <w:rsid w:val="0058168B"/>
    <w:rsid w:val="005830E8"/>
    <w:rsid w:val="00583310"/>
    <w:rsid w:val="005835C1"/>
    <w:rsid w:val="005860E5"/>
    <w:rsid w:val="00586EC6"/>
    <w:rsid w:val="00593F3E"/>
    <w:rsid w:val="005A0BBD"/>
    <w:rsid w:val="005A2882"/>
    <w:rsid w:val="005A417C"/>
    <w:rsid w:val="005A5397"/>
    <w:rsid w:val="005A6C5D"/>
    <w:rsid w:val="005B3964"/>
    <w:rsid w:val="005B5290"/>
    <w:rsid w:val="005C06E7"/>
    <w:rsid w:val="005C1D03"/>
    <w:rsid w:val="005C1FA1"/>
    <w:rsid w:val="005D1320"/>
    <w:rsid w:val="005D21B4"/>
    <w:rsid w:val="005D3893"/>
    <w:rsid w:val="005D4980"/>
    <w:rsid w:val="005D53AB"/>
    <w:rsid w:val="005D6661"/>
    <w:rsid w:val="005E28DB"/>
    <w:rsid w:val="005E41DF"/>
    <w:rsid w:val="005E5F67"/>
    <w:rsid w:val="005E6C6B"/>
    <w:rsid w:val="005E6F9C"/>
    <w:rsid w:val="005F33D9"/>
    <w:rsid w:val="005F3E6D"/>
    <w:rsid w:val="005F4074"/>
    <w:rsid w:val="005F555E"/>
    <w:rsid w:val="005F6086"/>
    <w:rsid w:val="005F799B"/>
    <w:rsid w:val="00602033"/>
    <w:rsid w:val="0060301B"/>
    <w:rsid w:val="006139F8"/>
    <w:rsid w:val="00613A78"/>
    <w:rsid w:val="00614FE3"/>
    <w:rsid w:val="00615ABC"/>
    <w:rsid w:val="00616543"/>
    <w:rsid w:val="00616646"/>
    <w:rsid w:val="006238FF"/>
    <w:rsid w:val="006242B9"/>
    <w:rsid w:val="00627E3A"/>
    <w:rsid w:val="00631C5D"/>
    <w:rsid w:val="006329A5"/>
    <w:rsid w:val="00635310"/>
    <w:rsid w:val="00641611"/>
    <w:rsid w:val="00641A63"/>
    <w:rsid w:val="00642EB7"/>
    <w:rsid w:val="00645158"/>
    <w:rsid w:val="006472EC"/>
    <w:rsid w:val="0065296F"/>
    <w:rsid w:val="00652C57"/>
    <w:rsid w:val="006537A7"/>
    <w:rsid w:val="00655DD2"/>
    <w:rsid w:val="006577BB"/>
    <w:rsid w:val="0066344F"/>
    <w:rsid w:val="006645A2"/>
    <w:rsid w:val="0066513B"/>
    <w:rsid w:val="00665C78"/>
    <w:rsid w:val="00666DD6"/>
    <w:rsid w:val="00671F96"/>
    <w:rsid w:val="0067245E"/>
    <w:rsid w:val="00673726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6FF2"/>
    <w:rsid w:val="0069735A"/>
    <w:rsid w:val="00697732"/>
    <w:rsid w:val="006A1F4C"/>
    <w:rsid w:val="006A218A"/>
    <w:rsid w:val="006A7E38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4E6"/>
    <w:rsid w:val="007028BD"/>
    <w:rsid w:val="00702EC9"/>
    <w:rsid w:val="00703E75"/>
    <w:rsid w:val="007060D3"/>
    <w:rsid w:val="00711B1A"/>
    <w:rsid w:val="00711B6F"/>
    <w:rsid w:val="00713FFF"/>
    <w:rsid w:val="00715987"/>
    <w:rsid w:val="0072345B"/>
    <w:rsid w:val="00723BD6"/>
    <w:rsid w:val="007332A1"/>
    <w:rsid w:val="007376F8"/>
    <w:rsid w:val="00737A44"/>
    <w:rsid w:val="007403AD"/>
    <w:rsid w:val="0074279C"/>
    <w:rsid w:val="00742D78"/>
    <w:rsid w:val="00743952"/>
    <w:rsid w:val="00751EF5"/>
    <w:rsid w:val="00753AB0"/>
    <w:rsid w:val="00754979"/>
    <w:rsid w:val="00756E04"/>
    <w:rsid w:val="007572B6"/>
    <w:rsid w:val="007574F5"/>
    <w:rsid w:val="00760409"/>
    <w:rsid w:val="00761A8A"/>
    <w:rsid w:val="00762BF0"/>
    <w:rsid w:val="00763BF5"/>
    <w:rsid w:val="00764E8D"/>
    <w:rsid w:val="007669A1"/>
    <w:rsid w:val="00766CCB"/>
    <w:rsid w:val="00772775"/>
    <w:rsid w:val="00772848"/>
    <w:rsid w:val="00775AFB"/>
    <w:rsid w:val="00776069"/>
    <w:rsid w:val="00776309"/>
    <w:rsid w:val="00777C2A"/>
    <w:rsid w:val="00780304"/>
    <w:rsid w:val="0078355B"/>
    <w:rsid w:val="0078405E"/>
    <w:rsid w:val="00790B96"/>
    <w:rsid w:val="0079386B"/>
    <w:rsid w:val="00793D95"/>
    <w:rsid w:val="00795920"/>
    <w:rsid w:val="0079693B"/>
    <w:rsid w:val="00796FFC"/>
    <w:rsid w:val="007978E6"/>
    <w:rsid w:val="007A1650"/>
    <w:rsid w:val="007A1920"/>
    <w:rsid w:val="007A20D0"/>
    <w:rsid w:val="007A39BC"/>
    <w:rsid w:val="007A3AE1"/>
    <w:rsid w:val="007B0706"/>
    <w:rsid w:val="007B0B94"/>
    <w:rsid w:val="007B1634"/>
    <w:rsid w:val="007B2937"/>
    <w:rsid w:val="007B2DF1"/>
    <w:rsid w:val="007B3D62"/>
    <w:rsid w:val="007B4270"/>
    <w:rsid w:val="007B7394"/>
    <w:rsid w:val="007C1834"/>
    <w:rsid w:val="007C6431"/>
    <w:rsid w:val="007D34C7"/>
    <w:rsid w:val="007D53A6"/>
    <w:rsid w:val="007D6B6B"/>
    <w:rsid w:val="007D6C9E"/>
    <w:rsid w:val="007D7645"/>
    <w:rsid w:val="007E157C"/>
    <w:rsid w:val="007E24C1"/>
    <w:rsid w:val="007E29D6"/>
    <w:rsid w:val="007E29EE"/>
    <w:rsid w:val="007E49C1"/>
    <w:rsid w:val="007E5F54"/>
    <w:rsid w:val="007E6238"/>
    <w:rsid w:val="007F2C31"/>
    <w:rsid w:val="007F5319"/>
    <w:rsid w:val="00800351"/>
    <w:rsid w:val="00805C49"/>
    <w:rsid w:val="00812860"/>
    <w:rsid w:val="00812B97"/>
    <w:rsid w:val="00812C4E"/>
    <w:rsid w:val="00814B5D"/>
    <w:rsid w:val="00815F63"/>
    <w:rsid w:val="00822075"/>
    <w:rsid w:val="008246D4"/>
    <w:rsid w:val="00824D90"/>
    <w:rsid w:val="00825B6D"/>
    <w:rsid w:val="008302C6"/>
    <w:rsid w:val="00831302"/>
    <w:rsid w:val="008328FD"/>
    <w:rsid w:val="0084015D"/>
    <w:rsid w:val="00842880"/>
    <w:rsid w:val="00846C25"/>
    <w:rsid w:val="00852BD0"/>
    <w:rsid w:val="0086262A"/>
    <w:rsid w:val="0086289F"/>
    <w:rsid w:val="00862DCF"/>
    <w:rsid w:val="008643FD"/>
    <w:rsid w:val="0086662D"/>
    <w:rsid w:val="00867F4C"/>
    <w:rsid w:val="0087452C"/>
    <w:rsid w:val="00881500"/>
    <w:rsid w:val="008818A6"/>
    <w:rsid w:val="00882754"/>
    <w:rsid w:val="008829FC"/>
    <w:rsid w:val="00882E64"/>
    <w:rsid w:val="008835F9"/>
    <w:rsid w:val="00883A81"/>
    <w:rsid w:val="00885B01"/>
    <w:rsid w:val="00886660"/>
    <w:rsid w:val="00886D2F"/>
    <w:rsid w:val="0089060A"/>
    <w:rsid w:val="00892FC1"/>
    <w:rsid w:val="008932FA"/>
    <w:rsid w:val="008A0155"/>
    <w:rsid w:val="008A26AA"/>
    <w:rsid w:val="008A450B"/>
    <w:rsid w:val="008A5205"/>
    <w:rsid w:val="008A7642"/>
    <w:rsid w:val="008B489F"/>
    <w:rsid w:val="008B5EB6"/>
    <w:rsid w:val="008B7CFF"/>
    <w:rsid w:val="008C2AF2"/>
    <w:rsid w:val="008C4A3E"/>
    <w:rsid w:val="008C56ED"/>
    <w:rsid w:val="008C7D5F"/>
    <w:rsid w:val="008D0F58"/>
    <w:rsid w:val="008D1C1E"/>
    <w:rsid w:val="008D2F26"/>
    <w:rsid w:val="008D3076"/>
    <w:rsid w:val="008D31FF"/>
    <w:rsid w:val="008D632A"/>
    <w:rsid w:val="008D657D"/>
    <w:rsid w:val="008D7980"/>
    <w:rsid w:val="008D7A6F"/>
    <w:rsid w:val="008E0E37"/>
    <w:rsid w:val="008E41B4"/>
    <w:rsid w:val="008F1CDF"/>
    <w:rsid w:val="008F207F"/>
    <w:rsid w:val="008F5A33"/>
    <w:rsid w:val="008F5DF5"/>
    <w:rsid w:val="008F6551"/>
    <w:rsid w:val="008F6C93"/>
    <w:rsid w:val="009013BD"/>
    <w:rsid w:val="009018B4"/>
    <w:rsid w:val="00906787"/>
    <w:rsid w:val="009140CF"/>
    <w:rsid w:val="0091529B"/>
    <w:rsid w:val="00916124"/>
    <w:rsid w:val="00920100"/>
    <w:rsid w:val="00921B48"/>
    <w:rsid w:val="00921D23"/>
    <w:rsid w:val="00923748"/>
    <w:rsid w:val="00923B16"/>
    <w:rsid w:val="009275A2"/>
    <w:rsid w:val="00930088"/>
    <w:rsid w:val="00931F68"/>
    <w:rsid w:val="009325B6"/>
    <w:rsid w:val="00934CD3"/>
    <w:rsid w:val="009416B8"/>
    <w:rsid w:val="0094277C"/>
    <w:rsid w:val="00943738"/>
    <w:rsid w:val="00943747"/>
    <w:rsid w:val="00943C02"/>
    <w:rsid w:val="00945525"/>
    <w:rsid w:val="00946107"/>
    <w:rsid w:val="00952AA8"/>
    <w:rsid w:val="00953A2C"/>
    <w:rsid w:val="00956F4B"/>
    <w:rsid w:val="0096157E"/>
    <w:rsid w:val="00962948"/>
    <w:rsid w:val="00963800"/>
    <w:rsid w:val="00967240"/>
    <w:rsid w:val="00971587"/>
    <w:rsid w:val="00972471"/>
    <w:rsid w:val="009800D2"/>
    <w:rsid w:val="0098078F"/>
    <w:rsid w:val="009834C8"/>
    <w:rsid w:val="00990318"/>
    <w:rsid w:val="00994830"/>
    <w:rsid w:val="009A0812"/>
    <w:rsid w:val="009A3DDA"/>
    <w:rsid w:val="009A462A"/>
    <w:rsid w:val="009A5B17"/>
    <w:rsid w:val="009B08F8"/>
    <w:rsid w:val="009B1052"/>
    <w:rsid w:val="009B223B"/>
    <w:rsid w:val="009B4213"/>
    <w:rsid w:val="009B4D57"/>
    <w:rsid w:val="009C2A63"/>
    <w:rsid w:val="009C3AD7"/>
    <w:rsid w:val="009C4CD1"/>
    <w:rsid w:val="009C648F"/>
    <w:rsid w:val="009C71D0"/>
    <w:rsid w:val="009D23AE"/>
    <w:rsid w:val="009D766A"/>
    <w:rsid w:val="009D7CC7"/>
    <w:rsid w:val="009E0326"/>
    <w:rsid w:val="009E0BAC"/>
    <w:rsid w:val="009E517F"/>
    <w:rsid w:val="009E52D3"/>
    <w:rsid w:val="009E74C7"/>
    <w:rsid w:val="009E7544"/>
    <w:rsid w:val="009F2C6E"/>
    <w:rsid w:val="00A02931"/>
    <w:rsid w:val="00A03C45"/>
    <w:rsid w:val="00A04873"/>
    <w:rsid w:val="00A13A78"/>
    <w:rsid w:val="00A209C4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0FE1"/>
    <w:rsid w:val="00A51E31"/>
    <w:rsid w:val="00A548E3"/>
    <w:rsid w:val="00A561EB"/>
    <w:rsid w:val="00A61402"/>
    <w:rsid w:val="00A654E5"/>
    <w:rsid w:val="00A7583B"/>
    <w:rsid w:val="00A764F3"/>
    <w:rsid w:val="00A77267"/>
    <w:rsid w:val="00A83A83"/>
    <w:rsid w:val="00A84535"/>
    <w:rsid w:val="00A85F74"/>
    <w:rsid w:val="00A86448"/>
    <w:rsid w:val="00A90A8D"/>
    <w:rsid w:val="00A95091"/>
    <w:rsid w:val="00A95848"/>
    <w:rsid w:val="00A95E58"/>
    <w:rsid w:val="00A96352"/>
    <w:rsid w:val="00AA1156"/>
    <w:rsid w:val="00AA76DD"/>
    <w:rsid w:val="00AA7E37"/>
    <w:rsid w:val="00AB1859"/>
    <w:rsid w:val="00AB2B29"/>
    <w:rsid w:val="00AB2B3A"/>
    <w:rsid w:val="00AB4BAD"/>
    <w:rsid w:val="00AB533D"/>
    <w:rsid w:val="00AB64FD"/>
    <w:rsid w:val="00AB6FFA"/>
    <w:rsid w:val="00AB72BA"/>
    <w:rsid w:val="00AC1850"/>
    <w:rsid w:val="00AC74FD"/>
    <w:rsid w:val="00AC7FDF"/>
    <w:rsid w:val="00AD018C"/>
    <w:rsid w:val="00AD07CD"/>
    <w:rsid w:val="00AD32C1"/>
    <w:rsid w:val="00AD3F5A"/>
    <w:rsid w:val="00AE0E59"/>
    <w:rsid w:val="00AE2434"/>
    <w:rsid w:val="00AE25AA"/>
    <w:rsid w:val="00AE7C30"/>
    <w:rsid w:val="00AF2287"/>
    <w:rsid w:val="00AF2835"/>
    <w:rsid w:val="00AF3422"/>
    <w:rsid w:val="00AF3CC7"/>
    <w:rsid w:val="00AF72F1"/>
    <w:rsid w:val="00B02401"/>
    <w:rsid w:val="00B026DC"/>
    <w:rsid w:val="00B07790"/>
    <w:rsid w:val="00B11664"/>
    <w:rsid w:val="00B11CDA"/>
    <w:rsid w:val="00B13CA1"/>
    <w:rsid w:val="00B175B7"/>
    <w:rsid w:val="00B217B4"/>
    <w:rsid w:val="00B21EAB"/>
    <w:rsid w:val="00B22F35"/>
    <w:rsid w:val="00B25BB9"/>
    <w:rsid w:val="00B269D2"/>
    <w:rsid w:val="00B2787F"/>
    <w:rsid w:val="00B27DD1"/>
    <w:rsid w:val="00B31755"/>
    <w:rsid w:val="00B322BB"/>
    <w:rsid w:val="00B33139"/>
    <w:rsid w:val="00B3453A"/>
    <w:rsid w:val="00B35360"/>
    <w:rsid w:val="00B355D1"/>
    <w:rsid w:val="00B4095D"/>
    <w:rsid w:val="00B413B9"/>
    <w:rsid w:val="00B428FF"/>
    <w:rsid w:val="00B46143"/>
    <w:rsid w:val="00B46AD1"/>
    <w:rsid w:val="00B5050F"/>
    <w:rsid w:val="00B5205A"/>
    <w:rsid w:val="00B52CF9"/>
    <w:rsid w:val="00B578A6"/>
    <w:rsid w:val="00B61C06"/>
    <w:rsid w:val="00B61E0E"/>
    <w:rsid w:val="00B63780"/>
    <w:rsid w:val="00B648A0"/>
    <w:rsid w:val="00B6673D"/>
    <w:rsid w:val="00B67144"/>
    <w:rsid w:val="00B704D6"/>
    <w:rsid w:val="00B717B4"/>
    <w:rsid w:val="00B71D49"/>
    <w:rsid w:val="00B731D1"/>
    <w:rsid w:val="00B80EDD"/>
    <w:rsid w:val="00B81824"/>
    <w:rsid w:val="00B82FAF"/>
    <w:rsid w:val="00BA0F5B"/>
    <w:rsid w:val="00BA152D"/>
    <w:rsid w:val="00BA3123"/>
    <w:rsid w:val="00BA38FA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D58DA"/>
    <w:rsid w:val="00BD7B7D"/>
    <w:rsid w:val="00BE0C75"/>
    <w:rsid w:val="00BE33E7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73D7"/>
    <w:rsid w:val="00C31A8E"/>
    <w:rsid w:val="00C31F2E"/>
    <w:rsid w:val="00C32155"/>
    <w:rsid w:val="00C339CB"/>
    <w:rsid w:val="00C36947"/>
    <w:rsid w:val="00C42927"/>
    <w:rsid w:val="00C43C99"/>
    <w:rsid w:val="00C44A34"/>
    <w:rsid w:val="00C44C87"/>
    <w:rsid w:val="00C46CF2"/>
    <w:rsid w:val="00C47DCA"/>
    <w:rsid w:val="00C50CE2"/>
    <w:rsid w:val="00C5167D"/>
    <w:rsid w:val="00C51B65"/>
    <w:rsid w:val="00C51EA7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F1F"/>
    <w:rsid w:val="00C81FB9"/>
    <w:rsid w:val="00C82302"/>
    <w:rsid w:val="00C87464"/>
    <w:rsid w:val="00C91DDE"/>
    <w:rsid w:val="00C92DB0"/>
    <w:rsid w:val="00C93E3D"/>
    <w:rsid w:val="00C943A9"/>
    <w:rsid w:val="00C9710D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10F9"/>
    <w:rsid w:val="00CC1AE5"/>
    <w:rsid w:val="00CC37E8"/>
    <w:rsid w:val="00CC4221"/>
    <w:rsid w:val="00CC5819"/>
    <w:rsid w:val="00CC5B51"/>
    <w:rsid w:val="00CC5E29"/>
    <w:rsid w:val="00CC73BD"/>
    <w:rsid w:val="00CD0D1B"/>
    <w:rsid w:val="00CD34B8"/>
    <w:rsid w:val="00CD61C9"/>
    <w:rsid w:val="00CD76CD"/>
    <w:rsid w:val="00CE05D2"/>
    <w:rsid w:val="00CE0D97"/>
    <w:rsid w:val="00CE37D3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078C5"/>
    <w:rsid w:val="00D11327"/>
    <w:rsid w:val="00D11340"/>
    <w:rsid w:val="00D126C2"/>
    <w:rsid w:val="00D1532B"/>
    <w:rsid w:val="00D24501"/>
    <w:rsid w:val="00D35BD9"/>
    <w:rsid w:val="00D361E0"/>
    <w:rsid w:val="00D40ACA"/>
    <w:rsid w:val="00D4231C"/>
    <w:rsid w:val="00D427D1"/>
    <w:rsid w:val="00D42868"/>
    <w:rsid w:val="00D46998"/>
    <w:rsid w:val="00D472E7"/>
    <w:rsid w:val="00D47538"/>
    <w:rsid w:val="00D5090E"/>
    <w:rsid w:val="00D50BBC"/>
    <w:rsid w:val="00D5291E"/>
    <w:rsid w:val="00D5329E"/>
    <w:rsid w:val="00D53882"/>
    <w:rsid w:val="00D550A9"/>
    <w:rsid w:val="00D61B8A"/>
    <w:rsid w:val="00D61EB2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3EFA"/>
    <w:rsid w:val="00D842F5"/>
    <w:rsid w:val="00D914C0"/>
    <w:rsid w:val="00D91F99"/>
    <w:rsid w:val="00DA27AE"/>
    <w:rsid w:val="00DA5A7E"/>
    <w:rsid w:val="00DB004E"/>
    <w:rsid w:val="00DB0594"/>
    <w:rsid w:val="00DB1B2B"/>
    <w:rsid w:val="00DB5FFF"/>
    <w:rsid w:val="00DB6F26"/>
    <w:rsid w:val="00DC0B28"/>
    <w:rsid w:val="00DC1211"/>
    <w:rsid w:val="00DC1C9A"/>
    <w:rsid w:val="00DC311E"/>
    <w:rsid w:val="00DC7519"/>
    <w:rsid w:val="00DC7929"/>
    <w:rsid w:val="00DD04C5"/>
    <w:rsid w:val="00DD2139"/>
    <w:rsid w:val="00DD24A8"/>
    <w:rsid w:val="00DD70D4"/>
    <w:rsid w:val="00DE21DC"/>
    <w:rsid w:val="00DE378C"/>
    <w:rsid w:val="00DE411C"/>
    <w:rsid w:val="00DE6B3A"/>
    <w:rsid w:val="00DE6B7C"/>
    <w:rsid w:val="00DF0559"/>
    <w:rsid w:val="00DF2C72"/>
    <w:rsid w:val="00DF3A1D"/>
    <w:rsid w:val="00DF4210"/>
    <w:rsid w:val="00DF5B83"/>
    <w:rsid w:val="00DF68EE"/>
    <w:rsid w:val="00DF69F9"/>
    <w:rsid w:val="00E02E83"/>
    <w:rsid w:val="00E048C4"/>
    <w:rsid w:val="00E05949"/>
    <w:rsid w:val="00E073B6"/>
    <w:rsid w:val="00E10A43"/>
    <w:rsid w:val="00E112C9"/>
    <w:rsid w:val="00E1167B"/>
    <w:rsid w:val="00E11914"/>
    <w:rsid w:val="00E11F05"/>
    <w:rsid w:val="00E121B7"/>
    <w:rsid w:val="00E15180"/>
    <w:rsid w:val="00E15191"/>
    <w:rsid w:val="00E15629"/>
    <w:rsid w:val="00E16530"/>
    <w:rsid w:val="00E16751"/>
    <w:rsid w:val="00E2096D"/>
    <w:rsid w:val="00E2174A"/>
    <w:rsid w:val="00E306D5"/>
    <w:rsid w:val="00E317E3"/>
    <w:rsid w:val="00E31E75"/>
    <w:rsid w:val="00E33359"/>
    <w:rsid w:val="00E35F45"/>
    <w:rsid w:val="00E362EC"/>
    <w:rsid w:val="00E41C34"/>
    <w:rsid w:val="00E41EFD"/>
    <w:rsid w:val="00E5146F"/>
    <w:rsid w:val="00E74A73"/>
    <w:rsid w:val="00E7533F"/>
    <w:rsid w:val="00E771A6"/>
    <w:rsid w:val="00E77ACB"/>
    <w:rsid w:val="00E81371"/>
    <w:rsid w:val="00E82250"/>
    <w:rsid w:val="00E825DC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E9C"/>
    <w:rsid w:val="00EB3FEA"/>
    <w:rsid w:val="00EB403E"/>
    <w:rsid w:val="00EB4AB9"/>
    <w:rsid w:val="00EC02D0"/>
    <w:rsid w:val="00EC1833"/>
    <w:rsid w:val="00EC2133"/>
    <w:rsid w:val="00EC356E"/>
    <w:rsid w:val="00EC70B8"/>
    <w:rsid w:val="00ED09BB"/>
    <w:rsid w:val="00ED249E"/>
    <w:rsid w:val="00ED3F31"/>
    <w:rsid w:val="00EE069D"/>
    <w:rsid w:val="00EE09B0"/>
    <w:rsid w:val="00EE152E"/>
    <w:rsid w:val="00EE16FA"/>
    <w:rsid w:val="00EE60CC"/>
    <w:rsid w:val="00EE74D7"/>
    <w:rsid w:val="00EF004F"/>
    <w:rsid w:val="00EF039A"/>
    <w:rsid w:val="00EF0BBC"/>
    <w:rsid w:val="00EF0D09"/>
    <w:rsid w:val="00EF1528"/>
    <w:rsid w:val="00EF1E3B"/>
    <w:rsid w:val="00EF46C0"/>
    <w:rsid w:val="00F00FF1"/>
    <w:rsid w:val="00F036EB"/>
    <w:rsid w:val="00F04608"/>
    <w:rsid w:val="00F04E6D"/>
    <w:rsid w:val="00F051BB"/>
    <w:rsid w:val="00F05C69"/>
    <w:rsid w:val="00F06EAA"/>
    <w:rsid w:val="00F07201"/>
    <w:rsid w:val="00F13F2D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6525"/>
    <w:rsid w:val="00F47042"/>
    <w:rsid w:val="00F47F45"/>
    <w:rsid w:val="00F50546"/>
    <w:rsid w:val="00F56178"/>
    <w:rsid w:val="00F64B72"/>
    <w:rsid w:val="00F67813"/>
    <w:rsid w:val="00F7168F"/>
    <w:rsid w:val="00F72B7F"/>
    <w:rsid w:val="00F72FA2"/>
    <w:rsid w:val="00F76FD4"/>
    <w:rsid w:val="00F77703"/>
    <w:rsid w:val="00F85990"/>
    <w:rsid w:val="00F86591"/>
    <w:rsid w:val="00F90B65"/>
    <w:rsid w:val="00F91382"/>
    <w:rsid w:val="00F95E72"/>
    <w:rsid w:val="00F95F9E"/>
    <w:rsid w:val="00F968FC"/>
    <w:rsid w:val="00FA3165"/>
    <w:rsid w:val="00FA7C4E"/>
    <w:rsid w:val="00FB0B35"/>
    <w:rsid w:val="00FB0F3E"/>
    <w:rsid w:val="00FB2ED5"/>
    <w:rsid w:val="00FB50AF"/>
    <w:rsid w:val="00FB5554"/>
    <w:rsid w:val="00FB771A"/>
    <w:rsid w:val="00FC06EE"/>
    <w:rsid w:val="00FC4A30"/>
    <w:rsid w:val="00FD2F53"/>
    <w:rsid w:val="00FD305C"/>
    <w:rsid w:val="00FD5D74"/>
    <w:rsid w:val="00FD7C3A"/>
    <w:rsid w:val="00FE22DB"/>
    <w:rsid w:val="00FE31B0"/>
    <w:rsid w:val="00FE6910"/>
    <w:rsid w:val="00FE6C24"/>
    <w:rsid w:val="00FE75FE"/>
    <w:rsid w:val="00FF3933"/>
    <w:rsid w:val="00FF3B60"/>
    <w:rsid w:val="155DEE78"/>
    <w:rsid w:val="163A1A48"/>
    <w:rsid w:val="21BA13F8"/>
    <w:rsid w:val="22F90DF6"/>
    <w:rsid w:val="259AEBFF"/>
    <w:rsid w:val="2736BC60"/>
    <w:rsid w:val="2BA76764"/>
    <w:rsid w:val="30F70A53"/>
    <w:rsid w:val="32DCC493"/>
    <w:rsid w:val="3597E76C"/>
    <w:rsid w:val="3B5F1B82"/>
    <w:rsid w:val="42E4EB4C"/>
    <w:rsid w:val="4408233B"/>
    <w:rsid w:val="441A285B"/>
    <w:rsid w:val="4505FDC8"/>
    <w:rsid w:val="460EC4D0"/>
    <w:rsid w:val="56BFDF79"/>
    <w:rsid w:val="593501E2"/>
    <w:rsid w:val="59DE57DE"/>
    <w:rsid w:val="61AAC00A"/>
    <w:rsid w:val="69450CAE"/>
    <w:rsid w:val="78B8BB85"/>
    <w:rsid w:val="78F4CB78"/>
    <w:rsid w:val="793CEDA7"/>
    <w:rsid w:val="7C2B5E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20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A0F5B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61E0E"/>
    <w:pPr>
      <w:widowControl w:val="0"/>
      <w:autoSpaceDE w:val="0"/>
      <w:autoSpaceDN w:val="0"/>
      <w:spacing w:after="0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Revisin">
    <w:name w:val="Revision"/>
    <w:hidden/>
    <w:uiPriority w:val="99"/>
    <w:semiHidden/>
    <w:rsid w:val="002F1F24"/>
    <w:rPr>
      <w:sz w:val="24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.mx/cms/uploads/attachment/file/825149/FF-ASEA-045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7FF04A-C306-45C7-AEEB-1A24D9BE5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34BFCA-C79A-451E-BE2E-89DC70D6897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4.xml><?xml version="1.0" encoding="utf-8"?>
<ds:datastoreItem xmlns:ds="http://schemas.openxmlformats.org/officeDocument/2006/customXml" ds:itemID="{9C550D16-E0B2-4861-8126-9B414C3378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15</TotalTime>
  <Pages>2</Pages>
  <Words>869</Words>
  <Characters>4780</Characters>
  <Application>Microsoft Office Word</Application>
  <DocSecurity>0</DocSecurity>
  <Lines>39</Lines>
  <Paragraphs>11</Paragraphs>
  <ScaleCrop>false</ScaleCrop>
  <Manager>DGGOI</Manager>
  <Company>E-diseñadores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FHM</dc:creator>
  <cp:lastModifiedBy>Karla Cristina Serralde Ramírez</cp:lastModifiedBy>
  <cp:revision>23</cp:revision>
  <cp:lastPrinted>2017-07-26T20:04:00Z</cp:lastPrinted>
  <dcterms:created xsi:type="dcterms:W3CDTF">2024-08-28T00:16:00Z</dcterms:created>
  <dcterms:modified xsi:type="dcterms:W3CDTF">2024-09-03T18:29:00Z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