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418BB174" w:rsidR="00AE7C30" w:rsidRDefault="00943BCC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7C7745">
        <w:rPr>
          <w:rFonts w:ascii="Arial" w:eastAsia="Arial" w:hAnsi="Arial" w:cs="Arial"/>
          <w:sz w:val="18"/>
          <w:szCs w:val="18"/>
        </w:rPr>
        <w:t>CONVOCATORIA dirigida a las Unidades de Inspección interesadas en obtener la Aprobación para evaluar la conformidad de la Norma Oficial Mexicana</w:t>
      </w:r>
      <w:bookmarkStart w:id="0" w:name="_Hlk96679261"/>
      <w:r w:rsidRPr="007C7745">
        <w:rPr>
          <w:rFonts w:ascii="Arial" w:eastAsia="Arial" w:hAnsi="Arial" w:cs="Arial"/>
          <w:sz w:val="18"/>
          <w:szCs w:val="18"/>
        </w:rPr>
        <w:t xml:space="preserve"> NOM-015-ASEA-2023, </w:t>
      </w:r>
      <w:bookmarkEnd w:id="0"/>
      <w:r w:rsidRPr="007C7745">
        <w:rPr>
          <w:rFonts w:ascii="Arial" w:eastAsia="Arial" w:hAnsi="Arial" w:cs="Arial"/>
          <w:sz w:val="18"/>
          <w:szCs w:val="18"/>
        </w:rPr>
        <w:t>Descompresión de Gas Natural Comprimido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</w:t>
      </w:r>
      <w:r w:rsidR="00A93F9B">
        <w:rPr>
          <w:rFonts w:ascii="Arial" w:hAnsi="Arial" w:cs="Arial"/>
          <w:sz w:val="18"/>
          <w:szCs w:val="18"/>
        </w:rPr>
        <w:t>a</w:t>
      </w:r>
      <w:r w:rsidR="00696FF2" w:rsidRPr="4505FDC8">
        <w:rPr>
          <w:rFonts w:ascii="Arial" w:hAnsi="Arial" w:cs="Arial"/>
          <w:sz w:val="18"/>
          <w:szCs w:val="18"/>
        </w:rPr>
        <w:t xml:space="preserve">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>publicad</w:t>
      </w:r>
      <w:r w:rsidR="00A93F9B">
        <w:rPr>
          <w:rFonts w:ascii="Arial" w:hAnsi="Arial" w:cs="Arial"/>
          <w:sz w:val="18"/>
          <w:szCs w:val="18"/>
        </w:rPr>
        <w:t>a</w:t>
      </w:r>
      <w:r w:rsidR="00AE7C30" w:rsidRPr="4505FDC8">
        <w:rPr>
          <w:rFonts w:ascii="Arial" w:hAnsi="Arial" w:cs="Arial"/>
          <w:sz w:val="18"/>
          <w:szCs w:val="18"/>
        </w:rPr>
        <w:t xml:space="preserve"> en el Diario Oficial de la Federación el </w:t>
      </w:r>
      <w:r w:rsidR="00A93F9B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</w:t>
      </w:r>
      <w:r w:rsidR="00A93F9B">
        <w:rPr>
          <w:rFonts w:ascii="Arial" w:hAnsi="Arial" w:cs="Arial"/>
          <w:sz w:val="18"/>
          <w:szCs w:val="18"/>
        </w:rPr>
        <w:t>julio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000000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Las tarifas y precios que aplicará en la prestación de sus servicios, así como la metodología implementada para determinarlos, incluyendo los factores, índices y variables utilizadas, 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El plan de negocios para los siguientes doce meses a partir de que sea ingresada la solicitud, con la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6075866F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</w:t>
            </w:r>
            <w:r w:rsidR="00A93F9B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15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</w:t>
            </w:r>
            <w:r w:rsidR="00A93F9B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23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2F5BFC09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11.-Los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74CEDF84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509AF447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5705BE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, tales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16D012B6" w:rsidR="00F90B65" w:rsidRPr="007C65D8" w:rsidRDefault="00F90B65" w:rsidP="007C65D8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7C65D8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BD449" w14:textId="77777777" w:rsidR="00ED02DC" w:rsidRDefault="00ED02DC" w:rsidP="00DC0B28">
      <w:pPr>
        <w:spacing w:after="0"/>
      </w:pPr>
      <w:r>
        <w:separator/>
      </w:r>
    </w:p>
  </w:endnote>
  <w:endnote w:type="continuationSeparator" w:id="0">
    <w:p w14:paraId="35E8A0DB" w14:textId="77777777" w:rsidR="00ED02DC" w:rsidRDefault="00ED02DC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5B69B" w14:textId="77777777" w:rsidR="00ED02DC" w:rsidRDefault="00ED02DC" w:rsidP="00DC0B28">
      <w:pPr>
        <w:spacing w:after="0"/>
      </w:pPr>
      <w:r>
        <w:separator/>
      </w:r>
    </w:p>
  </w:footnote>
  <w:footnote w:type="continuationSeparator" w:id="0">
    <w:p w14:paraId="3623507E" w14:textId="77777777" w:rsidR="00ED02DC" w:rsidRDefault="00ED02DC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2C6CB453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521203">
            <w:rPr>
              <w:rFonts w:ascii="Arial" w:hAnsi="Arial" w:cs="Arial"/>
              <w:bCs/>
              <w:sz w:val="16"/>
              <w:szCs w:val="16"/>
            </w:rPr>
            <w:t>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0F26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1203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05BE"/>
    <w:rsid w:val="00576FCF"/>
    <w:rsid w:val="0058168B"/>
    <w:rsid w:val="005830E8"/>
    <w:rsid w:val="00583310"/>
    <w:rsid w:val="005835C1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C65D8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BCC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3F9B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55C7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6F9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5F45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2DC"/>
    <w:rsid w:val="00ED09BB"/>
    <w:rsid w:val="00ED2123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15</TotalTime>
  <Pages>2</Pages>
  <Words>845</Words>
  <Characters>4652</Characters>
  <Application>Microsoft Office Word</Application>
  <DocSecurity>0</DocSecurity>
  <Lines>38</Lines>
  <Paragraphs>10</Paragraphs>
  <ScaleCrop>false</ScaleCrop>
  <Manager>DGGOI</Manager>
  <Company>E-diseñadores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24</cp:revision>
  <cp:lastPrinted>2017-07-26T20:04:00Z</cp:lastPrinted>
  <dcterms:created xsi:type="dcterms:W3CDTF">2024-08-28T00:16:00Z</dcterms:created>
  <dcterms:modified xsi:type="dcterms:W3CDTF">2024-09-03T18:03:00Z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