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72937AEA" w:rsidR="00180D1A" w:rsidRPr="00E44146" w:rsidRDefault="00CD7EA0" w:rsidP="00180D1A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E44146">
        <w:rPr>
          <w:rFonts w:ascii="Arial" w:hAnsi="Arial" w:cs="Arial"/>
          <w:bCs/>
          <w:sz w:val="18"/>
          <w:szCs w:val="18"/>
        </w:rPr>
        <w:t>Renovación de</w:t>
      </w:r>
      <w:r w:rsidR="00AA418B" w:rsidRPr="00E44146">
        <w:rPr>
          <w:rFonts w:ascii="Arial" w:hAnsi="Arial" w:cs="Arial"/>
          <w:bCs/>
          <w:sz w:val="18"/>
          <w:szCs w:val="18"/>
        </w:rPr>
        <w:t xml:space="preserve"> la </w:t>
      </w:r>
      <w:r w:rsidR="006E2E22" w:rsidRPr="00E44146">
        <w:rPr>
          <w:rFonts w:ascii="Arial" w:hAnsi="Arial" w:cs="Arial"/>
          <w:sz w:val="18"/>
          <w:szCs w:val="18"/>
          <w:lang w:val="es-MX"/>
        </w:rPr>
        <w:t>Aprobación para evaluar la conformidad de la Norma Oficial Mexicana NOM-013-ASEA-2021, Instalaciones de Almacenamiento y Regasificación de Gas Natural Licuado (cancela y sustituye a la NOM-013-SECRE-2012, Requisitos de seguridad para el diseño, construcción, operación y mantenimiento de terminales de almacenamiento de gas natural licuado que incluyen sistemas, equipos e instalaciones de recepción, conducción, vaporización y entrega de gas natural</w:t>
      </w:r>
      <w:r w:rsidR="006E2E22" w:rsidRPr="00E44146">
        <w:rPr>
          <w:rFonts w:ascii="Arial" w:hAnsi="Arial" w:cs="Arial"/>
          <w:sz w:val="18"/>
          <w:szCs w:val="18"/>
          <w:lang w:val="es-MX"/>
        </w:rPr>
        <w:t>)</w:t>
      </w:r>
      <w:r w:rsidR="007F699D" w:rsidRPr="00E44146">
        <w:rPr>
          <w:rFonts w:ascii="Arial" w:hAnsi="Arial" w:cs="Arial"/>
          <w:sz w:val="18"/>
          <w:szCs w:val="18"/>
          <w:lang w:val="es-MX"/>
        </w:rPr>
        <w:t>.</w:t>
      </w:r>
    </w:p>
    <w:p w14:paraId="4A8DB67A" w14:textId="00A09DA4" w:rsidR="000C5D2F" w:rsidRPr="00E44146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E44146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D45A1B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3E2235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3E2235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3E2235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3E223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3E2235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3E2235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3E2235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3E2235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3E2235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3E2235" w:rsidRDefault="003F7D69" w:rsidP="003F7D69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,</w:t>
            </w: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3E2235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3E223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3E2235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3E2235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3C0C90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3C0C90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0C06E8" w:rsidRDefault="00B024AB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6"/>
                <w:szCs w:val="16"/>
              </w:rPr>
            </w:pPr>
            <w:hyperlink r:id="rId8" w:history="1">
              <w:r w:rsidR="00C31CF8" w:rsidRPr="00936E2C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6"/>
                  <w:szCs w:val="16"/>
                </w:rPr>
                <w:t>https://www.gob.mx/cms/uploads/attachment/file/825151/FF-ASEA-047.pdf</w:t>
              </w:r>
            </w:hyperlink>
            <w:r w:rsidR="00C31CF8">
              <w:rPr>
                <w:rFonts w:ascii="Arial" w:eastAsiaTheme="minorEastAsia" w:hAnsi="Arial" w:cs="Arial"/>
                <w:bCs/>
                <w:kern w:val="24"/>
                <w:sz w:val="16"/>
                <w:szCs w:val="16"/>
              </w:rPr>
              <w:t xml:space="preserve"> </w:t>
            </w:r>
          </w:p>
        </w:tc>
      </w:tr>
      <w:tr w:rsidR="00EB21AB" w:rsidRPr="00F50D42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F50D42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F50D42" w:rsidRDefault="00EB21AB" w:rsidP="00EB21A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4E3C1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</w:t>
            </w:r>
            <w:r w:rsidR="004E3C1F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F50D42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443F91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4"/>
                <w:szCs w:val="14"/>
              </w:rPr>
            </w:pPr>
          </w:p>
          <w:p w14:paraId="6FBFDBA6" w14:textId="0E4A78D6" w:rsidR="00EB21AB" w:rsidRPr="00F50D42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F50D42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F50D42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F50D42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F50D42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F50D42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F50D42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F50D42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F50D42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F50D42" w:rsidRDefault="00C57C26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F50D42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F50D42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F50D42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E44146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</w:t>
            </w:r>
            <w:r w:rsidRPr="006E64A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.-Poder notarial del representante o apoderado legal.</w:t>
            </w:r>
          </w:p>
          <w:p w14:paraId="12985860" w14:textId="77777777" w:rsidR="004E3C1F" w:rsidRPr="00E44146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E44146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E44146" w:rsidRDefault="00AD551B" w:rsidP="00AD55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E44146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E44146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F50D42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F50D42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E44146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E44146" w:rsidRDefault="00AD551B" w:rsidP="00AD55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E44146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E44146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E44146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F50D42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F50D42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E44146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E44146" w:rsidRDefault="00521628" w:rsidP="008436EE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E4414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E44146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E44146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E44146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E44146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E44146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F50D42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F50D42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F50D42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F50D42" w:rsidRDefault="00521628" w:rsidP="00B33854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F50D4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CD0DF3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CD0DF3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Cada foja útil deberá estar firmada por la persona que acredite la personalidad y facultades del representante legal del 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</w:t>
            </w:r>
            <w:r w:rsidRPr="00197F9B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ercero aprobado</w:t>
            </w:r>
            <w:r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F50D42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F50D42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F50D42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6B76E652" w:rsidR="00521628" w:rsidRPr="00F50D42" w:rsidRDefault="00521628" w:rsidP="00340E1B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7F699D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Unidad de Inspección 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F50D42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F50D42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0D42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A4E0C" w:rsidRPr="00F50D42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BA4E0C" w:rsidRDefault="00BA4E0C" w:rsidP="00BA4E0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BA4E0C" w:rsidRPr="00F50D42" w:rsidRDefault="001D3928" w:rsidP="00BA4E0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que ampare </w:t>
            </w:r>
            <w:r w:rsidR="00B9137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los </w:t>
            </w: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daños y perjuicios que se puedan ocasionar en la </w:t>
            </w:r>
            <w:r w:rsidRPr="001D3928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realización de las actividades objeto de la convocatoria para la que aplicaron</w:t>
            </w:r>
            <w:r w:rsidR="00B9137A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BA4E0C" w:rsidRPr="00F50D42" w:rsidRDefault="00BA4E0C" w:rsidP="00BA4E0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77777777" w:rsidR="00BA4E0C" w:rsidRPr="00F50D42" w:rsidRDefault="00BA4E0C" w:rsidP="00BA4E0C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4D087C" w:rsidRPr="00F50D42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4D087C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4D087C" w:rsidRDefault="005E7BF2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E754D5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5E7BF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</w:t>
            </w:r>
            <w:r w:rsidR="00E754D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4D087C" w:rsidRDefault="004D087C" w:rsidP="004D087C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781BE5" w:rsidRDefault="00781BE5" w:rsidP="00781BE5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426ED8" w:rsidRPr="00426ED8" w:rsidRDefault="00426ED8" w:rsidP="00E754D5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77777777" w:rsidR="004D087C" w:rsidRPr="00F50D42" w:rsidRDefault="004D087C" w:rsidP="004D087C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4D087C" w:rsidRPr="00F50D42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F50D42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.-Declaratoria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</w:t>
            </w: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por promovente</w:t>
            </w:r>
            <w:r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F50D42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F50D42" w:rsidRDefault="00A403D5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403D5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F50D42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F50D42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F50D42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7F699D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7F699D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7F699D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EB3FEA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015C97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15C9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F527B2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527B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F527B2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EB3FEA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015C97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015C97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F527B2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015C97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protectores de plásticos.</w:t>
            </w:r>
          </w:p>
          <w:p w14:paraId="54640965" w14:textId="77777777" w:rsidR="004D087C" w:rsidRPr="00015C97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F527B2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362E8D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362E8D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3E2235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3E2235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91F7" w14:textId="77777777" w:rsidR="00B22BD3" w:rsidRDefault="00B22BD3" w:rsidP="00DC0B28">
      <w:pPr>
        <w:spacing w:after="0"/>
      </w:pPr>
      <w:r>
        <w:separator/>
      </w:r>
    </w:p>
  </w:endnote>
  <w:endnote w:type="continuationSeparator" w:id="0">
    <w:p w14:paraId="1B942CB6" w14:textId="77777777" w:rsidR="00B22BD3" w:rsidRDefault="00B22BD3" w:rsidP="00DC0B28">
      <w:pPr>
        <w:spacing w:after="0"/>
      </w:pPr>
      <w:r>
        <w:continuationSeparator/>
      </w:r>
    </w:p>
  </w:endnote>
  <w:endnote w:type="continuationNotice" w:id="1">
    <w:p w14:paraId="4A5458A7" w14:textId="77777777" w:rsidR="00B22BD3" w:rsidRDefault="00B22BD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35F27F52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024AB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35F27F52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B024AB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3A66F" w14:textId="77777777" w:rsidR="00B22BD3" w:rsidRDefault="00B22BD3" w:rsidP="00DC0B28">
      <w:pPr>
        <w:spacing w:after="0"/>
      </w:pPr>
      <w:r>
        <w:separator/>
      </w:r>
    </w:p>
  </w:footnote>
  <w:footnote w:type="continuationSeparator" w:id="0">
    <w:p w14:paraId="0913C8B1" w14:textId="77777777" w:rsidR="00B22BD3" w:rsidRDefault="00B22BD3" w:rsidP="00DC0B28">
      <w:pPr>
        <w:spacing w:after="0"/>
      </w:pPr>
      <w:r>
        <w:continuationSeparator/>
      </w:r>
    </w:p>
  </w:footnote>
  <w:footnote w:type="continuationNotice" w:id="1">
    <w:p w14:paraId="3E5DFD79" w14:textId="77777777" w:rsidR="00B22BD3" w:rsidRDefault="00B22BD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FB6884" w:rsidRPr="00FB6884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FB6884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FB6884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 w:rsidRPr="00FB6884">
            <w:rPr>
              <w:rFonts w:ascii="Arial" w:hAnsi="Arial" w:cs="Arial"/>
              <w:bCs/>
              <w:sz w:val="16"/>
              <w:szCs w:val="16"/>
            </w:rPr>
            <w:t>16</w:t>
          </w:r>
          <w:r w:rsidRPr="00FB6884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 w:rsidRPr="00FB6884">
            <w:rPr>
              <w:rFonts w:ascii="Arial" w:hAnsi="Arial" w:cs="Arial"/>
              <w:bCs/>
              <w:sz w:val="16"/>
              <w:szCs w:val="16"/>
            </w:rPr>
            <w:t>1</w:t>
          </w:r>
          <w:r w:rsidRPr="00FB6884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Pr="00E44146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44146">
      <w:rPr>
        <w:rFonts w:ascii="Arial" w:hAnsi="Arial" w:cs="Arial"/>
        <w:b/>
        <w:sz w:val="20"/>
        <w:szCs w:val="20"/>
      </w:rPr>
      <w:t>ESTRUCTURA Y ORDEN DE LAS SOLICITUDES</w:t>
    </w:r>
    <w:r w:rsidR="00480C19" w:rsidRPr="00E44146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E44146" w:rsidRDefault="00934CD3" w:rsidP="007B7394">
    <w:pPr>
      <w:pStyle w:val="Encabezado"/>
      <w:tabs>
        <w:tab w:val="clear" w:pos="8504"/>
        <w:tab w:val="right" w:pos="8789"/>
      </w:tabs>
      <w:ind w:left="-1701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647F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8DF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7A6A"/>
    <w:rsid w:val="003C2623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35F9B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2E22"/>
    <w:rsid w:val="006E4AAF"/>
    <w:rsid w:val="006E50DB"/>
    <w:rsid w:val="006E5409"/>
    <w:rsid w:val="006E64A6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7F699D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810"/>
    <w:rsid w:val="00A548E3"/>
    <w:rsid w:val="00A561EB"/>
    <w:rsid w:val="00A61402"/>
    <w:rsid w:val="00A654E5"/>
    <w:rsid w:val="00A841C5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4AB"/>
    <w:rsid w:val="00B026DC"/>
    <w:rsid w:val="00B11664"/>
    <w:rsid w:val="00B11CDA"/>
    <w:rsid w:val="00B13CA1"/>
    <w:rsid w:val="00B21EAB"/>
    <w:rsid w:val="00B22BD3"/>
    <w:rsid w:val="00B22F35"/>
    <w:rsid w:val="00B25BB9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47DB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2F"/>
    <w:rsid w:val="00C72AD9"/>
    <w:rsid w:val="00C74D3C"/>
    <w:rsid w:val="00C815F4"/>
    <w:rsid w:val="00C81F1F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114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44146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3BAF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B688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B08A55-8887-4CAC-8360-5E433043DD7D}"/>
</file>

<file path=customXml/itemProps3.xml><?xml version="1.0" encoding="utf-8"?>
<ds:datastoreItem xmlns:ds="http://schemas.openxmlformats.org/officeDocument/2006/customXml" ds:itemID="{E2D92062-8385-4B1D-9764-214D64306E6F}"/>
</file>

<file path=customXml/itemProps4.xml><?xml version="1.0" encoding="utf-8"?>
<ds:datastoreItem xmlns:ds="http://schemas.openxmlformats.org/officeDocument/2006/customXml" ds:itemID="{2E7929DF-8664-462C-8579-E03E4D82E264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4</TotalTime>
  <Pages>2</Pages>
  <Words>815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5291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Laura Gallegos Robles</cp:lastModifiedBy>
  <cp:revision>2</cp:revision>
  <cp:lastPrinted>2017-07-26T20:04:00Z</cp:lastPrinted>
  <dcterms:created xsi:type="dcterms:W3CDTF">2023-10-16T22:23:00Z</dcterms:created>
  <dcterms:modified xsi:type="dcterms:W3CDTF">2023-10-16T22:23:00Z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