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78CCE" w14:textId="774ABFD4" w:rsidR="00D360C9" w:rsidRDefault="00CD7EA0" w:rsidP="00D360C9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E44146">
        <w:rPr>
          <w:rFonts w:ascii="Arial" w:hAnsi="Arial" w:cs="Arial"/>
          <w:bCs/>
          <w:sz w:val="18"/>
          <w:szCs w:val="18"/>
        </w:rPr>
        <w:t>Renovación de</w:t>
      </w:r>
      <w:r w:rsidR="00AA418B" w:rsidRPr="00E44146">
        <w:rPr>
          <w:rFonts w:ascii="Arial" w:hAnsi="Arial" w:cs="Arial"/>
          <w:bCs/>
          <w:sz w:val="18"/>
          <w:szCs w:val="18"/>
        </w:rPr>
        <w:t xml:space="preserve"> la </w:t>
      </w:r>
      <w:r w:rsidR="00D360C9" w:rsidRPr="00624921">
        <w:rPr>
          <w:rFonts w:ascii="Arial" w:hAnsi="Arial" w:cs="Arial"/>
          <w:bCs/>
          <w:sz w:val="18"/>
          <w:szCs w:val="18"/>
        </w:rPr>
        <w:t>Aprobación como Unidad de Verificación para realizar la evaluación de la conformidad de la Norma Oficial Mexicana NOM-005-ASEA-2016, Diseño, construcción, operación y mantenimiento de Estaciones de Servicio para almacenamiento y expendio de diésel y gasolinas</w:t>
      </w:r>
      <w:r w:rsidR="00ED0369">
        <w:rPr>
          <w:rFonts w:ascii="Arial" w:hAnsi="Arial" w:cs="Arial"/>
          <w:bCs/>
          <w:sz w:val="18"/>
          <w:szCs w:val="18"/>
        </w:rPr>
        <w:t xml:space="preserve">. </w:t>
      </w:r>
    </w:p>
    <w:p w14:paraId="4A8DB67A" w14:textId="44A0E96B" w:rsidR="000C5D2F" w:rsidRPr="00E44146" w:rsidRDefault="008D5485" w:rsidP="00D360C9">
      <w:pPr>
        <w:tabs>
          <w:tab w:val="left" w:pos="709"/>
        </w:tabs>
        <w:spacing w:after="120"/>
        <w:ind w:right="-1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E44146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C8E8F7B" w14:textId="77777777" w:rsidR="0059068F" w:rsidRPr="00D45A1B" w:rsidRDefault="0059068F" w:rsidP="00180D1A">
      <w:pPr>
        <w:tabs>
          <w:tab w:val="left" w:pos="709"/>
        </w:tabs>
        <w:spacing w:after="0"/>
        <w:jc w:val="both"/>
        <w:rPr>
          <w:rFonts w:ascii="Arial" w:hAnsi="Arial" w:cs="Arial"/>
          <w:b/>
          <w:bCs/>
          <w:sz w:val="14"/>
          <w:szCs w:val="14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6"/>
        <w:gridCol w:w="2976"/>
        <w:gridCol w:w="2835"/>
        <w:gridCol w:w="2032"/>
      </w:tblGrid>
      <w:tr w:rsidR="003E2235" w:rsidRPr="003E2235" w14:paraId="13280023" w14:textId="77777777" w:rsidTr="00E6261B">
        <w:trPr>
          <w:trHeight w:val="82"/>
          <w:tblHeader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3E2235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</w:pPr>
            <w:r w:rsidRPr="003E2235"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3E2235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3E2235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3E2235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3E2235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ENTREGABLES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3E2235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3E2235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 FORMATO</w:t>
            </w:r>
          </w:p>
        </w:tc>
      </w:tr>
      <w:tr w:rsidR="003F7D69" w:rsidRPr="003E2235" w14:paraId="5048D56E" w14:textId="77777777" w:rsidTr="00E6261B">
        <w:trPr>
          <w:trHeight w:val="756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7608319" w:rsidR="003F7D69" w:rsidRPr="003E2235" w:rsidRDefault="003F7D69" w:rsidP="003F7D69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1.-Solicitud de </w:t>
            </w:r>
            <w:r w:rsidR="00F54071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Renovación </w:t>
            </w:r>
            <w:r w:rsidR="008D2353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de la </w:t>
            </w: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Aprobación</w:t>
            </w:r>
            <w:r w:rsidR="00576F2C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EB2F652" w:rsidR="003F7D69" w:rsidRPr="003E2235" w:rsidRDefault="003F7D69" w:rsidP="003F7D69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Formato para la solicitud de </w:t>
            </w:r>
            <w:r w:rsidR="008D2353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Renovación de la</w:t>
            </w:r>
            <w:r w:rsidR="008D2353"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Aprobación (</w:t>
            </w: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C31CF8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II</w:t>
            </w:r>
            <w:r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,</w:t>
            </w: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FF-ASEA-04</w:t>
            </w:r>
            <w:r w:rsidR="00F5407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</w:t>
            </w:r>
            <w:r w:rsidR="00443F9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3E2235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1341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D6438A7" w:rsidR="003F7D69" w:rsidRPr="003E2235" w:rsidRDefault="003F7D69" w:rsidP="003F7D69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9B337" w14:textId="69BABB62" w:rsidR="003F7D69" w:rsidRPr="003C0C90" w:rsidRDefault="003F7D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3C0C90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</w:t>
            </w:r>
            <w:r w:rsidR="00F54071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7</w:t>
            </w:r>
          </w:p>
          <w:p w14:paraId="6CDF5EE8" w14:textId="72C6C5BB" w:rsidR="003F7D69" w:rsidRPr="000C06E8" w:rsidRDefault="00ED03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6"/>
                <w:szCs w:val="16"/>
              </w:rPr>
            </w:pPr>
            <w:hyperlink r:id="rId8" w:history="1">
              <w:r w:rsidR="00C31CF8" w:rsidRPr="00936E2C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6"/>
                  <w:szCs w:val="16"/>
                </w:rPr>
                <w:t>https://www.gob.mx/cms/uploads/attachment/file/825151/FF-ASEA-047.pdf</w:t>
              </w:r>
            </w:hyperlink>
            <w:r w:rsidR="00C31CF8">
              <w:rPr>
                <w:rFonts w:ascii="Arial" w:eastAsiaTheme="minorEastAsia" w:hAnsi="Arial" w:cs="Arial"/>
                <w:bCs/>
                <w:kern w:val="24"/>
                <w:sz w:val="16"/>
                <w:szCs w:val="16"/>
              </w:rPr>
              <w:t xml:space="preserve"> </w:t>
            </w:r>
          </w:p>
        </w:tc>
      </w:tr>
      <w:tr w:rsidR="00EB21AB" w:rsidRPr="00F50D42" w14:paraId="5AE848D7" w14:textId="77777777" w:rsidTr="00E6261B">
        <w:trPr>
          <w:trHeight w:val="340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01202BD8" w:rsidR="00EB21AB" w:rsidRPr="00F50D42" w:rsidRDefault="00EB21A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2.-Pago de aprovechamientos.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6BB2B946" w:rsidR="00EB21AB" w:rsidRPr="00F50D42" w:rsidRDefault="00EB21AB" w:rsidP="00EB21A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="004E3C1F" w:rsidRPr="004E3C1F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ASEA-03-016-A</w:t>
            </w:r>
            <w:r w:rsidR="004E3C1F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A03C5E" w14:textId="77777777" w:rsidR="00EB21AB" w:rsidRPr="00F50D42" w:rsidRDefault="00EB21AB" w:rsidP="00EB21A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Original.</w:t>
            </w:r>
          </w:p>
          <w:p w14:paraId="6838B398" w14:textId="77777777" w:rsidR="00EB21AB" w:rsidRPr="00443F91" w:rsidRDefault="00EB21AB" w:rsidP="00EB21AB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4"/>
                <w:szCs w:val="14"/>
              </w:rPr>
            </w:pPr>
          </w:p>
          <w:p w14:paraId="6FBFDBA6" w14:textId="0E4A78D6" w:rsidR="00EB21AB" w:rsidRPr="00F50D42" w:rsidRDefault="00EB21AB" w:rsidP="00F50D42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Que incluya los datos correctos del promovente.</w:t>
            </w:r>
          </w:p>
        </w:tc>
        <w:tc>
          <w:tcPr>
            <w:tcW w:w="20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EB21AB" w:rsidRPr="00F50D42" w:rsidRDefault="00EB21AB" w:rsidP="00EB21A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3E2235" w:rsidRPr="00F50D42" w14:paraId="5570CBE5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F50D42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5ED073A2" w:rsidR="00C57C26" w:rsidRPr="00F50D42" w:rsidRDefault="00C57C26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F50D42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F50D42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3E2235" w:rsidRPr="00F50D42" w14:paraId="586F1160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F50D42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F50D42" w:rsidRDefault="00C57C26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F50D42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F50D42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AD551B" w:rsidRPr="00F50D42" w14:paraId="1E7E3EEE" w14:textId="77777777" w:rsidTr="00E6261B">
        <w:trPr>
          <w:trHeight w:val="102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E3DA1" w14:textId="77777777" w:rsidR="00AD551B" w:rsidRPr="00E44146" w:rsidRDefault="00AD551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3</w:t>
            </w:r>
            <w:r w:rsidRPr="006E64A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.-Poder notarial del representante o apoderado legal.</w:t>
            </w:r>
          </w:p>
          <w:p w14:paraId="12985860" w14:textId="77777777" w:rsidR="004E3C1F" w:rsidRPr="00E44146" w:rsidRDefault="004E3C1F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10582E8" w14:textId="45A01B77" w:rsidR="004E3C1F" w:rsidRPr="00E44146" w:rsidRDefault="00950C36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7D989A8A" w:rsidR="00AD551B" w:rsidRPr="00E44146" w:rsidRDefault="00AD551B" w:rsidP="00AD551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9864C" w14:textId="77777777" w:rsidR="00AD551B" w:rsidRPr="00E44146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A01BD6C" w14:textId="77777777" w:rsidR="00AD551B" w:rsidRPr="00E44146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51D49951" w14:textId="77777777" w:rsidR="00015851" w:rsidRPr="00E44146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5B6394E2" w14:textId="3F698487" w:rsidR="00015851" w:rsidRPr="00E44146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2AC7E009" w:rsidR="00AD551B" w:rsidRPr="00F50D42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D551B" w:rsidRPr="00F50D42" w14:paraId="38EFFA6B" w14:textId="77777777" w:rsidTr="00E6261B">
        <w:trPr>
          <w:trHeight w:val="1247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AD551B" w:rsidRPr="00E44146" w:rsidRDefault="00AD551B" w:rsidP="00AD55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26C6603D" w:rsidR="00AD551B" w:rsidRPr="00E44146" w:rsidRDefault="00AD551B" w:rsidP="00AD551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1813" w14:textId="77777777" w:rsidR="00AD551B" w:rsidRPr="00E44146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6E93A20" w14:textId="77777777" w:rsidR="00AD551B" w:rsidRPr="00E44146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4B836C5A" w14:textId="77777777" w:rsidR="00015851" w:rsidRPr="00E44146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211FC6F" w14:textId="04DDBA0D" w:rsidR="00015851" w:rsidRPr="00E44146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0EA8D7D" w:rsidR="00AD551B" w:rsidRPr="00F50D42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8436EE" w:rsidRPr="00F50D42" w14:paraId="6FAF7637" w14:textId="77777777" w:rsidTr="00E6261B">
        <w:trPr>
          <w:trHeight w:val="70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F8263F" w14:textId="15735730" w:rsidR="008436EE" w:rsidRPr="00E44146" w:rsidRDefault="00521628" w:rsidP="008436E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4</w:t>
            </w:r>
            <w:r w:rsidR="008436EE"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Tarifas y precios</w:t>
            </w:r>
            <w:r w:rsidR="00690FBA"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01859" w14:textId="636599AD" w:rsidR="008436EE" w:rsidRPr="00E44146" w:rsidRDefault="00521628" w:rsidP="008436EE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E441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 l</w:t>
            </w:r>
            <w:r w:rsidR="008436EE" w:rsidRPr="00E441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as tarifas y precios que aplicará en la prestación de sus servicios, así como la metodología implementada para determinarlos, incluyendo los factores, índices y variables utilizadas, bajo un procedimiento transparente basado en costo</w:t>
            </w:r>
            <w:r w:rsidR="0019625B" w:rsidRPr="00E441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5D5B8" w14:textId="77777777" w:rsidR="00197F9B" w:rsidRPr="00E44146" w:rsidRDefault="008436EE" w:rsidP="00197F9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CFCF26C" w14:textId="77777777" w:rsidR="00197F9B" w:rsidRPr="00E44146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611309E3" w14:textId="55C46D81" w:rsidR="00197F9B" w:rsidRPr="00E44146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E44146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Cada foja útil deberá estar firmada por la persona que acredite la personalidad y facultades del representante legal del </w:t>
            </w:r>
            <w:r w:rsidR="00C815F4" w:rsidRPr="00E44146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F3776" w14:textId="37DF7811" w:rsidR="008436EE" w:rsidRPr="00F50D42" w:rsidRDefault="008436EE" w:rsidP="008436EE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33854" w:rsidRPr="00F50D42" w14:paraId="1B378D87" w14:textId="77777777" w:rsidTr="00E6261B">
        <w:trPr>
          <w:trHeight w:val="70"/>
        </w:trPr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9021CA" w14:textId="3598EC64" w:rsidR="00B33854" w:rsidRPr="00F50D42" w:rsidRDefault="00521628" w:rsidP="00FC56E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5</w:t>
            </w:r>
            <w:r w:rsidR="00B33854"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Plan de negocios</w:t>
            </w:r>
            <w:r w:rsidR="00576F2C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2CC8" w14:textId="6073B88E" w:rsidR="00B33854" w:rsidRPr="00F50D42" w:rsidRDefault="00521628" w:rsidP="00B33854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</w:t>
            </w:r>
            <w:r w:rsidR="00B33854" w:rsidRPr="00F50D4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 plan de negocios para los siguientes doce meses a partir de que sea ingresada la solicitud, con la justificación respectiva; incluyendo, entre otros, una estimación de los servicios que llevará a cabo como Tercero Aprobado, y de la infraestructura que utilizará para ello</w:t>
            </w:r>
            <w:r w:rsidR="0019625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5751" w14:textId="77777777" w:rsidR="00CD0DF3" w:rsidRPr="00CD0DF3" w:rsidRDefault="00B33854" w:rsidP="00CD0DF3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B5DA57B" w14:textId="77777777" w:rsidR="00CD0DF3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4C5BCBCC" w14:textId="2F198B2F" w:rsidR="00CD0DF3" w:rsidRPr="00CD0DF3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</w:t>
            </w:r>
            <w:r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Cada foja útil deberá estar firmada por la persona que acredite la personalidad y facultades del representante legal del </w:t>
            </w: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</w:t>
            </w:r>
            <w:r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ercero aprobado</w:t>
            </w: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63476" w14:textId="130E0330" w:rsidR="00B33854" w:rsidRPr="00F50D42" w:rsidRDefault="00B33854" w:rsidP="00B3385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521628" w:rsidRPr="00F50D42" w14:paraId="12B6238F" w14:textId="77777777" w:rsidTr="00340E1B">
        <w:trPr>
          <w:trHeight w:val="70"/>
        </w:trPr>
        <w:tc>
          <w:tcPr>
            <w:tcW w:w="21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9D64A" w14:textId="2F5830ED" w:rsidR="00521628" w:rsidRPr="00F50D42" w:rsidRDefault="00521628" w:rsidP="00340E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6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.-Acreditación.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EC2CE" w14:textId="6B76E652" w:rsidR="00521628" w:rsidRPr="00F50D42" w:rsidRDefault="00521628" w:rsidP="00340E1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Acreditación como </w:t>
            </w:r>
            <w:r w:rsidR="007F699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Unidad de Inspección 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41E39" w14:textId="77777777" w:rsidR="00521628" w:rsidRPr="00F50D42" w:rsidRDefault="00521628" w:rsidP="0052162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82BD3" w14:textId="77777777" w:rsidR="00521628" w:rsidRPr="00F50D42" w:rsidRDefault="00521628" w:rsidP="00340E1B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A4E0C" w:rsidRPr="00F50D42" w14:paraId="67875149" w14:textId="77777777" w:rsidTr="005F4613">
        <w:trPr>
          <w:trHeight w:val="7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4271E0" w14:textId="2A5D0AA3" w:rsidR="00BA4E0C" w:rsidRDefault="00BA4E0C" w:rsidP="00BA4E0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7.- Póliza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7901F" w14:textId="07614A9D" w:rsidR="00BA4E0C" w:rsidRPr="00F50D42" w:rsidRDefault="001D3928" w:rsidP="00BA4E0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1D3928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Póliza de seguro completa y vigente, que incluya la responsabilidad civil profesional, </w:t>
            </w: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que ampare </w:t>
            </w:r>
            <w:r w:rsidR="00B9137A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los </w:t>
            </w:r>
            <w:r w:rsidRPr="001D3928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daños y perjuicios que se puedan ocasionar en la realización de las actividades objeto </w:t>
            </w:r>
            <w:r w:rsidRPr="001D3928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de la convocatoria para la que aplicaron</w:t>
            </w:r>
            <w:r w:rsidR="00B9137A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09E8B" w14:textId="2C940008" w:rsidR="00BA4E0C" w:rsidRPr="00F50D42" w:rsidRDefault="00BA4E0C" w:rsidP="00BA4E0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3DEB" w14:textId="77777777" w:rsidR="00BA4E0C" w:rsidRPr="00F50D42" w:rsidRDefault="00BA4E0C" w:rsidP="00BA4E0C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4D087C" w:rsidRPr="00F50D42" w14:paraId="2802AACC" w14:textId="77777777" w:rsidTr="00E6261B">
        <w:trPr>
          <w:trHeight w:val="7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6F51F9" w14:textId="77777777" w:rsidR="004D087C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88F6E" w14:textId="04DDAECD" w:rsidR="004D087C" w:rsidRDefault="005E7BF2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E754D5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Comprobante de pago</w:t>
            </w:r>
            <w:r w:rsidRPr="005E7BF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la prima total de la póliza de seguro, sellado y firmado por la institución receptora del pago que incluya, en forma enunciativa, mas no limitativa, elementos que lo vinculen de origen y en forma inequívoca con la póliza presentada, tales como: número de la póliza de seguro, nombre del asegurado y monto total de la prima de la póliza de seguro. Adicionalmente, si realizó el pago por medios electrónicos, deberá presentar el Comprobante Fiscal Digital por Internet (CFDI)</w:t>
            </w:r>
            <w:r w:rsidR="00E754D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0629C" w14:textId="77777777" w:rsidR="004D087C" w:rsidRDefault="004D087C" w:rsidP="004D087C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  <w:p w14:paraId="7ADD074B" w14:textId="77777777" w:rsidR="00781BE5" w:rsidRDefault="00781BE5" w:rsidP="00781BE5">
            <w:pPr>
              <w:pStyle w:val="Prrafodelista"/>
              <w:tabs>
                <w:tab w:val="left" w:pos="368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14933DDD" w14:textId="149F273F" w:rsidR="00426ED8" w:rsidRPr="00426ED8" w:rsidRDefault="00426ED8" w:rsidP="00E754D5">
            <w:p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90506" w14:textId="77777777" w:rsidR="004D087C" w:rsidRPr="00F50D42" w:rsidRDefault="004D087C" w:rsidP="004D087C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4D087C" w:rsidRPr="00F50D42" w14:paraId="225F29E9" w14:textId="77777777" w:rsidTr="00340E1B">
        <w:trPr>
          <w:trHeight w:val="925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D3CFE59" w14:textId="5BDAF67C" w:rsidR="004D087C" w:rsidRPr="00F50D42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8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.-Declaratoria</w:t>
            </w: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 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por promovente</w:t>
            </w: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F6574E" w14:textId="77777777" w:rsidR="004D087C" w:rsidRPr="00F50D42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29176678" w14:textId="1916BB4E" w:rsidR="004D087C" w:rsidRPr="00F50D42" w:rsidRDefault="00A403D5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403D5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Carta bajo protesta de decir verdad firmada por el Tercero o su representante o apoderado legal, a través de la cual manifieste que se han presentado los avisos que correspondan, conforme a lo establecido en la fracción XI, del artículo 38 de los presentes Lineamientos.</w:t>
            </w:r>
          </w:p>
          <w:p w14:paraId="01C2D6ED" w14:textId="77777777" w:rsidR="004D087C" w:rsidRPr="00F50D42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BE098" w14:textId="77777777" w:rsidR="004D087C" w:rsidRPr="00F50D42" w:rsidRDefault="004D087C" w:rsidP="004D087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3FE4B" w14:textId="65DCA605" w:rsidR="004D087C" w:rsidRPr="007F699D" w:rsidRDefault="004D087C" w:rsidP="009E37B6">
            <w:pPr>
              <w:tabs>
                <w:tab w:val="left" w:pos="70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</w:t>
            </w:r>
            <w:r w:rsidR="00837F92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 establecido </w:t>
            </w:r>
            <w:r w:rsidR="007138FC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en e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l Art. </w:t>
            </w:r>
            <w:r w:rsidR="00837F92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22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fracción VII</w:t>
            </w:r>
            <w:r w:rsidR="007138FC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en correlación con el </w:t>
            </w:r>
            <w:r w:rsidR="009E37B6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artículo 38, fracción XI 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de lo</w:t>
            </w:r>
            <w:r w:rsidRPr="007F699D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 </w:t>
            </w:r>
          </w:p>
        </w:tc>
      </w:tr>
      <w:tr w:rsidR="004D087C" w:rsidRPr="00EB3FEA" w14:paraId="6486519E" w14:textId="77777777" w:rsidTr="000C06E8">
        <w:trPr>
          <w:trHeight w:val="243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214FA" w14:textId="77777777" w:rsidR="004D087C" w:rsidRPr="00015C97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15C97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298B6AA0" w14:textId="77777777" w:rsidR="004D087C" w:rsidRPr="00F527B2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527B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DOF: 17/04/2023</w:t>
            </w:r>
            <w:r w:rsidRPr="00F527B2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4D087C" w:rsidRPr="00EB3FEA" w14:paraId="19F94810" w14:textId="77777777" w:rsidTr="00F527B2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5FDE8" w14:textId="77777777" w:rsidR="004D087C" w:rsidRPr="00015C97" w:rsidRDefault="004D087C" w:rsidP="004D087C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15C97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6B1A6926" w14:textId="77777777" w:rsidR="004D087C" w:rsidRPr="00F527B2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F40B5A9" w14:textId="77777777" w:rsidR="004D087C" w:rsidRPr="00F527B2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2086131A" w14:textId="77777777" w:rsidR="004D087C" w:rsidRPr="00F527B2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015C9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protectores de plásticos.</w:t>
            </w:r>
          </w:p>
          <w:p w14:paraId="54640965" w14:textId="77777777" w:rsidR="004D087C" w:rsidRPr="00015C97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529785EA" w14:textId="3D96A3A6" w:rsidR="004D087C" w:rsidRPr="00362E8D" w:rsidRDefault="007F32DE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establecido en el Capítulo IV, De la renovación de la aprobación o autorización, </w:t>
            </w:r>
            <w:r w:rsidR="00362E8D"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</w:t>
            </w:r>
            <w:r w:rsidR="00362E8D"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</w:t>
            </w:r>
            <w:r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los Lineamientos de Terceros.</w:t>
            </w:r>
          </w:p>
        </w:tc>
      </w:tr>
    </w:tbl>
    <w:p w14:paraId="2FB3A195" w14:textId="77777777" w:rsidR="0019005F" w:rsidRPr="003E2235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3E2235" w:rsidSect="000C06E8">
      <w:headerReference w:type="default" r:id="rId9"/>
      <w:footerReference w:type="default" r:id="rId10"/>
      <w:pgSz w:w="12240" w:h="15840" w:code="1"/>
      <w:pgMar w:top="1350" w:right="1041" w:bottom="1135" w:left="1134" w:header="709" w:footer="110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491F7" w14:textId="77777777" w:rsidR="00B22BD3" w:rsidRDefault="00B22BD3" w:rsidP="00DC0B28">
      <w:pPr>
        <w:spacing w:after="0"/>
      </w:pPr>
      <w:r>
        <w:separator/>
      </w:r>
    </w:p>
  </w:endnote>
  <w:endnote w:type="continuationSeparator" w:id="0">
    <w:p w14:paraId="1B942CB6" w14:textId="77777777" w:rsidR="00B22BD3" w:rsidRDefault="00B22BD3" w:rsidP="00DC0B28">
      <w:pPr>
        <w:spacing w:after="0"/>
      </w:pPr>
      <w:r>
        <w:continuationSeparator/>
      </w:r>
    </w:p>
  </w:endnote>
  <w:endnote w:type="continuationNotice" w:id="1">
    <w:p w14:paraId="4A5458A7" w14:textId="77777777" w:rsidR="00B22BD3" w:rsidRDefault="00B22BD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12A98860" w:rsidR="00934CD3" w:rsidRPr="00F50D42" w:rsidRDefault="00B7694F">
    <w:pPr>
      <w:pStyle w:val="Piedepgina"/>
      <w:jc w:val="center"/>
      <w:rPr>
        <w:sz w:val="20"/>
        <w:szCs w:val="20"/>
      </w:rPr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E4B004" wp14:editId="0CE17523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5ECB33D5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ED0369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5ECB33D5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ED0369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EndPr/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3A66F" w14:textId="77777777" w:rsidR="00B22BD3" w:rsidRDefault="00B22BD3" w:rsidP="00DC0B28">
      <w:pPr>
        <w:spacing w:after="0"/>
      </w:pPr>
      <w:r>
        <w:separator/>
      </w:r>
    </w:p>
  </w:footnote>
  <w:footnote w:type="continuationSeparator" w:id="0">
    <w:p w14:paraId="0913C8B1" w14:textId="77777777" w:rsidR="00B22BD3" w:rsidRDefault="00B22BD3" w:rsidP="00DC0B28">
      <w:pPr>
        <w:spacing w:after="0"/>
      </w:pPr>
      <w:r>
        <w:continuationSeparator/>
      </w:r>
    </w:p>
  </w:footnote>
  <w:footnote w:type="continuationNotice" w:id="1">
    <w:p w14:paraId="3E5DFD79" w14:textId="77777777" w:rsidR="00B22BD3" w:rsidRDefault="00B22BD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FB6884" w:rsidRPr="00FB6884" w14:paraId="7FB9266B" w14:textId="77777777" w:rsidTr="001B3EC3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5952B8A5" w:rsidR="00D40164" w:rsidRPr="00FB6884" w:rsidRDefault="00D40164" w:rsidP="00CD6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FB6884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80C19" w:rsidRPr="00FB6884">
            <w:rPr>
              <w:rFonts w:ascii="Arial" w:hAnsi="Arial" w:cs="Arial"/>
              <w:bCs/>
              <w:sz w:val="16"/>
              <w:szCs w:val="16"/>
            </w:rPr>
            <w:t>16</w:t>
          </w:r>
          <w:r w:rsidRPr="00FB6884">
            <w:rPr>
              <w:rFonts w:ascii="Arial" w:hAnsi="Arial" w:cs="Arial"/>
              <w:bCs/>
              <w:sz w:val="16"/>
              <w:szCs w:val="16"/>
            </w:rPr>
            <w:t>/</w:t>
          </w:r>
          <w:r w:rsidR="00FC56E0" w:rsidRPr="00FB6884">
            <w:rPr>
              <w:rFonts w:ascii="Arial" w:hAnsi="Arial" w:cs="Arial"/>
              <w:bCs/>
              <w:sz w:val="16"/>
              <w:szCs w:val="16"/>
            </w:rPr>
            <w:t>1</w:t>
          </w:r>
          <w:r w:rsidRPr="00FB6884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7D03C9A8" w14:textId="6DD95CCC" w:rsidR="003915D2" w:rsidRPr="00E44146" w:rsidRDefault="003915D2" w:rsidP="000C06E8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44146">
      <w:rPr>
        <w:rFonts w:ascii="Arial" w:hAnsi="Arial" w:cs="Arial"/>
        <w:b/>
        <w:sz w:val="20"/>
        <w:szCs w:val="20"/>
      </w:rPr>
      <w:t>ESTRUCTURA Y ORDEN DE LAS SOLICITUDES</w:t>
    </w:r>
    <w:r w:rsidR="00480C19" w:rsidRPr="00E44146">
      <w:rPr>
        <w:rFonts w:ascii="Arial" w:hAnsi="Arial" w:cs="Arial"/>
        <w:b/>
        <w:sz w:val="20"/>
        <w:szCs w:val="20"/>
      </w:rPr>
      <w:t xml:space="preserve"> DE RENOVACIÓN DE APROBACIÓN</w:t>
    </w:r>
  </w:p>
  <w:p w14:paraId="1503ED02" w14:textId="5565728D" w:rsidR="00934CD3" w:rsidRPr="00E44146" w:rsidRDefault="00934CD3" w:rsidP="007B7394">
    <w:pPr>
      <w:pStyle w:val="Encabezado"/>
      <w:tabs>
        <w:tab w:val="clear" w:pos="8504"/>
        <w:tab w:val="right" w:pos="8789"/>
      </w:tabs>
      <w:ind w:left="-1701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E1E475B0"/>
    <w:lvl w:ilvl="0" w:tplc="5D8C370C">
      <w:start w:val="1"/>
      <w:numFmt w:val="lowerLetter"/>
      <w:lvlText w:val="%1)"/>
      <w:lvlJc w:val="left"/>
      <w:pPr>
        <w:ind w:left="707" w:hanging="48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17"/>
  </w:num>
  <w:num w:numId="2" w16cid:durableId="321202372">
    <w:abstractNumId w:val="0"/>
  </w:num>
  <w:num w:numId="3" w16cid:durableId="1070619921">
    <w:abstractNumId w:val="7"/>
  </w:num>
  <w:num w:numId="4" w16cid:durableId="907426203">
    <w:abstractNumId w:val="9"/>
  </w:num>
  <w:num w:numId="5" w16cid:durableId="1878350717">
    <w:abstractNumId w:val="6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5"/>
  </w:num>
  <w:num w:numId="9" w16cid:durableId="203058883">
    <w:abstractNumId w:val="10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1"/>
  </w:num>
  <w:num w:numId="12" w16cid:durableId="498498760">
    <w:abstractNumId w:val="12"/>
  </w:num>
  <w:num w:numId="13" w16cid:durableId="403332421">
    <w:abstractNumId w:val="20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18"/>
  </w:num>
  <w:num w:numId="17" w16cid:durableId="1057826905">
    <w:abstractNumId w:val="19"/>
  </w:num>
  <w:num w:numId="18" w16cid:durableId="189028637">
    <w:abstractNumId w:val="14"/>
  </w:num>
  <w:num w:numId="19" w16cid:durableId="829639483">
    <w:abstractNumId w:val="16"/>
  </w:num>
  <w:num w:numId="20" w16cid:durableId="1505242647">
    <w:abstractNumId w:val="8"/>
  </w:num>
  <w:num w:numId="21" w16cid:durableId="1778793018">
    <w:abstractNumId w:val="22"/>
  </w:num>
  <w:num w:numId="22" w16cid:durableId="640499999">
    <w:abstractNumId w:val="13"/>
  </w:num>
  <w:num w:numId="23" w16cid:durableId="1323898645">
    <w:abstractNumId w:val="8"/>
  </w:num>
  <w:num w:numId="24" w16cid:durableId="1121267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3"/>
  </w:num>
  <w:num w:numId="26" w16cid:durableId="120907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7C7"/>
    <w:rsid w:val="00015851"/>
    <w:rsid w:val="00015C97"/>
    <w:rsid w:val="00016749"/>
    <w:rsid w:val="00016BB5"/>
    <w:rsid w:val="00020FEF"/>
    <w:rsid w:val="0002575C"/>
    <w:rsid w:val="00025DDA"/>
    <w:rsid w:val="00027B5A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4DBC"/>
    <w:rsid w:val="000653A4"/>
    <w:rsid w:val="00066D60"/>
    <w:rsid w:val="00073B64"/>
    <w:rsid w:val="00073D83"/>
    <w:rsid w:val="00074372"/>
    <w:rsid w:val="00074D8E"/>
    <w:rsid w:val="000777C2"/>
    <w:rsid w:val="00081C54"/>
    <w:rsid w:val="00081EBB"/>
    <w:rsid w:val="000869E6"/>
    <w:rsid w:val="000905DA"/>
    <w:rsid w:val="00090AB0"/>
    <w:rsid w:val="00092E3A"/>
    <w:rsid w:val="000937EB"/>
    <w:rsid w:val="000955E2"/>
    <w:rsid w:val="00095A67"/>
    <w:rsid w:val="000A24DF"/>
    <w:rsid w:val="000A3B85"/>
    <w:rsid w:val="000B08DF"/>
    <w:rsid w:val="000B0D83"/>
    <w:rsid w:val="000B13CD"/>
    <w:rsid w:val="000B56AF"/>
    <w:rsid w:val="000B6F41"/>
    <w:rsid w:val="000B7CAD"/>
    <w:rsid w:val="000C0256"/>
    <w:rsid w:val="000C06E8"/>
    <w:rsid w:val="000C1F98"/>
    <w:rsid w:val="000C223F"/>
    <w:rsid w:val="000C59FD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8EC"/>
    <w:rsid w:val="0011190B"/>
    <w:rsid w:val="0011214A"/>
    <w:rsid w:val="00113928"/>
    <w:rsid w:val="001168E8"/>
    <w:rsid w:val="00121595"/>
    <w:rsid w:val="00122496"/>
    <w:rsid w:val="00125CCD"/>
    <w:rsid w:val="0012654A"/>
    <w:rsid w:val="00133B82"/>
    <w:rsid w:val="001340C4"/>
    <w:rsid w:val="001341BD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6074"/>
    <w:rsid w:val="0014712D"/>
    <w:rsid w:val="00150B78"/>
    <w:rsid w:val="00151BCA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936"/>
    <w:rsid w:val="001865FD"/>
    <w:rsid w:val="0019005F"/>
    <w:rsid w:val="001926CE"/>
    <w:rsid w:val="001926FA"/>
    <w:rsid w:val="0019625B"/>
    <w:rsid w:val="001971CB"/>
    <w:rsid w:val="00197F9B"/>
    <w:rsid w:val="001A097E"/>
    <w:rsid w:val="001A3149"/>
    <w:rsid w:val="001A647F"/>
    <w:rsid w:val="001A77D6"/>
    <w:rsid w:val="001B068B"/>
    <w:rsid w:val="001B0D00"/>
    <w:rsid w:val="001B7488"/>
    <w:rsid w:val="001C13C1"/>
    <w:rsid w:val="001C2F9F"/>
    <w:rsid w:val="001C3BEC"/>
    <w:rsid w:val="001C7D38"/>
    <w:rsid w:val="001D0327"/>
    <w:rsid w:val="001D3928"/>
    <w:rsid w:val="001E2057"/>
    <w:rsid w:val="001E2BEB"/>
    <w:rsid w:val="001E56E2"/>
    <w:rsid w:val="001F08DF"/>
    <w:rsid w:val="001F091B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F3C"/>
    <w:rsid w:val="00233E1A"/>
    <w:rsid w:val="002350F0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80D97"/>
    <w:rsid w:val="00280DF6"/>
    <w:rsid w:val="0028177C"/>
    <w:rsid w:val="00283420"/>
    <w:rsid w:val="00285BF1"/>
    <w:rsid w:val="0029040A"/>
    <w:rsid w:val="00290B7A"/>
    <w:rsid w:val="00291DF4"/>
    <w:rsid w:val="00292841"/>
    <w:rsid w:val="00292AAF"/>
    <w:rsid w:val="00295402"/>
    <w:rsid w:val="00296540"/>
    <w:rsid w:val="00296CEA"/>
    <w:rsid w:val="002978A5"/>
    <w:rsid w:val="002A20B2"/>
    <w:rsid w:val="002A3103"/>
    <w:rsid w:val="002A51C2"/>
    <w:rsid w:val="002B32EA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2EFB"/>
    <w:rsid w:val="002F5639"/>
    <w:rsid w:val="002F7CEA"/>
    <w:rsid w:val="00302816"/>
    <w:rsid w:val="003034E2"/>
    <w:rsid w:val="003043FA"/>
    <w:rsid w:val="0030457B"/>
    <w:rsid w:val="003050BD"/>
    <w:rsid w:val="003052A8"/>
    <w:rsid w:val="0030680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41BCA"/>
    <w:rsid w:val="003423BE"/>
    <w:rsid w:val="00343514"/>
    <w:rsid w:val="00345EB4"/>
    <w:rsid w:val="0034750B"/>
    <w:rsid w:val="00351F96"/>
    <w:rsid w:val="00355018"/>
    <w:rsid w:val="00355C38"/>
    <w:rsid w:val="00355E24"/>
    <w:rsid w:val="00357ABA"/>
    <w:rsid w:val="00362E8D"/>
    <w:rsid w:val="00364AB5"/>
    <w:rsid w:val="00370F7D"/>
    <w:rsid w:val="0037173E"/>
    <w:rsid w:val="00372E91"/>
    <w:rsid w:val="00373594"/>
    <w:rsid w:val="00380D16"/>
    <w:rsid w:val="0038609F"/>
    <w:rsid w:val="00386454"/>
    <w:rsid w:val="00390695"/>
    <w:rsid w:val="003915D2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B7A6A"/>
    <w:rsid w:val="003C2623"/>
    <w:rsid w:val="003C5D96"/>
    <w:rsid w:val="003C77E9"/>
    <w:rsid w:val="003D13C3"/>
    <w:rsid w:val="003D539D"/>
    <w:rsid w:val="003E05BB"/>
    <w:rsid w:val="003E06D1"/>
    <w:rsid w:val="003E10B3"/>
    <w:rsid w:val="003E2235"/>
    <w:rsid w:val="003E2717"/>
    <w:rsid w:val="003E6EBE"/>
    <w:rsid w:val="003F4D26"/>
    <w:rsid w:val="003F4FAF"/>
    <w:rsid w:val="003F7D69"/>
    <w:rsid w:val="00400D4F"/>
    <w:rsid w:val="00400F33"/>
    <w:rsid w:val="00401A00"/>
    <w:rsid w:val="00402459"/>
    <w:rsid w:val="00405540"/>
    <w:rsid w:val="00410F99"/>
    <w:rsid w:val="00415839"/>
    <w:rsid w:val="00421F4D"/>
    <w:rsid w:val="00423CD0"/>
    <w:rsid w:val="00426428"/>
    <w:rsid w:val="00426ED8"/>
    <w:rsid w:val="004274B3"/>
    <w:rsid w:val="00430038"/>
    <w:rsid w:val="00431EBD"/>
    <w:rsid w:val="00433085"/>
    <w:rsid w:val="00434783"/>
    <w:rsid w:val="0043518E"/>
    <w:rsid w:val="00436BAB"/>
    <w:rsid w:val="00441ADD"/>
    <w:rsid w:val="00443F91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8029B"/>
    <w:rsid w:val="00480C04"/>
    <w:rsid w:val="00480C19"/>
    <w:rsid w:val="00482342"/>
    <w:rsid w:val="004846D4"/>
    <w:rsid w:val="0048510F"/>
    <w:rsid w:val="00486225"/>
    <w:rsid w:val="0049035C"/>
    <w:rsid w:val="00490EDE"/>
    <w:rsid w:val="0049253B"/>
    <w:rsid w:val="00495C07"/>
    <w:rsid w:val="004A0630"/>
    <w:rsid w:val="004A12A8"/>
    <w:rsid w:val="004A1F4A"/>
    <w:rsid w:val="004A4395"/>
    <w:rsid w:val="004A6DD0"/>
    <w:rsid w:val="004B02F4"/>
    <w:rsid w:val="004B5D00"/>
    <w:rsid w:val="004C0287"/>
    <w:rsid w:val="004D0788"/>
    <w:rsid w:val="004D087C"/>
    <w:rsid w:val="004D4F10"/>
    <w:rsid w:val="004D68DB"/>
    <w:rsid w:val="004E0F7B"/>
    <w:rsid w:val="004E15AE"/>
    <w:rsid w:val="004E3C1F"/>
    <w:rsid w:val="004E3E6B"/>
    <w:rsid w:val="004E739F"/>
    <w:rsid w:val="004F15CE"/>
    <w:rsid w:val="004F32F4"/>
    <w:rsid w:val="004F4649"/>
    <w:rsid w:val="004F4691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1628"/>
    <w:rsid w:val="00523021"/>
    <w:rsid w:val="005253C7"/>
    <w:rsid w:val="005271D2"/>
    <w:rsid w:val="005276EB"/>
    <w:rsid w:val="0053273B"/>
    <w:rsid w:val="00533BDE"/>
    <w:rsid w:val="005347DC"/>
    <w:rsid w:val="00537A45"/>
    <w:rsid w:val="00540139"/>
    <w:rsid w:val="00540E36"/>
    <w:rsid w:val="00544EC8"/>
    <w:rsid w:val="0054680B"/>
    <w:rsid w:val="005508F8"/>
    <w:rsid w:val="00553417"/>
    <w:rsid w:val="005551B7"/>
    <w:rsid w:val="00560F8F"/>
    <w:rsid w:val="00561122"/>
    <w:rsid w:val="00564432"/>
    <w:rsid w:val="005674C4"/>
    <w:rsid w:val="00576F2C"/>
    <w:rsid w:val="0058168B"/>
    <w:rsid w:val="005830E8"/>
    <w:rsid w:val="005860E5"/>
    <w:rsid w:val="00586EC6"/>
    <w:rsid w:val="0059068F"/>
    <w:rsid w:val="00593F3E"/>
    <w:rsid w:val="00594765"/>
    <w:rsid w:val="005A0BBD"/>
    <w:rsid w:val="005A2882"/>
    <w:rsid w:val="005A5397"/>
    <w:rsid w:val="005A6B12"/>
    <w:rsid w:val="005A6C5D"/>
    <w:rsid w:val="005B3964"/>
    <w:rsid w:val="005B3DB5"/>
    <w:rsid w:val="005C1FA1"/>
    <w:rsid w:val="005D1320"/>
    <w:rsid w:val="005D21B4"/>
    <w:rsid w:val="005D2624"/>
    <w:rsid w:val="005D4980"/>
    <w:rsid w:val="005D6661"/>
    <w:rsid w:val="005E28DB"/>
    <w:rsid w:val="005E36E9"/>
    <w:rsid w:val="005E41DF"/>
    <w:rsid w:val="005E5F67"/>
    <w:rsid w:val="005E6C6B"/>
    <w:rsid w:val="005E6F9C"/>
    <w:rsid w:val="005E7BF2"/>
    <w:rsid w:val="005F33D9"/>
    <w:rsid w:val="005F3E6D"/>
    <w:rsid w:val="005F4074"/>
    <w:rsid w:val="005F555E"/>
    <w:rsid w:val="005F6086"/>
    <w:rsid w:val="005F7800"/>
    <w:rsid w:val="005F799B"/>
    <w:rsid w:val="0060301B"/>
    <w:rsid w:val="006139F8"/>
    <w:rsid w:val="00613A78"/>
    <w:rsid w:val="00615ABC"/>
    <w:rsid w:val="00616543"/>
    <w:rsid w:val="00616646"/>
    <w:rsid w:val="006179A3"/>
    <w:rsid w:val="006238FF"/>
    <w:rsid w:val="006242B9"/>
    <w:rsid w:val="00627E3A"/>
    <w:rsid w:val="00631844"/>
    <w:rsid w:val="00631C5D"/>
    <w:rsid w:val="006329A5"/>
    <w:rsid w:val="00635310"/>
    <w:rsid w:val="00635F9B"/>
    <w:rsid w:val="00641611"/>
    <w:rsid w:val="006428BA"/>
    <w:rsid w:val="00642EB7"/>
    <w:rsid w:val="00645158"/>
    <w:rsid w:val="006472EC"/>
    <w:rsid w:val="0065296F"/>
    <w:rsid w:val="00652C57"/>
    <w:rsid w:val="00655DD2"/>
    <w:rsid w:val="006577BB"/>
    <w:rsid w:val="0066344F"/>
    <w:rsid w:val="0066513B"/>
    <w:rsid w:val="00665C78"/>
    <w:rsid w:val="00671F96"/>
    <w:rsid w:val="0067245E"/>
    <w:rsid w:val="00673726"/>
    <w:rsid w:val="006752F2"/>
    <w:rsid w:val="00683884"/>
    <w:rsid w:val="0068577A"/>
    <w:rsid w:val="006859E6"/>
    <w:rsid w:val="00686F16"/>
    <w:rsid w:val="00687B1A"/>
    <w:rsid w:val="00687DCC"/>
    <w:rsid w:val="006906BB"/>
    <w:rsid w:val="00690FBA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2E22"/>
    <w:rsid w:val="006E4AAF"/>
    <w:rsid w:val="006E50DB"/>
    <w:rsid w:val="006E5409"/>
    <w:rsid w:val="006E64A6"/>
    <w:rsid w:val="00702EC9"/>
    <w:rsid w:val="00703E75"/>
    <w:rsid w:val="007060D3"/>
    <w:rsid w:val="00711B1A"/>
    <w:rsid w:val="00711B6F"/>
    <w:rsid w:val="007138FC"/>
    <w:rsid w:val="00713FFF"/>
    <w:rsid w:val="007157AE"/>
    <w:rsid w:val="00715987"/>
    <w:rsid w:val="00723BD6"/>
    <w:rsid w:val="00725F23"/>
    <w:rsid w:val="007332A1"/>
    <w:rsid w:val="00737A44"/>
    <w:rsid w:val="007403AD"/>
    <w:rsid w:val="00741B31"/>
    <w:rsid w:val="0074279C"/>
    <w:rsid w:val="00742D78"/>
    <w:rsid w:val="00751EF5"/>
    <w:rsid w:val="00753AB0"/>
    <w:rsid w:val="0075413A"/>
    <w:rsid w:val="007572B6"/>
    <w:rsid w:val="007574F5"/>
    <w:rsid w:val="00760409"/>
    <w:rsid w:val="00761A8A"/>
    <w:rsid w:val="00762BF0"/>
    <w:rsid w:val="00763BF5"/>
    <w:rsid w:val="00764E8D"/>
    <w:rsid w:val="00772775"/>
    <w:rsid w:val="00772848"/>
    <w:rsid w:val="00775AFB"/>
    <w:rsid w:val="00776069"/>
    <w:rsid w:val="00776683"/>
    <w:rsid w:val="00777C2A"/>
    <w:rsid w:val="00780304"/>
    <w:rsid w:val="00781BE5"/>
    <w:rsid w:val="0078355B"/>
    <w:rsid w:val="0078405E"/>
    <w:rsid w:val="00790B96"/>
    <w:rsid w:val="0079410E"/>
    <w:rsid w:val="00795920"/>
    <w:rsid w:val="0079693B"/>
    <w:rsid w:val="00796FFC"/>
    <w:rsid w:val="007978E6"/>
    <w:rsid w:val="007A1650"/>
    <w:rsid w:val="007A20D0"/>
    <w:rsid w:val="007A3AE1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6431"/>
    <w:rsid w:val="007D34C7"/>
    <w:rsid w:val="007D6B6B"/>
    <w:rsid w:val="007D6C9E"/>
    <w:rsid w:val="007D7645"/>
    <w:rsid w:val="007E24C1"/>
    <w:rsid w:val="007E29EE"/>
    <w:rsid w:val="007E49C1"/>
    <w:rsid w:val="007E5F54"/>
    <w:rsid w:val="007F27F4"/>
    <w:rsid w:val="007F2C31"/>
    <w:rsid w:val="007F32DE"/>
    <w:rsid w:val="007F699D"/>
    <w:rsid w:val="00800351"/>
    <w:rsid w:val="00812860"/>
    <w:rsid w:val="008142AC"/>
    <w:rsid w:val="00814B5D"/>
    <w:rsid w:val="00815F63"/>
    <w:rsid w:val="00822075"/>
    <w:rsid w:val="008246D4"/>
    <w:rsid w:val="00825B6D"/>
    <w:rsid w:val="008302C6"/>
    <w:rsid w:val="00831302"/>
    <w:rsid w:val="008328FD"/>
    <w:rsid w:val="00837F92"/>
    <w:rsid w:val="0084015D"/>
    <w:rsid w:val="00842880"/>
    <w:rsid w:val="008436EE"/>
    <w:rsid w:val="00846C25"/>
    <w:rsid w:val="00850AE2"/>
    <w:rsid w:val="00852BD0"/>
    <w:rsid w:val="0086262A"/>
    <w:rsid w:val="0086289F"/>
    <w:rsid w:val="00862DCF"/>
    <w:rsid w:val="008643FD"/>
    <w:rsid w:val="0086662D"/>
    <w:rsid w:val="00867F4C"/>
    <w:rsid w:val="00872443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2FC1"/>
    <w:rsid w:val="008932FA"/>
    <w:rsid w:val="008A0155"/>
    <w:rsid w:val="008A0AFD"/>
    <w:rsid w:val="008A26AA"/>
    <w:rsid w:val="008A450B"/>
    <w:rsid w:val="008A5205"/>
    <w:rsid w:val="008A7642"/>
    <w:rsid w:val="008B489F"/>
    <w:rsid w:val="008B5EB6"/>
    <w:rsid w:val="008B7CFF"/>
    <w:rsid w:val="008C1045"/>
    <w:rsid w:val="008C45C0"/>
    <w:rsid w:val="008C56ED"/>
    <w:rsid w:val="008C7D5F"/>
    <w:rsid w:val="008D0F58"/>
    <w:rsid w:val="008D1C1E"/>
    <w:rsid w:val="008D2353"/>
    <w:rsid w:val="008D3076"/>
    <w:rsid w:val="008D31FF"/>
    <w:rsid w:val="008D5485"/>
    <w:rsid w:val="008D7980"/>
    <w:rsid w:val="008E0E37"/>
    <w:rsid w:val="008E41B4"/>
    <w:rsid w:val="008F1CDF"/>
    <w:rsid w:val="008F27D0"/>
    <w:rsid w:val="008F5DF5"/>
    <w:rsid w:val="008F6C93"/>
    <w:rsid w:val="009018B4"/>
    <w:rsid w:val="00906787"/>
    <w:rsid w:val="00914D19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3574"/>
    <w:rsid w:val="00934CD3"/>
    <w:rsid w:val="0094277C"/>
    <w:rsid w:val="00943738"/>
    <w:rsid w:val="00943C02"/>
    <w:rsid w:val="00946107"/>
    <w:rsid w:val="00950C36"/>
    <w:rsid w:val="00952AA8"/>
    <w:rsid w:val="00956F4B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1A6A"/>
    <w:rsid w:val="00994830"/>
    <w:rsid w:val="009A0812"/>
    <w:rsid w:val="009A5B17"/>
    <w:rsid w:val="009B08F8"/>
    <w:rsid w:val="009B0B94"/>
    <w:rsid w:val="009B1052"/>
    <w:rsid w:val="009B223B"/>
    <w:rsid w:val="009B4213"/>
    <w:rsid w:val="009B4D57"/>
    <w:rsid w:val="009B5A64"/>
    <w:rsid w:val="009C2A63"/>
    <w:rsid w:val="009C4CD1"/>
    <w:rsid w:val="009C648F"/>
    <w:rsid w:val="009C71D0"/>
    <w:rsid w:val="009D23AE"/>
    <w:rsid w:val="009D766A"/>
    <w:rsid w:val="009D7CC7"/>
    <w:rsid w:val="009E0BAC"/>
    <w:rsid w:val="009E37B6"/>
    <w:rsid w:val="009E517F"/>
    <w:rsid w:val="009E52D3"/>
    <w:rsid w:val="009E74C7"/>
    <w:rsid w:val="00A00DA0"/>
    <w:rsid w:val="00A02931"/>
    <w:rsid w:val="00A03C45"/>
    <w:rsid w:val="00A04873"/>
    <w:rsid w:val="00A13A78"/>
    <w:rsid w:val="00A209C4"/>
    <w:rsid w:val="00A2359F"/>
    <w:rsid w:val="00A25AC0"/>
    <w:rsid w:val="00A25D89"/>
    <w:rsid w:val="00A309B2"/>
    <w:rsid w:val="00A34952"/>
    <w:rsid w:val="00A352EA"/>
    <w:rsid w:val="00A4007A"/>
    <w:rsid w:val="00A403D5"/>
    <w:rsid w:val="00A41B1E"/>
    <w:rsid w:val="00A43411"/>
    <w:rsid w:val="00A46EF3"/>
    <w:rsid w:val="00A47E90"/>
    <w:rsid w:val="00A51E31"/>
    <w:rsid w:val="00A52810"/>
    <w:rsid w:val="00A548E3"/>
    <w:rsid w:val="00A561EB"/>
    <w:rsid w:val="00A61402"/>
    <w:rsid w:val="00A654E5"/>
    <w:rsid w:val="00A841C5"/>
    <w:rsid w:val="00A85F74"/>
    <w:rsid w:val="00A86448"/>
    <w:rsid w:val="00A90A8D"/>
    <w:rsid w:val="00A94861"/>
    <w:rsid w:val="00A95848"/>
    <w:rsid w:val="00A95E58"/>
    <w:rsid w:val="00A96352"/>
    <w:rsid w:val="00AA1156"/>
    <w:rsid w:val="00AA1E58"/>
    <w:rsid w:val="00AA418B"/>
    <w:rsid w:val="00AA76DD"/>
    <w:rsid w:val="00AB1859"/>
    <w:rsid w:val="00AB2B29"/>
    <w:rsid w:val="00AB2B3A"/>
    <w:rsid w:val="00AB533D"/>
    <w:rsid w:val="00AB64FD"/>
    <w:rsid w:val="00AB6FFA"/>
    <w:rsid w:val="00AB72BA"/>
    <w:rsid w:val="00AC74FD"/>
    <w:rsid w:val="00AC7FDF"/>
    <w:rsid w:val="00AD07CD"/>
    <w:rsid w:val="00AD32C1"/>
    <w:rsid w:val="00AD551B"/>
    <w:rsid w:val="00AD587B"/>
    <w:rsid w:val="00AE0E59"/>
    <w:rsid w:val="00AE2434"/>
    <w:rsid w:val="00AE25AA"/>
    <w:rsid w:val="00AF12E9"/>
    <w:rsid w:val="00AF1783"/>
    <w:rsid w:val="00AF2287"/>
    <w:rsid w:val="00AF2835"/>
    <w:rsid w:val="00AF3422"/>
    <w:rsid w:val="00AF3CC7"/>
    <w:rsid w:val="00AF72F1"/>
    <w:rsid w:val="00B02401"/>
    <w:rsid w:val="00B024AB"/>
    <w:rsid w:val="00B026DC"/>
    <w:rsid w:val="00B11664"/>
    <w:rsid w:val="00B11CDA"/>
    <w:rsid w:val="00B13CA1"/>
    <w:rsid w:val="00B21EAB"/>
    <w:rsid w:val="00B22BD3"/>
    <w:rsid w:val="00B22F35"/>
    <w:rsid w:val="00B25BB9"/>
    <w:rsid w:val="00B269D2"/>
    <w:rsid w:val="00B2787F"/>
    <w:rsid w:val="00B27DD1"/>
    <w:rsid w:val="00B322BB"/>
    <w:rsid w:val="00B33139"/>
    <w:rsid w:val="00B33854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D6"/>
    <w:rsid w:val="00B717B4"/>
    <w:rsid w:val="00B731D1"/>
    <w:rsid w:val="00B7694F"/>
    <w:rsid w:val="00B9137A"/>
    <w:rsid w:val="00B96300"/>
    <w:rsid w:val="00BA3123"/>
    <w:rsid w:val="00BA4E0C"/>
    <w:rsid w:val="00BA5173"/>
    <w:rsid w:val="00BA542A"/>
    <w:rsid w:val="00BB1BE7"/>
    <w:rsid w:val="00BB1CC4"/>
    <w:rsid w:val="00BB2349"/>
    <w:rsid w:val="00BB56E0"/>
    <w:rsid w:val="00BB58E0"/>
    <w:rsid w:val="00BB6098"/>
    <w:rsid w:val="00BB72DC"/>
    <w:rsid w:val="00BC1E8B"/>
    <w:rsid w:val="00BC2140"/>
    <w:rsid w:val="00BC26AF"/>
    <w:rsid w:val="00BD58DA"/>
    <w:rsid w:val="00BD7B7D"/>
    <w:rsid w:val="00BE4E91"/>
    <w:rsid w:val="00BE52A3"/>
    <w:rsid w:val="00BE6B52"/>
    <w:rsid w:val="00BE7C51"/>
    <w:rsid w:val="00BF26CA"/>
    <w:rsid w:val="00BF47DB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CF8"/>
    <w:rsid w:val="00C31F2E"/>
    <w:rsid w:val="00C339CB"/>
    <w:rsid w:val="00C36947"/>
    <w:rsid w:val="00C37FAA"/>
    <w:rsid w:val="00C42927"/>
    <w:rsid w:val="00C43C99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2F"/>
    <w:rsid w:val="00C72AD9"/>
    <w:rsid w:val="00C74D3C"/>
    <w:rsid w:val="00C815F4"/>
    <w:rsid w:val="00C81F1F"/>
    <w:rsid w:val="00C81FB9"/>
    <w:rsid w:val="00C92129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0DF3"/>
    <w:rsid w:val="00CD34B8"/>
    <w:rsid w:val="00CD6787"/>
    <w:rsid w:val="00CD7EA0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114"/>
    <w:rsid w:val="00D06EDA"/>
    <w:rsid w:val="00D11340"/>
    <w:rsid w:val="00D126C2"/>
    <w:rsid w:val="00D1532B"/>
    <w:rsid w:val="00D24501"/>
    <w:rsid w:val="00D35BD9"/>
    <w:rsid w:val="00D360C9"/>
    <w:rsid w:val="00D40164"/>
    <w:rsid w:val="00D40ACA"/>
    <w:rsid w:val="00D4231C"/>
    <w:rsid w:val="00D427D1"/>
    <w:rsid w:val="00D45A1B"/>
    <w:rsid w:val="00D46998"/>
    <w:rsid w:val="00D5090E"/>
    <w:rsid w:val="00D50BBC"/>
    <w:rsid w:val="00D5291E"/>
    <w:rsid w:val="00D5329E"/>
    <w:rsid w:val="00D53882"/>
    <w:rsid w:val="00D550A9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50F3"/>
    <w:rsid w:val="00DA27AE"/>
    <w:rsid w:val="00DA3A81"/>
    <w:rsid w:val="00DA5A7E"/>
    <w:rsid w:val="00DA72C1"/>
    <w:rsid w:val="00DB004E"/>
    <w:rsid w:val="00DB1B2B"/>
    <w:rsid w:val="00DB316C"/>
    <w:rsid w:val="00DB5FFF"/>
    <w:rsid w:val="00DC0B28"/>
    <w:rsid w:val="00DC1211"/>
    <w:rsid w:val="00DC1C9A"/>
    <w:rsid w:val="00DC311E"/>
    <w:rsid w:val="00DC7519"/>
    <w:rsid w:val="00DC7929"/>
    <w:rsid w:val="00DD04C5"/>
    <w:rsid w:val="00DD24A8"/>
    <w:rsid w:val="00DD70D4"/>
    <w:rsid w:val="00DE21DC"/>
    <w:rsid w:val="00DE411C"/>
    <w:rsid w:val="00DE5D5E"/>
    <w:rsid w:val="00DE6B7C"/>
    <w:rsid w:val="00DE73F9"/>
    <w:rsid w:val="00DF0559"/>
    <w:rsid w:val="00DF2C72"/>
    <w:rsid w:val="00DF4210"/>
    <w:rsid w:val="00DF5B83"/>
    <w:rsid w:val="00DF68EE"/>
    <w:rsid w:val="00E02E83"/>
    <w:rsid w:val="00E048C4"/>
    <w:rsid w:val="00E050CA"/>
    <w:rsid w:val="00E073B6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1E6D"/>
    <w:rsid w:val="00E306D5"/>
    <w:rsid w:val="00E31E75"/>
    <w:rsid w:val="00E32071"/>
    <w:rsid w:val="00E41C34"/>
    <w:rsid w:val="00E41EFD"/>
    <w:rsid w:val="00E44146"/>
    <w:rsid w:val="00E5146F"/>
    <w:rsid w:val="00E6261B"/>
    <w:rsid w:val="00E70386"/>
    <w:rsid w:val="00E74A73"/>
    <w:rsid w:val="00E754D5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8BA"/>
    <w:rsid w:val="00EA3E9C"/>
    <w:rsid w:val="00EB051B"/>
    <w:rsid w:val="00EB1D01"/>
    <w:rsid w:val="00EB21AB"/>
    <w:rsid w:val="00EB403E"/>
    <w:rsid w:val="00EB4802"/>
    <w:rsid w:val="00EB4AB9"/>
    <w:rsid w:val="00EC1833"/>
    <w:rsid w:val="00EC2133"/>
    <w:rsid w:val="00EC356E"/>
    <w:rsid w:val="00EC6A3D"/>
    <w:rsid w:val="00EC70B8"/>
    <w:rsid w:val="00ED0369"/>
    <w:rsid w:val="00ED037D"/>
    <w:rsid w:val="00ED09BB"/>
    <w:rsid w:val="00ED3F31"/>
    <w:rsid w:val="00EE069D"/>
    <w:rsid w:val="00EE152E"/>
    <w:rsid w:val="00EE16FA"/>
    <w:rsid w:val="00EE60CC"/>
    <w:rsid w:val="00EF039A"/>
    <w:rsid w:val="00EF0D09"/>
    <w:rsid w:val="00EF1E3B"/>
    <w:rsid w:val="00EF46C0"/>
    <w:rsid w:val="00F00FF1"/>
    <w:rsid w:val="00F04E6D"/>
    <w:rsid w:val="00F051BB"/>
    <w:rsid w:val="00F05C69"/>
    <w:rsid w:val="00F06EAA"/>
    <w:rsid w:val="00F14CEE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0D42"/>
    <w:rsid w:val="00F527B2"/>
    <w:rsid w:val="00F54071"/>
    <w:rsid w:val="00F67813"/>
    <w:rsid w:val="00F72B7F"/>
    <w:rsid w:val="00F72FA2"/>
    <w:rsid w:val="00F77703"/>
    <w:rsid w:val="00F85990"/>
    <w:rsid w:val="00F86591"/>
    <w:rsid w:val="00F91382"/>
    <w:rsid w:val="00F92FCC"/>
    <w:rsid w:val="00F93BAF"/>
    <w:rsid w:val="00F95E72"/>
    <w:rsid w:val="00F95F9E"/>
    <w:rsid w:val="00F968FC"/>
    <w:rsid w:val="00FA014F"/>
    <w:rsid w:val="00FA7C4E"/>
    <w:rsid w:val="00FB0023"/>
    <w:rsid w:val="00FB0B35"/>
    <w:rsid w:val="00FB50AF"/>
    <w:rsid w:val="00FB5554"/>
    <w:rsid w:val="00FB6884"/>
    <w:rsid w:val="00FC06EE"/>
    <w:rsid w:val="00FC4A30"/>
    <w:rsid w:val="00FC56E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825151/FF-ASEA-047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112E94-4ACA-4ABB-BF67-0197B753D80A}"/>
</file>

<file path=customXml/itemProps3.xml><?xml version="1.0" encoding="utf-8"?>
<ds:datastoreItem xmlns:ds="http://schemas.openxmlformats.org/officeDocument/2006/customXml" ds:itemID="{7A4C816E-12A3-468D-A465-711AE31082E1}"/>
</file>

<file path=customXml/itemProps4.xml><?xml version="1.0" encoding="utf-8"?>
<ds:datastoreItem xmlns:ds="http://schemas.openxmlformats.org/officeDocument/2006/customXml" ds:itemID="{393C7788-4968-4E0B-9440-C71255255A3D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7</TotalTime>
  <Pages>2</Pages>
  <Words>786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5100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Laura Gallegos Robles</cp:lastModifiedBy>
  <cp:revision>4</cp:revision>
  <cp:lastPrinted>2017-07-26T20:04:00Z</cp:lastPrinted>
  <dcterms:created xsi:type="dcterms:W3CDTF">2023-10-16T22:23:00Z</dcterms:created>
  <dcterms:modified xsi:type="dcterms:W3CDTF">2023-10-16T22:42:00Z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