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3A311702" w:rsidR="00180D1A" w:rsidRPr="00A74164" w:rsidRDefault="00CD7EA0" w:rsidP="00A524EB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900673">
        <w:rPr>
          <w:rFonts w:ascii="Arial" w:hAnsi="Arial" w:cs="Arial"/>
          <w:bCs/>
          <w:sz w:val="18"/>
          <w:szCs w:val="18"/>
        </w:rPr>
        <w:t>Renovación de</w:t>
      </w:r>
      <w:r w:rsidR="00AA418B" w:rsidRPr="00900673">
        <w:rPr>
          <w:rFonts w:ascii="Arial" w:hAnsi="Arial" w:cs="Arial"/>
          <w:bCs/>
          <w:sz w:val="18"/>
          <w:szCs w:val="18"/>
        </w:rPr>
        <w:t xml:space="preserve"> la </w:t>
      </w:r>
      <w:r w:rsidR="00A524EB" w:rsidRPr="00900673">
        <w:rPr>
          <w:rFonts w:ascii="Arial" w:hAnsi="Arial" w:cs="Arial"/>
          <w:bCs/>
          <w:sz w:val="18"/>
          <w:szCs w:val="18"/>
        </w:rPr>
        <w:t>Aprobación como Unidad de Verificación para realizar la evaluación de la</w:t>
      </w:r>
      <w:r w:rsidR="00A524EB" w:rsidRPr="00900673">
        <w:rPr>
          <w:rFonts w:ascii="Arial" w:hAnsi="Arial" w:cs="Arial"/>
          <w:bCs/>
          <w:sz w:val="18"/>
          <w:szCs w:val="18"/>
        </w:rPr>
        <w:t xml:space="preserve"> </w:t>
      </w:r>
      <w:r w:rsidR="00A524EB" w:rsidRPr="00900673">
        <w:rPr>
          <w:rFonts w:ascii="Arial" w:hAnsi="Arial" w:cs="Arial"/>
          <w:bCs/>
          <w:sz w:val="18"/>
          <w:szCs w:val="18"/>
        </w:rPr>
        <w:t>conformidad de la Norma Oficial Mexicana NOM-003-ASEA-2016, Distribución de gas natural y gas licuado de</w:t>
      </w:r>
      <w:r w:rsidR="00A524EB" w:rsidRPr="00900673">
        <w:rPr>
          <w:rFonts w:ascii="Arial" w:hAnsi="Arial" w:cs="Arial"/>
          <w:bCs/>
          <w:sz w:val="18"/>
          <w:szCs w:val="18"/>
        </w:rPr>
        <w:t xml:space="preserve"> </w:t>
      </w:r>
      <w:r w:rsidR="00A524EB" w:rsidRPr="00900673">
        <w:rPr>
          <w:rFonts w:ascii="Arial" w:hAnsi="Arial" w:cs="Arial"/>
          <w:bCs/>
          <w:sz w:val="18"/>
          <w:szCs w:val="18"/>
        </w:rPr>
        <w:t>petróleo por ductos</w:t>
      </w:r>
      <w:r w:rsidR="00180D1A" w:rsidRPr="00900673">
        <w:rPr>
          <w:rFonts w:ascii="Arial" w:hAnsi="Arial" w:cs="Arial"/>
          <w:bCs/>
          <w:sz w:val="18"/>
          <w:szCs w:val="18"/>
        </w:rPr>
        <w:t>.</w:t>
      </w:r>
    </w:p>
    <w:p w14:paraId="4A8DB67A" w14:textId="00A09DA4" w:rsidR="000C5D2F" w:rsidRPr="00A74164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A7416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A74164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A74164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A74164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A74164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A74164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A74164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A74164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A74164" w:rsidRDefault="003F7D69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,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A74164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A74164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A74164" w:rsidRDefault="00900673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hyperlink r:id="rId8" w:history="1">
              <w:r w:rsidR="00C31CF8" w:rsidRPr="00A74164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8"/>
                  <w:szCs w:val="18"/>
                </w:rPr>
                <w:t>https://www.gob.mx/cms/uploads/attachment/file/825151/FF-ASEA-047.pdf</w:t>
              </w:r>
            </w:hyperlink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</w:p>
        </w:tc>
      </w:tr>
      <w:tr w:rsidR="00EB21AB" w:rsidRPr="00A74164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A74164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A74164" w:rsidRDefault="00EB21A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A74164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A74164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6FBFDBA6" w14:textId="0E4A78D6" w:rsidR="00EB21AB" w:rsidRPr="00A74164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A74164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A74164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A74164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A74164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A74164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3.-Poder notarial del representante o apoderado legal.</w:t>
            </w:r>
          </w:p>
          <w:p w14:paraId="12985860" w14:textId="77777777" w:rsidR="004E3C1F" w:rsidRPr="00A74164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A74164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A74164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A74164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A74164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A74164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A74164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A74164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A74164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A74164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A74164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A74164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A74164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A74164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7795AD0F" w:rsidR="00521628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2734F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Unidad de Inspección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A74164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A74164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que ampare los daños y perjuicios que se puedan ocasionar en la 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realización de las actividades objeto de la convocatoria para la que aplicaron.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181811" w:rsidRPr="00A74164" w:rsidRDefault="00181811" w:rsidP="00181811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323CDEFC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181811" w:rsidRPr="00A74164" w:rsidRDefault="00181811" w:rsidP="00181811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181811" w:rsidRPr="00A74164" w:rsidRDefault="00181811" w:rsidP="00181811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181811" w:rsidRPr="00A74164" w:rsidRDefault="00181811" w:rsidP="00181811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2BB25196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4D087C" w:rsidRPr="00A74164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8.-Declaratoria por promovente.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A74164" w:rsidRDefault="00A403D5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A74164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A74164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A74164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A74164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A74164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En la medida de lo posible evitar el uso de carpetas y protectores de plásticos.</w:t>
            </w:r>
          </w:p>
          <w:p w14:paraId="54640965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A74164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A7416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A74164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7D56" w14:textId="77777777" w:rsidR="003B55EC" w:rsidRDefault="003B55EC" w:rsidP="00DC0B28">
      <w:pPr>
        <w:spacing w:after="0"/>
      </w:pPr>
      <w:r>
        <w:separator/>
      </w:r>
    </w:p>
  </w:endnote>
  <w:endnote w:type="continuationSeparator" w:id="0">
    <w:p w14:paraId="52FBC530" w14:textId="77777777" w:rsidR="003B55EC" w:rsidRDefault="003B55EC" w:rsidP="00DC0B28">
      <w:pPr>
        <w:spacing w:after="0"/>
      </w:pPr>
      <w:r>
        <w:continuationSeparator/>
      </w:r>
    </w:p>
  </w:endnote>
  <w:endnote w:type="continuationNotice" w:id="1">
    <w:p w14:paraId="6E709DD7" w14:textId="77777777" w:rsidR="003B55EC" w:rsidRDefault="003B55E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490CA8DF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900673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490CA8DF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900673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E481D" w14:textId="77777777" w:rsidR="003B55EC" w:rsidRDefault="003B55EC" w:rsidP="00DC0B28">
      <w:pPr>
        <w:spacing w:after="0"/>
      </w:pPr>
      <w:r>
        <w:separator/>
      </w:r>
    </w:p>
  </w:footnote>
  <w:footnote w:type="continuationSeparator" w:id="0">
    <w:p w14:paraId="0BEEA447" w14:textId="77777777" w:rsidR="003B55EC" w:rsidRDefault="003B55EC" w:rsidP="00DC0B28">
      <w:pPr>
        <w:spacing w:after="0"/>
      </w:pPr>
      <w:r>
        <w:continuationSeparator/>
      </w:r>
    </w:p>
  </w:footnote>
  <w:footnote w:type="continuationNotice" w:id="1">
    <w:p w14:paraId="55EE1C33" w14:textId="77777777" w:rsidR="003B55EC" w:rsidRDefault="003B55E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D40164" w:rsidRPr="0079410E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79410E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79410E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>
            <w:rPr>
              <w:rFonts w:ascii="Arial" w:hAnsi="Arial" w:cs="Arial"/>
              <w:bCs/>
              <w:sz w:val="16"/>
              <w:szCs w:val="16"/>
            </w:rPr>
            <w:t>16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>
            <w:rPr>
              <w:rFonts w:ascii="Arial" w:hAnsi="Arial" w:cs="Arial"/>
              <w:bCs/>
              <w:sz w:val="16"/>
              <w:szCs w:val="16"/>
            </w:rPr>
            <w:t>1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7B7394">
      <w:rPr>
        <w:rFonts w:ascii="Arial" w:hAnsi="Arial" w:cs="Arial"/>
        <w:b/>
        <w:sz w:val="20"/>
        <w:szCs w:val="20"/>
      </w:rPr>
      <w:t>ESTRUCTURA Y ORDEN DE LAS SOLICITUDES</w:t>
    </w:r>
    <w:r w:rsidR="00480C19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67706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811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734FE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55EC"/>
    <w:rsid w:val="003B7A6A"/>
    <w:rsid w:val="003C2623"/>
    <w:rsid w:val="003C5B2F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067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4EB"/>
    <w:rsid w:val="00A52810"/>
    <w:rsid w:val="00A548E3"/>
    <w:rsid w:val="00A561EB"/>
    <w:rsid w:val="00A61402"/>
    <w:rsid w:val="00A654E5"/>
    <w:rsid w:val="00A74164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6DC"/>
    <w:rsid w:val="00B11664"/>
    <w:rsid w:val="00B11CDA"/>
    <w:rsid w:val="00B13CA1"/>
    <w:rsid w:val="00B21EAB"/>
    <w:rsid w:val="00B22BD3"/>
    <w:rsid w:val="00B22F35"/>
    <w:rsid w:val="00B25BB9"/>
    <w:rsid w:val="00B26850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5F4"/>
    <w:rsid w:val="00C81F1F"/>
    <w:rsid w:val="00C81F89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298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63B4A5-7143-46D2-B13D-F2863360A91E}"/>
</file>

<file path=customXml/itemProps3.xml><?xml version="1.0" encoding="utf-8"?>
<ds:datastoreItem xmlns:ds="http://schemas.openxmlformats.org/officeDocument/2006/customXml" ds:itemID="{7BC119E0-31D0-430A-BDA2-6F0B4E9D27BF}"/>
</file>

<file path=customXml/itemProps4.xml><?xml version="1.0" encoding="utf-8"?>
<ds:datastoreItem xmlns:ds="http://schemas.openxmlformats.org/officeDocument/2006/customXml" ds:itemID="{B5408420-3512-4651-AA27-AAAE3634BF07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117</TotalTime>
  <Pages>2</Pages>
  <Words>777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5045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Nydia Berenice Chávez Reyes</cp:lastModifiedBy>
  <cp:revision>150</cp:revision>
  <cp:lastPrinted>2017-07-26T20:04:00Z</cp:lastPrinted>
  <dcterms:created xsi:type="dcterms:W3CDTF">2022-04-19T13:53:00Z</dcterms:created>
  <dcterms:modified xsi:type="dcterms:W3CDTF">2023-10-17T21:35:00Z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